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D3FE" w14:textId="77777777" w:rsidR="003A5E14" w:rsidRPr="002A3041" w:rsidRDefault="003A5E14" w:rsidP="003A5E14">
      <w:pPr>
        <w:keepNext/>
        <w:spacing w:after="200"/>
        <w:outlineLvl w:val="0"/>
        <w:rPr>
          <w:rFonts w:eastAsia="Cambria"/>
          <w:b/>
          <w:bCs/>
          <w:lang w:eastAsia="en-US"/>
        </w:rPr>
      </w:pPr>
    </w:p>
    <w:p w14:paraId="33A2644E" w14:textId="77777777" w:rsidR="003A5E14" w:rsidRPr="002A3041" w:rsidRDefault="003A5E14" w:rsidP="003A5E14">
      <w:pPr>
        <w:keepNext/>
        <w:spacing w:after="200"/>
        <w:outlineLvl w:val="0"/>
        <w:rPr>
          <w:rFonts w:eastAsia="Cambria"/>
          <w:b/>
          <w:bCs/>
          <w:lang w:eastAsia="en-US"/>
        </w:rPr>
      </w:pPr>
    </w:p>
    <w:p w14:paraId="1C5C5FFD" w14:textId="5B435E28" w:rsidR="003A5E14" w:rsidRPr="003B1F75" w:rsidRDefault="00FD4E11" w:rsidP="003A5E14">
      <w:pPr>
        <w:keepNext/>
        <w:spacing w:after="200"/>
        <w:outlineLvl w:val="0"/>
        <w:rPr>
          <w:rFonts w:eastAsia="Cambria"/>
          <w:lang w:eastAsia="en-US"/>
        </w:rPr>
      </w:pPr>
      <w:r w:rsidRPr="002A3041">
        <w:rPr>
          <w:rFonts w:eastAsia="Cambria"/>
          <w:b/>
          <w:bCs/>
          <w:lang w:eastAsia="en-US"/>
        </w:rPr>
        <w:t xml:space="preserve">V O L I K I R I nr </w:t>
      </w:r>
      <w:r w:rsidR="006D755D">
        <w:rPr>
          <w:rFonts w:eastAsia="Cambria"/>
          <w:b/>
          <w:bCs/>
          <w:lang w:eastAsia="en-US"/>
        </w:rPr>
        <w:t>1.1-5/2023/38</w:t>
      </w:r>
    </w:p>
    <w:p w14:paraId="1EDB3B96" w14:textId="77777777" w:rsidR="003121D7" w:rsidRPr="002A3041" w:rsidRDefault="003121D7" w:rsidP="003121D7">
      <w:pPr>
        <w:spacing w:after="200"/>
        <w:jc w:val="both"/>
        <w:rPr>
          <w:rFonts w:eastAsia="Cambria"/>
          <w:lang w:eastAsia="en-US"/>
        </w:rPr>
      </w:pPr>
    </w:p>
    <w:p w14:paraId="4CA10795" w14:textId="1011C798" w:rsidR="000D242D" w:rsidRPr="00AD2F17" w:rsidRDefault="000D242D" w:rsidP="000D242D">
      <w:pPr>
        <w:spacing w:after="200"/>
        <w:jc w:val="both"/>
      </w:pPr>
      <w:r w:rsidRPr="003B67AD">
        <w:t xml:space="preserve">Välja antud Tallinnas </w:t>
      </w:r>
      <w:r w:rsidR="006F4270">
        <w:t>3</w:t>
      </w:r>
      <w:r w:rsidR="001032D8">
        <w:t>1</w:t>
      </w:r>
      <w:r w:rsidRPr="003B67AD">
        <w:t>.0</w:t>
      </w:r>
      <w:r w:rsidR="006C2F41">
        <w:t>8</w:t>
      </w:r>
      <w:r w:rsidRPr="003B67AD">
        <w:t>.202</w:t>
      </w:r>
      <w:r w:rsidR="006C2F41">
        <w:t>3</w:t>
      </w:r>
      <w:r w:rsidRPr="003B67AD">
        <w:t>.</w:t>
      </w:r>
    </w:p>
    <w:p w14:paraId="0B5DF5CF" w14:textId="276F00FB" w:rsidR="005C5D6F" w:rsidRPr="00544657" w:rsidRDefault="004312BC" w:rsidP="003121D7">
      <w:pPr>
        <w:spacing w:after="200"/>
        <w:jc w:val="both"/>
        <w:rPr>
          <w:bCs/>
        </w:rPr>
      </w:pPr>
      <w:r w:rsidRPr="00AD2F17">
        <w:rPr>
          <w:bCs/>
        </w:rPr>
        <w:t>Käesolevaga</w:t>
      </w:r>
      <w:r w:rsidRPr="00AD2F17">
        <w:rPr>
          <w:b/>
          <w:bCs/>
        </w:rPr>
        <w:t xml:space="preserve"> </w:t>
      </w:r>
      <w:r w:rsidR="00311AA8" w:rsidRPr="00AD2F17">
        <w:rPr>
          <w:b/>
          <w:bCs/>
        </w:rPr>
        <w:t>Elering AS</w:t>
      </w:r>
      <w:r w:rsidR="00311AA8" w:rsidRPr="00AD2F17">
        <w:t xml:space="preserve">, </w:t>
      </w:r>
      <w:r w:rsidR="005C5D6F" w:rsidRPr="00AD2F17">
        <w:t>registrikood 11022625, asukoht Kadaka tee 42, Tallinn,</w:t>
      </w:r>
      <w:r w:rsidRPr="00AD2F17">
        <w:t xml:space="preserve"> keda</w:t>
      </w:r>
      <w:r w:rsidR="005C5D6F" w:rsidRPr="00AD2F17">
        <w:t xml:space="preserve"> </w:t>
      </w:r>
      <w:r w:rsidR="00630C54" w:rsidRPr="00AD2F17">
        <w:t>esinda</w:t>
      </w:r>
      <w:r w:rsidR="00592A7B">
        <w:t>b</w:t>
      </w:r>
      <w:r w:rsidR="00630C54" w:rsidRPr="00AD2F17">
        <w:t xml:space="preserve"> </w:t>
      </w:r>
      <w:r w:rsidR="00931A94">
        <w:t xml:space="preserve">seaduse ja põhikirja alusel </w:t>
      </w:r>
      <w:r w:rsidR="00931A94" w:rsidRPr="00AD2F17">
        <w:t xml:space="preserve">juhatuse </w:t>
      </w:r>
      <w:r w:rsidR="00592A7B">
        <w:t xml:space="preserve">esimees </w:t>
      </w:r>
      <w:r w:rsidR="00931A94" w:rsidRPr="00AD2F17">
        <w:t>Kalle Kilk, volitab</w:t>
      </w:r>
    </w:p>
    <w:p w14:paraId="387CD740" w14:textId="795764E9" w:rsidR="005C5D6F" w:rsidRDefault="006C2F41" w:rsidP="006529FB">
      <w:pPr>
        <w:rPr>
          <w:rFonts w:eastAsia="Cambria"/>
          <w:lang w:eastAsia="en-US"/>
        </w:rPr>
      </w:pPr>
      <w:r w:rsidRPr="00DB3C64">
        <w:rPr>
          <w:rFonts w:eastAsia="Cambria"/>
          <w:lang w:eastAsia="en-US"/>
        </w:rPr>
        <w:t>SEGESMENT OÜ</w:t>
      </w:r>
      <w:r w:rsidR="00592A7B">
        <w:rPr>
          <w:rFonts w:eastAsia="Cambria"/>
          <w:lang w:eastAsia="en-US"/>
        </w:rPr>
        <w:t xml:space="preserve"> (</w:t>
      </w:r>
      <w:r w:rsidR="00D2660E" w:rsidRPr="00544657">
        <w:rPr>
          <w:rFonts w:eastAsia="Cambria"/>
          <w:lang w:eastAsia="en-US"/>
        </w:rPr>
        <w:t xml:space="preserve">registrikood </w:t>
      </w:r>
      <w:r w:rsidRPr="006C2F41">
        <w:rPr>
          <w:color w:val="4A4A4A"/>
          <w:shd w:val="clear" w:color="auto" w:fill="FFFFFF"/>
        </w:rPr>
        <w:t>11317208</w:t>
      </w:r>
      <w:r w:rsidR="00592A7B">
        <w:rPr>
          <w:color w:val="4A4A4A"/>
          <w:shd w:val="clear" w:color="auto" w:fill="FFFFFF"/>
        </w:rPr>
        <w:t xml:space="preserve">) </w:t>
      </w:r>
      <w:r w:rsidR="005C636C">
        <w:rPr>
          <w:rFonts w:eastAsia="Cambria"/>
          <w:lang w:eastAsia="en-US"/>
        </w:rPr>
        <w:t>juhatuse liiget</w:t>
      </w:r>
      <w:r w:rsidR="00BE78F4" w:rsidRPr="00BE78F4">
        <w:rPr>
          <w:rFonts w:eastAsia="Cambria"/>
          <w:lang w:eastAsia="en-US"/>
        </w:rPr>
        <w:t xml:space="preserve"> </w:t>
      </w:r>
      <w:r w:rsidR="005C636C" w:rsidRPr="00DB3C64">
        <w:rPr>
          <w:rFonts w:eastAsia="Cambria"/>
          <w:b/>
          <w:lang w:eastAsia="en-US"/>
        </w:rPr>
        <w:t>Margus Saul</w:t>
      </w:r>
      <w:r w:rsidR="00592A7B">
        <w:rPr>
          <w:rFonts w:eastAsia="Cambria"/>
          <w:lang w:eastAsia="en-US"/>
        </w:rPr>
        <w:t xml:space="preserve">’i (isikukood </w:t>
      </w:r>
      <w:r w:rsidR="00DB3C64">
        <w:rPr>
          <w:rFonts w:eastAsia="Cambria"/>
          <w:lang w:eastAsia="en-US"/>
        </w:rPr>
        <w:t>37603312733</w:t>
      </w:r>
      <w:r w:rsidR="00592A7B">
        <w:rPr>
          <w:rFonts w:eastAsia="Cambria"/>
          <w:lang w:eastAsia="en-US"/>
        </w:rPr>
        <w:t>)</w:t>
      </w:r>
    </w:p>
    <w:p w14:paraId="62A6682F" w14:textId="77777777" w:rsidR="006529FB" w:rsidRPr="00D55363" w:rsidRDefault="006529FB" w:rsidP="006529FB">
      <w:pPr>
        <w:rPr>
          <w:rFonts w:eastAsia="Cambria"/>
          <w:lang w:eastAsia="en-US"/>
        </w:rPr>
      </w:pPr>
    </w:p>
    <w:p w14:paraId="7780F323" w14:textId="609ED098" w:rsidR="005A29CE" w:rsidRDefault="00FA0B13" w:rsidP="00FA0B13">
      <w:pPr>
        <w:jc w:val="both"/>
        <w:rPr>
          <w:bCs/>
        </w:rPr>
      </w:pPr>
      <w:r>
        <w:t>tegema Elering AS-iga sõlmitud hoolduslepingu</w:t>
      </w:r>
      <w:r w:rsidR="006C2F41">
        <w:t>te</w:t>
      </w:r>
      <w:r>
        <w:t xml:space="preserve"> nr </w:t>
      </w:r>
      <w:r w:rsidR="006C2F41" w:rsidRPr="006C2F41">
        <w:t>1.1-4/2023/338</w:t>
      </w:r>
      <w:r w:rsidR="006C2F41">
        <w:t xml:space="preserve"> </w:t>
      </w:r>
      <w:r w:rsidR="00931A94">
        <w:t xml:space="preserve">ja </w:t>
      </w:r>
      <w:r w:rsidR="006C2F41" w:rsidRPr="006C2F41">
        <w:t>1.1-4/2023/33</w:t>
      </w:r>
      <w:r w:rsidR="006C2F41">
        <w:t>9</w:t>
      </w:r>
      <w:r w:rsidR="00931A94">
        <w:t xml:space="preserve"> </w:t>
      </w:r>
      <w:r>
        <w:t xml:space="preserve">täitmise raames alljärgnevaid toiminguid, mis on vajalikud Elering AS-i elektriliinide koridoride </w:t>
      </w:r>
      <w:r w:rsidRPr="00B47236">
        <w:t>ja gaasitorustike koridoride</w:t>
      </w:r>
      <w:r>
        <w:t xml:space="preserve"> kaitsevööndite hooldamiseks</w:t>
      </w:r>
      <w:r w:rsidR="005C5D6F" w:rsidRPr="00AD2F17">
        <w:rPr>
          <w:bCs/>
        </w:rPr>
        <w:t>:</w:t>
      </w:r>
    </w:p>
    <w:p w14:paraId="518FF083" w14:textId="05026D2B" w:rsidR="005C5D6F" w:rsidRPr="00AD2F17" w:rsidRDefault="005C5D6F" w:rsidP="005A29CE">
      <w:pPr>
        <w:jc w:val="both"/>
      </w:pPr>
    </w:p>
    <w:p w14:paraId="6D755CC1" w14:textId="0D16C0E4" w:rsidR="00854C35" w:rsidRDefault="00854C35">
      <w:pPr>
        <w:pStyle w:val="ListParagraph"/>
        <w:numPr>
          <w:ilvl w:val="0"/>
          <w:numId w:val="3"/>
        </w:numPr>
        <w:spacing w:after="200"/>
        <w:jc w:val="both"/>
      </w:pPr>
      <w:r w:rsidRPr="00854C35">
        <w:t>maaomanike metsa hindamine;</w:t>
      </w:r>
    </w:p>
    <w:p w14:paraId="4E85063E" w14:textId="164AE720" w:rsidR="009F0DEB" w:rsidRDefault="00FA0B13">
      <w:pPr>
        <w:pStyle w:val="ListParagraph"/>
        <w:numPr>
          <w:ilvl w:val="0"/>
          <w:numId w:val="3"/>
        </w:numPr>
        <w:spacing w:after="200"/>
        <w:jc w:val="both"/>
      </w:pPr>
      <w:r w:rsidRPr="00FA0B13">
        <w:t>maaomanikega Elering AS-i nimel kirjalike raie läbiviimise kokkulepete sõlmimine tingimusel, et</w:t>
      </w:r>
      <w:r w:rsidR="009F0DEB" w:rsidRPr="00AD2F17">
        <w:t xml:space="preserve"> </w:t>
      </w:r>
      <w:r w:rsidRPr="00FA0B13">
        <w:t>sellega ei võeta Elering AS-ile rahalisi kohustusi;</w:t>
      </w:r>
    </w:p>
    <w:p w14:paraId="52917AF5" w14:textId="568FF607" w:rsidR="009E01B6" w:rsidRDefault="009E01B6">
      <w:pPr>
        <w:pStyle w:val="ListParagraph"/>
        <w:numPr>
          <w:ilvl w:val="0"/>
          <w:numId w:val="3"/>
        </w:numPr>
        <w:spacing w:after="200"/>
        <w:jc w:val="both"/>
      </w:pPr>
      <w:r w:rsidRPr="009E01B6">
        <w:t>maaomanike kinnistutel raie (raadamise ja kaitsevööndite puhastamise puittaimedest) tegemine;</w:t>
      </w:r>
    </w:p>
    <w:p w14:paraId="480C3F9F" w14:textId="77777777" w:rsidR="00E86DF1" w:rsidRDefault="00E86DF1" w:rsidP="00E86DF1">
      <w:pPr>
        <w:pStyle w:val="ListParagraph"/>
        <w:numPr>
          <w:ilvl w:val="0"/>
          <w:numId w:val="3"/>
        </w:numPr>
        <w:spacing w:after="200"/>
        <w:jc w:val="both"/>
      </w:pPr>
      <w:r>
        <w:t>maaomanike kinnistutel raadatud ja/või võsastunud ala ettevalmistamine niidetavaks põllumaaks;</w:t>
      </w:r>
    </w:p>
    <w:p w14:paraId="6BDE3E63" w14:textId="40B5FA1C" w:rsidR="00E86DF1" w:rsidRPr="00AD2F17" w:rsidRDefault="00E86DF1" w:rsidP="00E86DF1">
      <w:pPr>
        <w:pStyle w:val="ListParagraph"/>
        <w:numPr>
          <w:ilvl w:val="0"/>
          <w:numId w:val="3"/>
        </w:numPr>
        <w:spacing w:after="200"/>
        <w:jc w:val="both"/>
      </w:pPr>
      <w:r>
        <w:t>maaomanike kinnistutel raadatud ja/või võsastunud ala ettevalmistamine haritavaks põllumaaks;</w:t>
      </w:r>
    </w:p>
    <w:p w14:paraId="37ADEF77" w14:textId="47B54BBB" w:rsidR="005A29CE" w:rsidRPr="00AD2F17" w:rsidRDefault="00FA0B13">
      <w:pPr>
        <w:pStyle w:val="ListParagraph"/>
        <w:numPr>
          <w:ilvl w:val="0"/>
          <w:numId w:val="3"/>
        </w:numPr>
        <w:spacing w:after="200"/>
        <w:jc w:val="both"/>
      </w:pPr>
      <w:r w:rsidRPr="00FA0B13">
        <w:t>metsateatiste allkirjastamine ja Keskkonnaametile esitamine</w:t>
      </w:r>
      <w:r>
        <w:t>.</w:t>
      </w:r>
    </w:p>
    <w:p w14:paraId="616B2B44" w14:textId="77777777" w:rsidR="005A29CE" w:rsidRDefault="005A29CE" w:rsidP="005A29CE">
      <w:pPr>
        <w:spacing w:after="200"/>
        <w:jc w:val="both"/>
        <w:rPr>
          <w:rFonts w:eastAsia="Cambria"/>
          <w:lang w:eastAsia="en-US"/>
        </w:rPr>
      </w:pPr>
    </w:p>
    <w:p w14:paraId="7140A5CE" w14:textId="69A19382" w:rsidR="005A29CE" w:rsidRPr="005A29CE" w:rsidRDefault="005A29CE" w:rsidP="005A29CE">
      <w:pPr>
        <w:spacing w:after="200"/>
        <w:jc w:val="both"/>
        <w:rPr>
          <w:rFonts w:eastAsia="Cambria"/>
          <w:lang w:eastAsia="en-US"/>
        </w:rPr>
      </w:pPr>
      <w:bookmarkStart w:id="0" w:name="_Hlk144365723"/>
      <w:r w:rsidRPr="005A29CE">
        <w:rPr>
          <w:rFonts w:eastAsia="Cambria"/>
          <w:lang w:eastAsia="en-US"/>
        </w:rPr>
        <w:t>Käesolev volikiri annab volitatud isikule mh õiguse Elering AS-i nimel nõuda, saada ja esitada kõiki eelnimetatud toimingutega seonduvaid avaldusi, taotlusi, dokumente, seisukohti ja/või väljavõtteid</w:t>
      </w:r>
      <w:r>
        <w:rPr>
          <w:rFonts w:eastAsia="Cambria"/>
          <w:lang w:eastAsia="en-US"/>
        </w:rPr>
        <w:t>, suhelda Elering AS-i nimel füüsiliste ja juriidiliste isikutega (sh ametiasutustega)</w:t>
      </w:r>
      <w:r w:rsidRPr="005A29CE">
        <w:rPr>
          <w:rFonts w:eastAsia="Cambria"/>
          <w:lang w:eastAsia="en-US"/>
        </w:rPr>
        <w:t xml:space="preserve"> ning te</w:t>
      </w:r>
      <w:r>
        <w:rPr>
          <w:rFonts w:eastAsia="Cambria"/>
          <w:lang w:eastAsia="en-US"/>
        </w:rPr>
        <w:t>ha</w:t>
      </w:r>
      <w:r w:rsidRPr="005A29CE">
        <w:rPr>
          <w:rFonts w:eastAsia="Cambria"/>
          <w:lang w:eastAsia="en-US"/>
        </w:rPr>
        <w:t xml:space="preserve"> kõike muud, mis on vajalik käesoleva volikirja eesmärgi saavutamiseks.</w:t>
      </w:r>
    </w:p>
    <w:bookmarkEnd w:id="0"/>
    <w:p w14:paraId="5B0B8ED0" w14:textId="77777777" w:rsidR="005A29CE" w:rsidRDefault="005A29CE">
      <w:pPr>
        <w:spacing w:after="200"/>
        <w:jc w:val="both"/>
      </w:pPr>
    </w:p>
    <w:p w14:paraId="11013388" w14:textId="22E234AD" w:rsidR="00311AA8" w:rsidRPr="00AD2F17" w:rsidRDefault="004312BC">
      <w:pPr>
        <w:spacing w:after="200"/>
        <w:jc w:val="both"/>
        <w:rPr>
          <w:rFonts w:eastAsia="Cambria"/>
          <w:lang w:eastAsia="en-US"/>
        </w:rPr>
      </w:pPr>
      <w:r w:rsidRPr="00AD2F17">
        <w:t>Käesolev v</w:t>
      </w:r>
      <w:r w:rsidR="000202FB" w:rsidRPr="00AD2F17">
        <w:t xml:space="preserve">olikiri </w:t>
      </w:r>
      <w:r w:rsidR="005F42A1" w:rsidRPr="00AD2F17">
        <w:t>k</w:t>
      </w:r>
      <w:r w:rsidR="000202FB" w:rsidRPr="00AD2F17">
        <w:t>ehti</w:t>
      </w:r>
      <w:r w:rsidR="005F42A1" w:rsidRPr="00AD2F17">
        <w:t>b</w:t>
      </w:r>
      <w:r w:rsidR="000202FB" w:rsidRPr="00AD2F17">
        <w:t xml:space="preserve"> kuni 3</w:t>
      </w:r>
      <w:r w:rsidR="006C2F41">
        <w:t xml:space="preserve">1.12.2025 </w:t>
      </w:r>
      <w:r w:rsidR="000202FB" w:rsidRPr="00AD2F17">
        <w:t>ning on välja antud</w:t>
      </w:r>
      <w:r w:rsidR="00630C54" w:rsidRPr="00AD2F17">
        <w:t xml:space="preserve"> </w:t>
      </w:r>
      <w:r w:rsidR="000202FB" w:rsidRPr="00AD2F17">
        <w:t xml:space="preserve">edasivolitamise õiguseta. </w:t>
      </w:r>
    </w:p>
    <w:p w14:paraId="2A162F84" w14:textId="77777777" w:rsidR="00311AA8" w:rsidRDefault="00311AA8" w:rsidP="003121D7">
      <w:pPr>
        <w:spacing w:after="200"/>
        <w:jc w:val="both"/>
      </w:pPr>
    </w:p>
    <w:p w14:paraId="04528360" w14:textId="5B09E44E" w:rsidR="003121D7" w:rsidRDefault="00FF6FE2" w:rsidP="003121D7">
      <w:pPr>
        <w:spacing w:after="200"/>
        <w:jc w:val="both"/>
        <w:rPr>
          <w:rFonts w:eastAsia="Cambria"/>
          <w:lang w:eastAsia="en-US"/>
        </w:rPr>
      </w:pPr>
      <w:r w:rsidRPr="002A3041">
        <w:rPr>
          <w:rFonts w:eastAsia="Cambria"/>
          <w:lang w:eastAsia="en-US"/>
        </w:rPr>
        <w:t>/allkirjastatud digitaalselt/</w:t>
      </w:r>
      <w:r w:rsidR="005F42A1">
        <w:rPr>
          <w:rFonts w:eastAsia="Cambria"/>
          <w:lang w:eastAsia="en-US"/>
        </w:rPr>
        <w:tab/>
      </w:r>
      <w:r w:rsidR="005F42A1">
        <w:rPr>
          <w:rFonts w:eastAsia="Cambria"/>
          <w:lang w:eastAsia="en-US"/>
        </w:rPr>
        <w:tab/>
      </w:r>
      <w:r w:rsidR="005F42A1">
        <w:rPr>
          <w:rFonts w:eastAsia="Cambria"/>
          <w:lang w:eastAsia="en-US"/>
        </w:rPr>
        <w:tab/>
      </w:r>
      <w:r w:rsidR="005F42A1">
        <w:rPr>
          <w:rFonts w:eastAsia="Cambria"/>
          <w:lang w:eastAsia="en-US"/>
        </w:rPr>
        <w:tab/>
      </w:r>
      <w:r w:rsidR="005F42A1">
        <w:rPr>
          <w:rFonts w:eastAsia="Cambria"/>
          <w:lang w:eastAsia="en-US"/>
        </w:rPr>
        <w:tab/>
      </w:r>
    </w:p>
    <w:p w14:paraId="1D1D7313" w14:textId="25886E96" w:rsidR="00594CC3" w:rsidRPr="002A3041" w:rsidRDefault="005F42A1" w:rsidP="005A29CE">
      <w:pPr>
        <w:spacing w:after="200"/>
        <w:jc w:val="both"/>
      </w:pPr>
      <w:r>
        <w:rPr>
          <w:rFonts w:eastAsia="Cambria"/>
          <w:lang w:eastAsia="en-US"/>
        </w:rPr>
        <w:t>Kalle Kilk</w:t>
      </w:r>
      <w:r>
        <w:rPr>
          <w:rFonts w:eastAsia="Cambria"/>
          <w:lang w:eastAsia="en-US"/>
        </w:rPr>
        <w:tab/>
      </w:r>
      <w:r>
        <w:rPr>
          <w:rFonts w:eastAsia="Cambria"/>
          <w:lang w:eastAsia="en-US"/>
        </w:rPr>
        <w:tab/>
      </w:r>
      <w:r>
        <w:rPr>
          <w:rFonts w:eastAsia="Cambria"/>
          <w:lang w:eastAsia="en-US"/>
        </w:rPr>
        <w:tab/>
      </w:r>
      <w:r>
        <w:rPr>
          <w:rFonts w:eastAsia="Cambria"/>
          <w:lang w:eastAsia="en-US"/>
        </w:rPr>
        <w:tab/>
      </w:r>
      <w:r>
        <w:rPr>
          <w:rFonts w:eastAsia="Cambria"/>
          <w:lang w:eastAsia="en-US"/>
        </w:rPr>
        <w:tab/>
      </w:r>
      <w:r>
        <w:rPr>
          <w:rFonts w:eastAsia="Cambria"/>
          <w:lang w:eastAsia="en-US"/>
        </w:rPr>
        <w:tab/>
      </w:r>
      <w:r>
        <w:rPr>
          <w:rFonts w:eastAsia="Cambria"/>
          <w:lang w:eastAsia="en-US"/>
        </w:rPr>
        <w:tab/>
      </w:r>
    </w:p>
    <w:p w14:paraId="0DD459E6" w14:textId="77777777" w:rsidR="00594CC3" w:rsidRPr="002A3041" w:rsidRDefault="00594CC3" w:rsidP="00594CC3"/>
    <w:sectPr w:rsidR="00594CC3" w:rsidRPr="002A3041" w:rsidSect="006652EF">
      <w:headerReference w:type="default" r:id="rId11"/>
      <w:footerReference w:type="default" r:id="rId12"/>
      <w:pgSz w:w="11906" w:h="16838"/>
      <w:pgMar w:top="197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5454" w14:textId="77777777" w:rsidR="00BA5994" w:rsidRDefault="00BA5994">
      <w:r>
        <w:separator/>
      </w:r>
    </w:p>
  </w:endnote>
  <w:endnote w:type="continuationSeparator" w:id="0">
    <w:p w14:paraId="15CC4FAE" w14:textId="77777777" w:rsidR="00BA5994" w:rsidRDefault="00BA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Klavika Lt">
    <w:altName w:val="Arial"/>
    <w:panose1 w:val="00000000000000000000"/>
    <w:charset w:val="00"/>
    <w:family w:val="modern"/>
    <w:notTrueType/>
    <w:pitch w:val="variable"/>
    <w:sig w:usb0="00000001" w:usb1="5000204A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A8DF" w14:textId="77777777" w:rsidR="00EA501C" w:rsidRPr="00EA501C" w:rsidRDefault="00EA501C" w:rsidP="00EA501C">
    <w:pPr>
      <w:ind w:left="-851"/>
      <w:jc w:val="right"/>
      <w:rPr>
        <w:rFonts w:ascii="Klavika Lt" w:hAnsi="Klavika Lt"/>
        <w:color w:val="808284"/>
        <w:sz w:val="18"/>
      </w:rPr>
    </w:pPr>
    <w:r w:rsidRPr="00EA501C">
      <w:rPr>
        <w:rFonts w:ascii="Klavika Lt" w:hAnsi="Klavika Lt"/>
        <w:b/>
        <w:color w:val="808284"/>
        <w:sz w:val="18"/>
      </w:rPr>
      <w:t>Elering AS</w:t>
    </w:r>
    <w:r w:rsidRPr="00EA501C">
      <w:rPr>
        <w:rFonts w:ascii="Klavika Lt" w:hAnsi="Klavika Lt"/>
        <w:color w:val="808284"/>
        <w:sz w:val="18"/>
      </w:rPr>
      <w:t xml:space="preserve"> | Registrikood/Reg. code 11022625 | Kadaka tee 42, 12915 Tallinn, Estonia</w:t>
    </w:r>
    <w:r w:rsidRPr="00EA501C">
      <w:rPr>
        <w:rFonts w:ascii="Klavika Lt" w:hAnsi="Klavika Lt"/>
        <w:color w:val="808284"/>
        <w:sz w:val="18"/>
      </w:rPr>
      <w:br/>
      <w:t xml:space="preserve"> </w:t>
    </w:r>
    <w:r w:rsidRPr="00EA501C">
      <w:rPr>
        <w:rFonts w:ascii="Klavika Lt" w:hAnsi="Klavika Lt"/>
        <w:noProof/>
        <w:color w:val="808284"/>
        <w:sz w:val="18"/>
      </w:rPr>
      <w:drawing>
        <wp:inline distT="0" distB="0" distL="0" distR="0" wp14:anchorId="7333EDC4" wp14:editId="2A357D0D">
          <wp:extent cx="69215" cy="92075"/>
          <wp:effectExtent l="0" t="0" r="6985" b="317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A501C">
      <w:rPr>
        <w:rFonts w:ascii="Klavika Lt" w:hAnsi="Klavika Lt"/>
        <w:color w:val="808284"/>
        <w:sz w:val="18"/>
      </w:rPr>
      <w:t xml:space="preserve"> + 372 715 1222 | </w:t>
    </w:r>
    <w:r w:rsidRPr="00EA501C">
      <w:rPr>
        <w:rFonts w:ascii="Klavika Lt" w:hAnsi="Klavika Lt"/>
        <w:noProof/>
        <w:color w:val="808284"/>
        <w:sz w:val="18"/>
      </w:rPr>
      <w:drawing>
        <wp:inline distT="0" distB="0" distL="0" distR="0" wp14:anchorId="610B3782" wp14:editId="065D63A0">
          <wp:extent cx="76835" cy="92075"/>
          <wp:effectExtent l="0" t="0" r="0" b="3175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A501C">
      <w:rPr>
        <w:rFonts w:ascii="Klavika Lt" w:hAnsi="Klavika Lt"/>
        <w:color w:val="808284"/>
        <w:sz w:val="18"/>
      </w:rPr>
      <w:t xml:space="preserve"> + 372 715 1200 | www.elering.ee | Ametlik e-post/Official e-mail: info@elering.ee </w:t>
    </w:r>
  </w:p>
  <w:p w14:paraId="62003745" w14:textId="77777777" w:rsidR="00D85BEB" w:rsidRPr="00EA501C" w:rsidRDefault="00D85BEB" w:rsidP="00EA5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62BC1" w14:textId="77777777" w:rsidR="00BA5994" w:rsidRDefault="00BA5994">
      <w:r>
        <w:separator/>
      </w:r>
    </w:p>
  </w:footnote>
  <w:footnote w:type="continuationSeparator" w:id="0">
    <w:p w14:paraId="128C8AC0" w14:textId="77777777" w:rsidR="00BA5994" w:rsidRDefault="00BA5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3A0C" w14:textId="77777777" w:rsidR="00582703" w:rsidRDefault="00356360" w:rsidP="00774243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60CD176" wp14:editId="44CC7867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31" name="Picture 31" descr="elering_blank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ring_blank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2E2FB62D" w14:textId="77777777" w:rsidR="00356360" w:rsidRDefault="00356360" w:rsidP="0035636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F6452"/>
    <w:multiLevelType w:val="hybridMultilevel"/>
    <w:tmpl w:val="1E10D5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85A92"/>
    <w:multiLevelType w:val="hybridMultilevel"/>
    <w:tmpl w:val="B4B87E0C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EAF5A98"/>
    <w:multiLevelType w:val="hybridMultilevel"/>
    <w:tmpl w:val="8B7C9F82"/>
    <w:lvl w:ilvl="0" w:tplc="0425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0026018">
    <w:abstractNumId w:val="1"/>
  </w:num>
  <w:num w:numId="2" w16cid:durableId="839854116">
    <w:abstractNumId w:val="2"/>
  </w:num>
  <w:num w:numId="3" w16cid:durableId="171634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FB"/>
    <w:rsid w:val="00002827"/>
    <w:rsid w:val="000066CC"/>
    <w:rsid w:val="00007A24"/>
    <w:rsid w:val="000202FB"/>
    <w:rsid w:val="00023789"/>
    <w:rsid w:val="000237AA"/>
    <w:rsid w:val="00031CCA"/>
    <w:rsid w:val="0003471D"/>
    <w:rsid w:val="00034AE7"/>
    <w:rsid w:val="00070F81"/>
    <w:rsid w:val="000810BB"/>
    <w:rsid w:val="00083E4C"/>
    <w:rsid w:val="000952F0"/>
    <w:rsid w:val="000A68BF"/>
    <w:rsid w:val="000B4FDF"/>
    <w:rsid w:val="000B5DB0"/>
    <w:rsid w:val="000D242D"/>
    <w:rsid w:val="000D3FD5"/>
    <w:rsid w:val="000E1D66"/>
    <w:rsid w:val="001032D8"/>
    <w:rsid w:val="00115590"/>
    <w:rsid w:val="00116E70"/>
    <w:rsid w:val="00123851"/>
    <w:rsid w:val="00156042"/>
    <w:rsid w:val="0016579D"/>
    <w:rsid w:val="00182C55"/>
    <w:rsid w:val="00185534"/>
    <w:rsid w:val="001A186B"/>
    <w:rsid w:val="001B312B"/>
    <w:rsid w:val="001C1774"/>
    <w:rsid w:val="001C7559"/>
    <w:rsid w:val="001E11FE"/>
    <w:rsid w:val="001E7464"/>
    <w:rsid w:val="001F2B0A"/>
    <w:rsid w:val="001F7757"/>
    <w:rsid w:val="001F7CE8"/>
    <w:rsid w:val="00205BEF"/>
    <w:rsid w:val="002230FB"/>
    <w:rsid w:val="00254041"/>
    <w:rsid w:val="002A3041"/>
    <w:rsid w:val="002A33D1"/>
    <w:rsid w:val="002B70E8"/>
    <w:rsid w:val="002C0982"/>
    <w:rsid w:val="002E7EE6"/>
    <w:rsid w:val="00311AA8"/>
    <w:rsid w:val="003121D7"/>
    <w:rsid w:val="0031706F"/>
    <w:rsid w:val="003226F1"/>
    <w:rsid w:val="00344498"/>
    <w:rsid w:val="00356360"/>
    <w:rsid w:val="00370475"/>
    <w:rsid w:val="003866A4"/>
    <w:rsid w:val="003A5E14"/>
    <w:rsid w:val="003B1F75"/>
    <w:rsid w:val="003B4BA7"/>
    <w:rsid w:val="003B67AD"/>
    <w:rsid w:val="003C36EF"/>
    <w:rsid w:val="004221D6"/>
    <w:rsid w:val="004312BC"/>
    <w:rsid w:val="004345EA"/>
    <w:rsid w:val="004468C5"/>
    <w:rsid w:val="00450C4B"/>
    <w:rsid w:val="0046005B"/>
    <w:rsid w:val="00466ADA"/>
    <w:rsid w:val="00470F4E"/>
    <w:rsid w:val="004A1475"/>
    <w:rsid w:val="004C065A"/>
    <w:rsid w:val="004C75CD"/>
    <w:rsid w:val="004D0E01"/>
    <w:rsid w:val="004E240E"/>
    <w:rsid w:val="005035BF"/>
    <w:rsid w:val="00544657"/>
    <w:rsid w:val="00563B4B"/>
    <w:rsid w:val="00582703"/>
    <w:rsid w:val="00592A7B"/>
    <w:rsid w:val="00594CC3"/>
    <w:rsid w:val="005A29CE"/>
    <w:rsid w:val="005C5D6F"/>
    <w:rsid w:val="005C636C"/>
    <w:rsid w:val="005C76B5"/>
    <w:rsid w:val="005D3C80"/>
    <w:rsid w:val="005E67B3"/>
    <w:rsid w:val="005F42A1"/>
    <w:rsid w:val="006024B4"/>
    <w:rsid w:val="0060438C"/>
    <w:rsid w:val="0061430B"/>
    <w:rsid w:val="00615E9A"/>
    <w:rsid w:val="00623E14"/>
    <w:rsid w:val="00626FDE"/>
    <w:rsid w:val="00630C54"/>
    <w:rsid w:val="00634078"/>
    <w:rsid w:val="006359B2"/>
    <w:rsid w:val="00635D86"/>
    <w:rsid w:val="0064540C"/>
    <w:rsid w:val="00646FB5"/>
    <w:rsid w:val="0064713B"/>
    <w:rsid w:val="006529FB"/>
    <w:rsid w:val="006652EF"/>
    <w:rsid w:val="006B010B"/>
    <w:rsid w:val="006B1138"/>
    <w:rsid w:val="006C2F41"/>
    <w:rsid w:val="006D755D"/>
    <w:rsid w:val="006F4270"/>
    <w:rsid w:val="00742A12"/>
    <w:rsid w:val="007575D7"/>
    <w:rsid w:val="00763ED7"/>
    <w:rsid w:val="00774243"/>
    <w:rsid w:val="00780327"/>
    <w:rsid w:val="00792DF6"/>
    <w:rsid w:val="007A579B"/>
    <w:rsid w:val="007B21D2"/>
    <w:rsid w:val="007E5827"/>
    <w:rsid w:val="0081704D"/>
    <w:rsid w:val="00832F82"/>
    <w:rsid w:val="0085185D"/>
    <w:rsid w:val="00854C35"/>
    <w:rsid w:val="00872B56"/>
    <w:rsid w:val="008867E4"/>
    <w:rsid w:val="00893275"/>
    <w:rsid w:val="008A289F"/>
    <w:rsid w:val="008B0018"/>
    <w:rsid w:val="008F48D2"/>
    <w:rsid w:val="00903628"/>
    <w:rsid w:val="0091042F"/>
    <w:rsid w:val="00931A94"/>
    <w:rsid w:val="00973EBD"/>
    <w:rsid w:val="0098356D"/>
    <w:rsid w:val="0098532F"/>
    <w:rsid w:val="00987A4C"/>
    <w:rsid w:val="0099493A"/>
    <w:rsid w:val="009A2958"/>
    <w:rsid w:val="009C7AF0"/>
    <w:rsid w:val="009D00C5"/>
    <w:rsid w:val="009E01B6"/>
    <w:rsid w:val="009E477C"/>
    <w:rsid w:val="009E4856"/>
    <w:rsid w:val="009E5D49"/>
    <w:rsid w:val="009F0D0A"/>
    <w:rsid w:val="009F0DEB"/>
    <w:rsid w:val="009F3D81"/>
    <w:rsid w:val="00A163EA"/>
    <w:rsid w:val="00A42258"/>
    <w:rsid w:val="00A753BC"/>
    <w:rsid w:val="00A83E2E"/>
    <w:rsid w:val="00AC6C06"/>
    <w:rsid w:val="00AD2F17"/>
    <w:rsid w:val="00AE1B7D"/>
    <w:rsid w:val="00B05B88"/>
    <w:rsid w:val="00B20A75"/>
    <w:rsid w:val="00B47236"/>
    <w:rsid w:val="00B522C5"/>
    <w:rsid w:val="00B8271D"/>
    <w:rsid w:val="00BA5994"/>
    <w:rsid w:val="00BA7544"/>
    <w:rsid w:val="00BC6368"/>
    <w:rsid w:val="00BC6982"/>
    <w:rsid w:val="00BE78F4"/>
    <w:rsid w:val="00BF751E"/>
    <w:rsid w:val="00C046BC"/>
    <w:rsid w:val="00C703FC"/>
    <w:rsid w:val="00C70B8C"/>
    <w:rsid w:val="00C83ADE"/>
    <w:rsid w:val="00C856A4"/>
    <w:rsid w:val="00C91D75"/>
    <w:rsid w:val="00CA097C"/>
    <w:rsid w:val="00CD0E21"/>
    <w:rsid w:val="00D176F7"/>
    <w:rsid w:val="00D2660E"/>
    <w:rsid w:val="00D55363"/>
    <w:rsid w:val="00D6568A"/>
    <w:rsid w:val="00D85BEB"/>
    <w:rsid w:val="00DB3C64"/>
    <w:rsid w:val="00DC02F8"/>
    <w:rsid w:val="00DF0EAA"/>
    <w:rsid w:val="00DF18D3"/>
    <w:rsid w:val="00DF6861"/>
    <w:rsid w:val="00E07652"/>
    <w:rsid w:val="00E14E31"/>
    <w:rsid w:val="00E27D5D"/>
    <w:rsid w:val="00E72B61"/>
    <w:rsid w:val="00E74326"/>
    <w:rsid w:val="00E746F1"/>
    <w:rsid w:val="00E86DF1"/>
    <w:rsid w:val="00E97BF9"/>
    <w:rsid w:val="00EA501C"/>
    <w:rsid w:val="00EA5630"/>
    <w:rsid w:val="00ED66E1"/>
    <w:rsid w:val="00EF7C36"/>
    <w:rsid w:val="00F0199E"/>
    <w:rsid w:val="00F1202E"/>
    <w:rsid w:val="00F2672E"/>
    <w:rsid w:val="00F558ED"/>
    <w:rsid w:val="00F903E7"/>
    <w:rsid w:val="00FA0B13"/>
    <w:rsid w:val="00FC55A3"/>
    <w:rsid w:val="00FC690A"/>
    <w:rsid w:val="00FD4E11"/>
    <w:rsid w:val="00FE5982"/>
    <w:rsid w:val="00FE7F19"/>
    <w:rsid w:val="00FF3719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ADECAF"/>
  <w15:docId w15:val="{BDFDB642-F642-40C5-B0A3-027AEC5B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NormalWeb">
    <w:name w:val="Normal (Web)"/>
    <w:basedOn w:val="Normal"/>
    <w:uiPriority w:val="99"/>
    <w:unhideWhenUsed/>
    <w:rsid w:val="00EA501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EA5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501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24B4"/>
    <w:rPr>
      <w:color w:val="808080"/>
    </w:rPr>
  </w:style>
  <w:style w:type="paragraph" w:styleId="ListParagraph">
    <w:name w:val="List Paragraph"/>
    <w:basedOn w:val="Normal"/>
    <w:uiPriority w:val="34"/>
    <w:qFormat/>
    <w:rsid w:val="005C5D6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2660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266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660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66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2660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D2F17"/>
    <w:rPr>
      <w:color w:val="0563C1"/>
      <w:u w:val="single"/>
    </w:rPr>
  </w:style>
  <w:style w:type="character" w:styleId="FollowedHyperlink">
    <w:name w:val="FollowedHyperlink"/>
    <w:basedOn w:val="DefaultParagraphFont"/>
    <w:semiHidden/>
    <w:unhideWhenUsed/>
    <w:rsid w:val="00AD2F1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592A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liin.maesaar\AppData\Roaming\Microsoft\Templates\Voli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olikiri" ma:contentTypeID="0x0101001E3AC79EB5C141EC9E9142F93D435C4100D86AFA41C90741B1ADD7BCFC0E5E80B70077EE5FE6A54DF64A8F936DA3DF94187F" ma:contentTypeVersion="18" ma:contentTypeDescription="Volikiri" ma:contentTypeScope="" ma:versionID="edcb7671ccdd52cd9cd3227ccc715e8d">
  <xsd:schema xmlns:xsd="http://www.w3.org/2001/XMLSchema" xmlns:xs="http://www.w3.org/2001/XMLSchema" xmlns:p="http://schemas.microsoft.com/office/2006/metadata/properties" xmlns:ns1="http://schemas.microsoft.com/sharepoint/v3" xmlns:ns2="0098ecf3-37a3-4db1-952f-6c5756c6f55d" targetNamespace="http://schemas.microsoft.com/office/2006/metadata/properties" ma:root="true" ma:fieldsID="e61d00bd95dc2680ac296f394fa4adde" ns1:_="" ns2:_="">
    <xsd:import namespace="http://schemas.microsoft.com/sharepoint/v3"/>
    <xsd:import namespace="0098ecf3-37a3-4db1-952f-6c5756c6f55d"/>
    <xsd:element name="properties">
      <xsd:complexType>
        <xsd:sequence>
          <xsd:element name="documentManagement">
            <xsd:complexType>
              <xsd:all>
                <xsd:element ref="ns1:FileExtension" minOccurs="0"/>
                <xsd:element ref="ns1:DocAppendixes" minOccurs="0"/>
                <xsd:element ref="ns1:RegNr" minOccurs="0"/>
                <xsd:element ref="ns1:Index" minOccurs="0"/>
                <xsd:element ref="ns1:CaseNumber" minOccurs="0"/>
                <xsd:element ref="ns1:DocumentID" minOccurs="0"/>
                <xsd:element ref="ns1:DocumentSerieNumber" minOccurs="0"/>
                <xsd:element ref="ns1:FinancialYear" minOccurs="0"/>
                <xsd:element ref="ns1:RegistrationDate" minOccurs="0"/>
                <xsd:element ref="ns1:Registrant" minOccurs="0"/>
                <xsd:element ref="ns1:IsMainDocument" minOccurs="0"/>
                <xsd:element ref="ns1:ContentSummary" minOccurs="0"/>
                <xsd:element ref="ns1:Media" minOccurs="0"/>
                <xsd:element ref="ns1:DocumentDate" minOccurs="0"/>
                <xsd:element ref="ns1:Composers" minOccurs="0"/>
                <xsd:element ref="ns1:Signers" minOccurs="0"/>
                <xsd:element ref="ns1:ResponsiblePerson" minOccurs="0"/>
                <xsd:element ref="ns1:LetterSendingMethod" minOccurs="0"/>
                <xsd:element ref="ns1:InboundLetterNumber" minOccurs="0"/>
                <xsd:element ref="ns1:AddresseeName" minOccurs="0"/>
                <xsd:element ref="ns1:AddresseeCompanyName" minOccurs="0"/>
                <xsd:element ref="ns1:AddresseeCompanysRegCode" minOccurs="0"/>
                <xsd:element ref="ns1:AddresseeEMail" minOccurs="0"/>
                <xsd:element ref="ns1:AddresseePhone" minOccurs="0"/>
                <xsd:element ref="ns1:AddresseeAddress" minOccurs="0"/>
                <xsd:element ref="ns1:AddresseeCity" minOccurs="0"/>
                <xsd:element ref="ns1:AddresseeZip" minOccurs="0"/>
                <xsd:element ref="ns1:AddresseeState" minOccurs="0"/>
                <xsd:element ref="ns1:AddresseeCountry" minOccurs="0"/>
                <xsd:element ref="ns1:AdditionalAddressees" minOccurs="0"/>
                <xsd:element ref="ns1:AccessPermissions" minOccurs="0"/>
                <xsd:element ref="ns1:RestrictionBeginDate" minOccurs="0"/>
                <xsd:element ref="ns1:RestrictionEndDate" minOccurs="0"/>
                <xsd:element ref="ns1:RestrictionAuthorisation" minOccurs="0"/>
                <xsd:element ref="ns1:RestrictionChangeAuthorization" minOccurs="0"/>
                <xsd:element ref="ns1:PublishTitle" minOccurs="0"/>
                <xsd:element ref="ns1:Publish" minOccurs="0"/>
                <xsd:element ref="ns2:IsPublished" minOccurs="0"/>
                <xsd:element ref="ns1:Deadline" minOccurs="0"/>
                <xsd:element ref="ns1:MainDocumentID" minOccurs="0"/>
                <xsd:element ref="ns2:Ettev_x00f5_te_x0020_m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Extension" ma:index="8" nillable="true" ma:displayName="Faili laiend" ma:hidden="true" ma:internalName="FileExtension">
      <xsd:simpleType>
        <xsd:restriction base="dms:Text"/>
      </xsd:simpleType>
    </xsd:element>
    <xsd:element name="DocAppendixes" ma:index="9" nillable="true" ma:displayName="Lisad" ma:description="" ma:hidden="true" ma:internalName="DocAppendixes">
      <xsd:simpleType>
        <xsd:restriction base="dms:Unknown"/>
      </xsd:simpleType>
    </xsd:element>
    <xsd:element name="RegNr" ma:index="10" nillable="true" ma:displayName="Reg. nr" ma:internalName="RegNr">
      <xsd:simpleType>
        <xsd:restriction base="dms:Text"/>
      </xsd:simpleType>
    </xsd:element>
    <xsd:element name="Index" ma:index="11" nillable="true" ma:displayName="Indeks" ma:hidden="true" ma:internalName="Index">
      <xsd:simpleType>
        <xsd:restriction base="dms:Text"/>
      </xsd:simpleType>
    </xsd:element>
    <xsd:element name="CaseNumber" ma:index="12" nillable="true" ma:displayName="Toimiku number" ma:decimals="0" ma:hidden="true" ma:internalName="CaseNumber">
      <xsd:simpleType>
        <xsd:restriction base="dms:Number"/>
      </xsd:simpleType>
    </xsd:element>
    <xsd:element name="DocumentID" ma:index="13" nillable="true" ma:displayName="Dok. ID" ma:decimals="0" ma:hidden="true" ma:internalName="DocumentID">
      <xsd:simpleType>
        <xsd:restriction base="dms:Number"/>
      </xsd:simpleType>
    </xsd:element>
    <xsd:element name="DocumentSerieNumber" ma:index="14" nillable="true" ma:displayName="Dokumendi järg" ma:decimals="0" ma:hidden="true" ma:internalName="DocumentSerieNumber">
      <xsd:simpleType>
        <xsd:restriction base="dms:Number"/>
      </xsd:simpleType>
    </xsd:element>
    <xsd:element name="FinancialYear" ma:index="15" nillable="true" ma:displayName="Asjaajamise aasta" ma:decimals="0" ma:hidden="true" ma:internalName="FinancialYear">
      <xsd:simpleType>
        <xsd:restriction base="dms:Number"/>
      </xsd:simpleType>
    </xsd:element>
    <xsd:element name="RegistrationDate" ma:index="16" nillable="true" ma:displayName="Registreerimise kuupäev" ma:default="" ma:internalName="RegistrationDate">
      <xsd:simpleType>
        <xsd:restriction base="dms:DateTime"/>
      </xsd:simpleType>
    </xsd:element>
    <xsd:element name="Registrant" ma:index="17" nillable="true" ma:displayName="Registreerija" ma:hidden="true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sMainDocument" ma:index="18" nillable="true" ma:displayName="On põhidokument" ma:default="TRUE" ma:hidden="true" ma:internalName="IsMainDocument">
      <xsd:simpleType>
        <xsd:restriction base="dms:Boolean"/>
      </xsd:simpleType>
    </xsd:element>
    <xsd:element name="ContentSummary" ma:index="19" nillable="true" ma:displayName="Sisukokkuvõte" ma:internalName="ContentSummary">
      <xsd:simpleType>
        <xsd:restriction base="dms:Note"/>
      </xsd:simpleType>
    </xsd:element>
    <xsd:element name="Media" ma:index="21" nillable="true" ma:displayName="Meedia" ma:format="Dropdown" ma:hidden="true" ma:internalName="Media">
      <xsd:simpleType>
        <xsd:restriction base="dms:Choice">
          <xsd:enumeration value="Paber"/>
          <xsd:enumeration value="Digitaalne"/>
          <xsd:enumeration value="Muu"/>
        </xsd:restriction>
      </xsd:simpleType>
    </xsd:element>
    <xsd:element name="DocumentDate" ma:index="22" nillable="true" ma:displayName="Dokumendi kuupäev" ma:default="" ma:format="DateOnly" ma:internalName="DocumentDate">
      <xsd:simpleType>
        <xsd:restriction base="dms:DateTime"/>
      </xsd:simpleType>
    </xsd:element>
    <xsd:element name="Composers" ma:index="23" nillable="true" ma:displayName="Koostajad" ma:internalName="Composers">
      <xsd:simpleType>
        <xsd:restriction base="dms:Note"/>
      </xsd:simpleType>
    </xsd:element>
    <xsd:element name="Signers" ma:index="24" nillable="true" ma:displayName="Allkirjastajad" ma:internalName="Signers">
      <xsd:simpleType>
        <xsd:restriction base="dms:Note"/>
      </xsd:simpleType>
    </xsd:element>
    <xsd:element name="ResponsiblePerson" ma:index="25" nillable="true" ma:displayName="Vastutaja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tterSendingMethod" ma:index="26" nillable="true" ma:displayName="Saatmisviis" ma:internalName="LetterSendingMethod">
      <xsd:simpleType>
        <xsd:restriction base="dms:Choice">
          <xsd:enumeration value="Post"/>
          <xsd:enumeration value="E-post"/>
          <xsd:enumeration value="Faks"/>
          <xsd:enumeration value="Kuller"/>
          <xsd:enumeration value="Tähitud post isiklikult kätte"/>
          <xsd:enumeration value="Väljastusteatega"/>
        </xsd:restriction>
      </xsd:simpleType>
    </xsd:element>
    <xsd:element name="InboundLetterNumber" ma:index="27" nillable="true" ma:displayName="Sissetulnud dokumendi reg. nr" ma:hidden="true" ma:internalName="InboundLetterNumber" ma:readOnly="false">
      <xsd:simpleType>
        <xsd:restriction base="dms:Text"/>
      </xsd:simpleType>
    </xsd:element>
    <xsd:element name="AddresseeName" ma:index="28" nillable="true" ma:displayName="Adressaadi nimi" ma:internalName="AddresseeName">
      <xsd:simpleType>
        <xsd:restriction base="dms:Text"/>
      </xsd:simpleType>
    </xsd:element>
    <xsd:element name="AddresseeCompanyName" ma:index="29" nillable="true" ma:displayName="Adressaadi asutuse nimi" ma:internalName="AddresseeCompanyName">
      <xsd:simpleType>
        <xsd:restriction base="dms:Text"/>
      </xsd:simpleType>
    </xsd:element>
    <xsd:element name="AddresseeCompanysRegCode" ma:index="30" nillable="true" ma:displayName="Adressaadi asutuse registrikood" ma:hidden="true" ma:internalName="AddresseeCompanysRegCode" ma:readOnly="false">
      <xsd:simpleType>
        <xsd:restriction base="dms:Text"/>
      </xsd:simpleType>
    </xsd:element>
    <xsd:element name="AddresseeEMail" ma:index="31" nillable="true" ma:displayName="Adressaadi e-post" ma:internalName="AddresseeEMail">
      <xsd:simpleType>
        <xsd:restriction base="dms:Text"/>
      </xsd:simpleType>
    </xsd:element>
    <xsd:element name="AddresseePhone" ma:index="32" nillable="true" ma:displayName="Adressaadi telefon" ma:hidden="true" ma:internalName="AddresseePhone" ma:readOnly="false">
      <xsd:simpleType>
        <xsd:restriction base="dms:Text"/>
      </xsd:simpleType>
    </xsd:element>
    <xsd:element name="AddresseeAddress" ma:index="33" nillable="true" ma:displayName="Adressaadi postiaadress" ma:hidden="true" ma:internalName="AddresseeAddress" ma:readOnly="false">
      <xsd:simpleType>
        <xsd:restriction base="dms:Text"/>
      </xsd:simpleType>
    </xsd:element>
    <xsd:element name="AddresseeCity" ma:index="34" nillable="true" ma:displayName="Adressaadi linn" ma:hidden="true" ma:internalName="AddresseeCity" ma:readOnly="false">
      <xsd:simpleType>
        <xsd:restriction base="dms:Text"/>
      </xsd:simpleType>
    </xsd:element>
    <xsd:element name="AddresseeZip" ma:index="35" nillable="true" ma:displayName="Adressaadi postiindeks" ma:hidden="true" ma:internalName="AddresseeZip" ma:readOnly="false">
      <xsd:simpleType>
        <xsd:restriction base="dms:Text"/>
      </xsd:simpleType>
    </xsd:element>
    <xsd:element name="AddresseeState" ma:index="36" nillable="true" ma:displayName="Adressaadi maakond" ma:hidden="true" ma:internalName="AddresseeState" ma:readOnly="false">
      <xsd:simpleType>
        <xsd:restriction base="dms:Text"/>
      </xsd:simpleType>
    </xsd:element>
    <xsd:element name="AddresseeCountry" ma:index="37" nillable="true" ma:displayName="Adressaadi riik" ma:hidden="true" ma:internalName="AddresseeCountry" ma:readOnly="false">
      <xsd:simpleType>
        <xsd:restriction base="dms:Text"/>
      </xsd:simpleType>
    </xsd:element>
    <xsd:element name="AdditionalAddressees" ma:index="38" nillable="true" ma:displayName="Lisaadressaadid" ma:internalName="AdditionalAddressees">
      <xsd:simpleType>
        <xsd:restriction base="dms:Note"/>
      </xsd:simpleType>
    </xsd:element>
    <xsd:element name="AccessPermissions" ma:index="39" nillable="true" ma:displayName="Juurdepääsupiirang" ma:description="Juurdepääsupiirangute haldamine." ma:hidden="true" ma:internalName="AccessPermission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uurdepääsupiirang"/>
                    <xsd:enumeration value="juurdepääsupiirang"/>
                  </xsd:restriction>
                </xsd:simpleType>
              </xsd:element>
            </xsd:sequence>
          </xsd:extension>
        </xsd:complexContent>
      </xsd:complexType>
    </xsd:element>
    <xsd:element name="RestrictionBeginDate" ma:index="40" nillable="true" ma:displayName="Piirangu algus" ma:format="DateOnly" ma:hidden="true" ma:internalName="RestrictionBeginDate">
      <xsd:simpleType>
        <xsd:restriction base="dms:DateTime"/>
      </xsd:simpleType>
    </xsd:element>
    <xsd:element name="RestrictionEndDate" ma:index="41" nillable="true" ma:displayName="Piirangu lõpp" ma:format="DateOnly" ma:hidden="true" ma:internalName="RestrictionEndDate">
      <xsd:simpleType>
        <xsd:restriction base="dms:DateTime"/>
      </xsd:simpleType>
    </xsd:element>
    <xsd:element name="RestrictionAuthorisation" ma:index="42" nillable="true" ma:displayName="Piirangu alus" ma:internalName="RestrictionAuthorisation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vTS § 35 lg 1 p 11"/>
                        <xsd:enumeration value="AvTS § 35 lg 1 p 12"/>
                        <xsd:enumeration value="AvTS § 35 lg 1 p 17"/>
                        <xsd:enumeration value="AvTS § 35 lg 2 p 2"/>
                        <xsd:enumeration value="AvTS § 35 lg 1 p 19"/>
                        <xsd:enumeration value="AvTS § 35 lg 1 p 10"/>
                        <xsd:enumeration value="AvTS § 35 lg 1 p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RestrictionChangeAuthorization" ma:index="43" nillable="true" ma:displayName="Piirangu muutmise alus" ma:hidden="true" ma:internalName="RestrictionChangeAuthorization">
      <xsd:simpleType>
        <xsd:restriction base="dms:Text"/>
      </xsd:simpleType>
    </xsd:element>
    <xsd:element name="PublishTitle" ma:index="44" nillable="true" ma:displayName="Pealkiri veebis" ma:hidden="true" ma:internalName="PublishTitle" ma:readOnly="false">
      <xsd:simpleType>
        <xsd:restriction base="dms:Text"/>
      </xsd:simpleType>
    </xsd:element>
    <xsd:element name="Publish" ma:index="45" nillable="true" ma:displayName="Avalikusta" ma:default="0" ma:hidden="true" ma:internalName="Publish">
      <xsd:simpleType>
        <xsd:restriction base="dms:Boolean"/>
      </xsd:simpleType>
    </xsd:element>
    <xsd:element name="Deadline" ma:index="48" nillable="true" ma:displayName="Tähtaeg" ma:default="" ma:format="DateOnly" ma:internalName="Deadline" ma:readOnly="false">
      <xsd:simpleType>
        <xsd:restriction base="dms:DateTime"/>
      </xsd:simpleType>
    </xsd:element>
    <xsd:element name="MainDocumentID" ma:index="49" nillable="true" ma:displayName="Põhidokumendi ID" ma:decimals="0" ma:hidden="true" ma:internalName="MainDocument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8ecf3-37a3-4db1-952f-6c5756c6f55d" elementFormDefault="qualified">
    <xsd:import namespace="http://schemas.microsoft.com/office/2006/documentManagement/types"/>
    <xsd:import namespace="http://schemas.microsoft.com/office/infopath/2007/PartnerControls"/>
    <xsd:element name="IsPublished" ma:index="46" nillable="true" ma:displayName="On avalikustatud" ma:hidden="true" ma:internalName="IsPublished">
      <xsd:simpleType>
        <xsd:restriction base="dms:Boolean"/>
      </xsd:simpleType>
    </xsd:element>
    <xsd:element name="Ettev_x00f5_te_x0020_mall" ma:index="50" nillable="true" ma:displayName="Ettevõte mall" ma:default="Elering" ma:format="RadioButtons" ma:internalName="Ettev_x00f5_te_x0020_mall">
      <xsd:simpleType>
        <xsd:union memberTypes="dms:Text">
          <xsd:simpleType>
            <xsd:restriction base="dms:Choice">
              <xsd:enumeration value="Elering"/>
              <xsd:enumeration value="Elering Gaas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 ma:index="20" ma:displayName="Kommentaarid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ErmsDocumentForm</Display>
  <Edit>ErmsDocumentForm</Edit>
  <New>ErmsDocumentForm</New>
</FormTemplates>
</file>

<file path=customXml/item3.xml><?xml version="1.0" encoding="utf-8"?>
<p:properties xmlns:p="http://schemas.microsoft.com/office/2006/metadata/properties">
  <documentManagement xmlns:xsi="http://www.w3.org/2001/XMLSchema-instance">
    <RMUniqueID xmlns="b6a5b959-e41f-47c3-859d-8d6b90ce9377">f1df1ac7-6fb5-45fa-9e0a-914c350e7bb2</RMUniqueID>
    <RMTitle xmlns="b6a5b959-e41f-47c3-859d-8d6b90ce9377"/>
    <RMRegistrationDate xmlns="b6a5b959-e41f-47c3-859d-8d6b90ce9377">2023-08-31T09:56:07.23859Z</RMRegistrationDate>
    <RMReferenceCode xmlns="b6a5b959-e41f-47c3-859d-8d6b90ce9377">1.1-5/2023/38</RMReferenceCode>
    <RMInheritedFields xmlns="b6a5b959-e41f-47c3-859d-8d6b90ce9377" xsi:nil="true"/>
    <RMAccessRestrictionLevel xmlns="b6a5b959-e41f-47c3-859d-8d6b90ce9377">Avalik</RMAccessRestrictionLevel>
    <RMAccessRestrictionOwner xmlns="b6a5b959-e41f-47c3-859d-8d6b90ce9377" xsi:nil="true"/>
    <RMAccessRestrictionReason xmlns="b6a5b959-e41f-47c3-859d-8d6b90ce9377" xsi:nil="true"/>
    <RMAccessRestrictionDuration xmlns="b6a5b959-e41f-47c3-859d-8d6b90ce9377" xsi:nil="true"/>
    <RMAccessRestrictionDate xmlns="b6a5b959-e41f-47c3-859d-8d6b90ce9377" xsi:nil="true"/>
    <RMAccessRestrictionEndEvent xmlns="b6a5b959-e41f-47c3-859d-8d6b90ce9377" xsi:nil="true"/>
    <RMOrderPosition xmlns="b6a5b959-e41f-47c3-859d-8d6b90ce9377" xsi:nil="true"/>
    <RMVirtualFolderNames xmlns="b6a5b959-e41f-47c3-859d-8d6b90ce9377" xsi:nil="true"/>
    <RMAccessRestrictedFrom xmlns="b6a5b959-e41f-47c3-859d-8d6b90ce9377" xsi:nil="true"/>
    <RMAccessRestrictedUntil xmlns="b6a5b959-e41f-47c3-859d-8d6b90ce9377" xsi:nil="true"/>
    <RMAccessRestrictionNotificationTime xmlns="b6a5b959-e41f-47c3-859d-8d6b90ce9377" xsi:nil="true"/>
    <RMFileName xmlns="b6a5b959-e41f-47c3-859d-8d6b90ce9377" xsi:nil="true"/>
    <RMPublishedDocumentUniqueId xmlns="b6a5b959-e41f-47c3-859d-8d6b90ce9377" xsi:nil="true"/>
    <RMRevisionStatus xmlns="b6a5b959-e41f-47c3-859d-8d6b90ce9377" xsi:nil="true"/>
    <RMRevisionNumber xmlns="b6a5b959-e41f-47c3-859d-8d6b90ce9377" xsi:nil="true"/>
    <RMPublishedFrom xmlns="b6a5b959-e41f-47c3-859d-8d6b90ce9377" xsi:nil="true"/>
    <RMPublishedUntil xmlns="b6a5b959-e41f-47c3-859d-8d6b90ce9377" xsi:nil="true"/>
    <Meedia xmlns="b6a5b959-e41f-47c3-859d-8d6b90ce9377">Digitaalne</Meedia>
    <Dokumendi_x0020_kuupäev xmlns="b6a5b959-e41f-47c3-859d-8d6b90ce9377">2022-02-10T00:00:00</Dokumendi_x0020_kuupäev>
    <Tähtaeg xmlns="b6a5b959-e41f-47c3-859d-8d6b90ce9377">2025-12-31T00:00:00</Tähtaeg>
    <Koostaja xmlns="b6a5b959-e41f-47c3-859d-8d6b90ce9377">Urve Kriisa</Koostaja>
    <Allkirjastaja_x0028_d_x0029_ xmlns="b6a5b959-e41f-47c3-859d-8d6b90ce9377">Kalle Kilk</Allkirjastaja_x0028_d_x0029_>
    <Volitatud_x0020_töötajad_x0023_1 xmlns="b6a5b959-e41f-47c3-859d-8d6b90ce9377" xsi:nil="true"/>
    <Volitatud_x0020_töötajad_x0023_2 xmlns="b6a5b959-e41f-47c3-859d-8d6b90ce9377" xsi:nil="true"/>
    <Volitatud_x0020_töötajad_x0023_3 xmlns="b6a5b959-e41f-47c3-859d-8d6b90ce9377" xsi:nil="true"/>
    <Volitatud_x0020_töötajad_x0023_4 xmlns="b6a5b959-e41f-47c3-859d-8d6b90ce9377" xsi:nil="true"/>
    <Volitatud_x0020_töötajad_x0023_5 xmlns="b6a5b959-e41f-47c3-859d-8d6b90ce9377" xsi:nil="true"/>
    <Volitatud_x0020_töötajad_x0023_6 xmlns="b6a5b959-e41f-47c3-859d-8d6b90ce9377" xsi:nil="true"/>
    <Volitatud_x0020_töötajad_x0023_7 xmlns="b6a5b959-e41f-47c3-859d-8d6b90ce9377" xsi:nil="true"/>
    <Volitatud_x0020_töötajad_x0023_8 xmlns="b6a5b959-e41f-47c3-859d-8d6b90ce9377" xsi:nil="true"/>
    <Volitatud_x0020_töötajad_x0023_9 xmlns="b6a5b959-e41f-47c3-859d-8d6b90ce9377" xsi:nil="true"/>
    <Volitatud_x0020_töötajad_x0023_10 xmlns="b6a5b959-e41f-47c3-859d-8d6b90ce9377" xsi:nil="true"/>
    <Volitatud_x0020_töötajad_x0023_11 xmlns="b6a5b959-e41f-47c3-859d-8d6b90ce9377" xsi:nil="true"/>
    <Volitatud_x0020_töötajad_x0023_12 xmlns="b6a5b959-e41f-47c3-859d-8d6b90ce9377" xsi:nil="true"/>
    <Volitatud_x0020_töötajad_x0023_13 xmlns="b6a5b959-e41f-47c3-859d-8d6b90ce9377" xsi:nil="true"/>
    <Volitatud_x0020_töötajad_x0023_14 xmlns="b6a5b959-e41f-47c3-859d-8d6b90ce9377" xsi:nil="true"/>
    <Volitatud_x0020_töötajad_x0023_15 xmlns="b6a5b959-e41f-47c3-859d-8d6b90ce9377" xsi:nil="true"/>
    <Volitatud_x0020_töötajad_x0023_16 xmlns="b6a5b959-e41f-47c3-859d-8d6b90ce9377" xsi:nil="true"/>
    <Volitatud_x0020_töötajad_x0023_17 xmlns="b6a5b959-e41f-47c3-859d-8d6b90ce9377" xsi:nil="true"/>
    <Volitatud_x0020_töötajad_x0023_18 xmlns="b6a5b959-e41f-47c3-859d-8d6b90ce9377" xsi:nil="true"/>
    <Volitatud_x0020_töötajad_x0023_19 xmlns="b6a5b959-e41f-47c3-859d-8d6b90ce9377" xsi:nil="true"/>
    <Volitatud_x0020_töötajad_x0023_20 xmlns="b6a5b959-e41f-47c3-859d-8d6b90ce9377" xsi:nil="true"/>
    <Volitatud_x0020_töötajad_x0023_21 xmlns="b6a5b959-e41f-47c3-859d-8d6b90ce9377" xsi:nil="true"/>
    <Volitatud_x0020_töötajad_x0023_22 xmlns="b6a5b959-e41f-47c3-859d-8d6b90ce9377" xsi:nil="true"/>
    <Volitatud_x0020_töötajad_x0023_23 xmlns="b6a5b959-e41f-47c3-859d-8d6b90ce9377" xsi:nil="true"/>
    <Volitatud_x0020_töötajad_x0023_24 xmlns="b6a5b959-e41f-47c3-859d-8d6b90ce9377" xsi:nil="true"/>
    <Volitatud_x0020_töötajad_x0023_25 xmlns="b6a5b959-e41f-47c3-859d-8d6b90ce9377" xsi:nil="true"/>
    <Ettevõtteväline_x0020_osapool_x0023_1 xmlns="b6a5b959-e41f-47c3-859d-8d6b90ce9377">1637</Ettevõtteväline_x0020_osapool_x0023_1>
    <Ettevõtteväline_x0020_osapool_x0023_2 xmlns="b6a5b959-e41f-47c3-859d-8d6b90ce9377" xsi:nil="true"/>
    <Ettevõtteväline_x0020_osapool_x0023_3 xmlns="b6a5b959-e41f-47c3-859d-8d6b90ce9377" xsi:nil="true"/>
    <Ettevõtteväline_x0020_osapool_x0023_4 xmlns="b6a5b959-e41f-47c3-859d-8d6b90ce9377" xsi:nil="true"/>
    <Ettevõtteväline_x0020_osapool_x0023_5 xmlns="b6a5b959-e41f-47c3-859d-8d6b90ce9377" xsi:nil="true"/>
    <Ettevõtteväline_x0020_osapool_x0023_6 xmlns="b6a5b959-e41f-47c3-859d-8d6b90ce9377" xsi:nil="true"/>
    <Ettevõtteväline_x0020_osapool_x0023_7 xmlns="b6a5b959-e41f-47c3-859d-8d6b90ce9377" xsi:nil="true"/>
    <Ettevõtteväline_x0020_osapool_x0023_8 xmlns="b6a5b959-e41f-47c3-859d-8d6b90ce9377" xsi:nil="true"/>
    <Ettevõtteväline_x0020_osapool_x0023_9 xmlns="b6a5b959-e41f-47c3-859d-8d6b90ce9377" xsi:nil="true"/>
    <Ettevõtteväline_x0020_osapool_x0023_10 xmlns="b6a5b959-e41f-47c3-859d-8d6b90ce9377" xsi:nil="true"/>
    <Ettevõtteväline_x0020_osapool_x0023_11 xmlns="b6a5b959-e41f-47c3-859d-8d6b90ce9377" xsi:nil="true"/>
    <Ettevõtteväline_x0020_osapool_x0023_12 xmlns="b6a5b959-e41f-47c3-859d-8d6b90ce9377" xsi:nil="true"/>
    <Ettevõtteväline_x0020_osapool_x0023_13 xmlns="b6a5b959-e41f-47c3-859d-8d6b90ce9377" xsi:nil="true"/>
    <Ettevõtteväline_x0020_osapool_x0023_14 xmlns="b6a5b959-e41f-47c3-859d-8d6b90ce9377" xsi:nil="true"/>
    <Ettevõtteväline_x0020_osapool_x0023_15 xmlns="b6a5b959-e41f-47c3-859d-8d6b90ce9377" xsi:nil="true"/>
    <Ettevõtteväline_x0020_osapool_x0023_16 xmlns="b6a5b959-e41f-47c3-859d-8d6b90ce9377" xsi:nil="true"/>
    <Ettevõtteväline_x0020_osapool_x0023_17 xmlns="b6a5b959-e41f-47c3-859d-8d6b90ce9377" xsi:nil="true"/>
    <Ettevõtteväline_x0020_osapool_x0023_18 xmlns="b6a5b959-e41f-47c3-859d-8d6b90ce9377" xsi:nil="true"/>
    <Ettevõtteväline_x0020_osapool_x0023_19 xmlns="b6a5b959-e41f-47c3-859d-8d6b90ce9377" xsi:nil="true"/>
    <Ettevõtteväline_x0020_osapool_x0023_20 xmlns="b6a5b959-e41f-47c3-859d-8d6b90ce9377" xsi:nil="true"/>
    <Ettevõtteväline_x0020_osapool_x0023_21 xmlns="b6a5b959-e41f-47c3-859d-8d6b90ce9377" xsi:nil="true"/>
    <Ettevõtteväline_x0020_osapool_x0023_22 xmlns="b6a5b959-e41f-47c3-859d-8d6b90ce9377" xsi:nil="true"/>
    <Ettevõtteväline_x0020_osapool_x0023_23 xmlns="b6a5b959-e41f-47c3-859d-8d6b90ce9377" xsi:nil="true"/>
    <Ettevõtteväline_x0020_osapool_x0023_24 xmlns="b6a5b959-e41f-47c3-859d-8d6b90ce9377" xsi:nil="true"/>
    <Ettevõtteväline_x0020_osapool_x0023_25 xmlns="b6a5b959-e41f-47c3-859d-8d6b90ce9377" xsi:nil="true"/>
    <Kontakti_x0020_nimi_x0023_1 xmlns="b6a5b959-e41f-47c3-859d-8d6b90ce9377">Segesment OÜ</Kontakti_x0020_nimi_x0023_1>
    <Kontakti_x0020_nimi_x0023_2 xmlns="b6a5b959-e41f-47c3-859d-8d6b90ce9377" xsi:nil="true"/>
    <Kontakti_x0020_nimi_x0023_3 xmlns="b6a5b959-e41f-47c3-859d-8d6b90ce9377" xsi:nil="true"/>
    <Kontakti_x0020_nimi_x0023_4 xmlns="b6a5b959-e41f-47c3-859d-8d6b90ce9377" xsi:nil="true"/>
    <Kontakti_x0020_nimi_x0023_5 xmlns="b6a5b959-e41f-47c3-859d-8d6b90ce9377" xsi:nil="true"/>
    <Kontakti_x0020_nimi_x0023_6 xmlns="b6a5b959-e41f-47c3-859d-8d6b90ce9377" xsi:nil="true"/>
    <Kontakti_x0020_nimi_x0023_7 xmlns="b6a5b959-e41f-47c3-859d-8d6b90ce9377" xsi:nil="true"/>
    <Kontakti_x0020_nimi_x0023_8 xmlns="b6a5b959-e41f-47c3-859d-8d6b90ce9377" xsi:nil="true"/>
    <Kontakti_x0020_nimi_x0023_9 xmlns="b6a5b959-e41f-47c3-859d-8d6b90ce9377" xsi:nil="true"/>
    <Kontakti_x0020_nimi_x0023_10 xmlns="b6a5b959-e41f-47c3-859d-8d6b90ce9377" xsi:nil="true"/>
    <Kontakti_x0020_nimi_x0023_11 xmlns="b6a5b959-e41f-47c3-859d-8d6b90ce9377" xsi:nil="true"/>
    <Kontakti_x0020_nimi_x0023_12 xmlns="b6a5b959-e41f-47c3-859d-8d6b90ce9377" xsi:nil="true"/>
    <Kontakti_x0020_nimi_x0023_13 xmlns="b6a5b959-e41f-47c3-859d-8d6b90ce9377" xsi:nil="true"/>
    <Kontakti_x0020_nimi_x0023_14 xmlns="b6a5b959-e41f-47c3-859d-8d6b90ce9377" xsi:nil="true"/>
    <Kontakti_x0020_nimi_x0023_15 xmlns="b6a5b959-e41f-47c3-859d-8d6b90ce9377" xsi:nil="true"/>
    <Kontakti_x0020_nimi_x0023_16 xmlns="b6a5b959-e41f-47c3-859d-8d6b90ce9377" xsi:nil="true"/>
    <Kontakti_x0020_nimi_x0023_17 xmlns="b6a5b959-e41f-47c3-859d-8d6b90ce9377" xsi:nil="true"/>
    <Kontakti_x0020_nimi_x0023_18 xmlns="b6a5b959-e41f-47c3-859d-8d6b90ce9377" xsi:nil="true"/>
    <Kontakti_x0020_nimi_x0023_19 xmlns="b6a5b959-e41f-47c3-859d-8d6b90ce9377" xsi:nil="true"/>
    <Kontakti_x0020_nimi_x0023_20 xmlns="b6a5b959-e41f-47c3-859d-8d6b90ce9377" xsi:nil="true"/>
    <Kontakti_x0020_nimi_x0023_21 xmlns="b6a5b959-e41f-47c3-859d-8d6b90ce9377" xsi:nil="true"/>
    <Kontakti_x0020_nimi_x0023_22 xmlns="b6a5b959-e41f-47c3-859d-8d6b90ce9377" xsi:nil="true"/>
    <Kontakti_x0020_nimi_x0023_23 xmlns="b6a5b959-e41f-47c3-859d-8d6b90ce9377" xsi:nil="true"/>
    <Kontakti_x0020_nimi_x0023_24 xmlns="b6a5b959-e41f-47c3-859d-8d6b90ce9377" xsi:nil="true"/>
    <Kontakti_x0020_nimi_x0023_25 xmlns="b6a5b959-e41f-47c3-859d-8d6b90ce9377" xsi:nil="true"/>
    <Aadress_x0023_1 xmlns="b6a5b959-e41f-47c3-859d-8d6b90ce9377" xsi:nil="true"/>
    <Aadress_x0023_2 xmlns="b6a5b959-e41f-47c3-859d-8d6b90ce9377" xsi:nil="true"/>
    <Aadress_x0023_3 xmlns="b6a5b959-e41f-47c3-859d-8d6b90ce9377" xsi:nil="true"/>
    <Aadress_x0023_4 xmlns="b6a5b959-e41f-47c3-859d-8d6b90ce9377" xsi:nil="true"/>
    <Aadress_x0023_5 xmlns="b6a5b959-e41f-47c3-859d-8d6b90ce9377" xsi:nil="true"/>
    <Aadress_x0023_6 xmlns="b6a5b959-e41f-47c3-859d-8d6b90ce9377" xsi:nil="true"/>
    <Aadress_x0023_7 xmlns="b6a5b959-e41f-47c3-859d-8d6b90ce9377" xsi:nil="true"/>
    <Aadress_x0023_8 xmlns="b6a5b959-e41f-47c3-859d-8d6b90ce9377" xsi:nil="true"/>
    <Aadress_x0023_9 xmlns="b6a5b959-e41f-47c3-859d-8d6b90ce9377" xsi:nil="true"/>
    <Aadress_x0023_10 xmlns="b6a5b959-e41f-47c3-859d-8d6b90ce9377" xsi:nil="true"/>
    <Aadress_x0023_11 xmlns="b6a5b959-e41f-47c3-859d-8d6b90ce9377" xsi:nil="true"/>
    <Aadress_x0023_12 xmlns="b6a5b959-e41f-47c3-859d-8d6b90ce9377" xsi:nil="true"/>
    <Aadress_x0023_13 xmlns="b6a5b959-e41f-47c3-859d-8d6b90ce9377" xsi:nil="true"/>
    <Aadress_x0023_14 xmlns="b6a5b959-e41f-47c3-859d-8d6b90ce9377" xsi:nil="true"/>
    <Aadress_x0023_15 xmlns="b6a5b959-e41f-47c3-859d-8d6b90ce9377" xsi:nil="true"/>
    <Aadress_x0023_16 xmlns="b6a5b959-e41f-47c3-859d-8d6b90ce9377" xsi:nil="true"/>
    <Aadress_x0023_17 xmlns="b6a5b959-e41f-47c3-859d-8d6b90ce9377" xsi:nil="true"/>
    <Aadress_x0023_18 xmlns="b6a5b959-e41f-47c3-859d-8d6b90ce9377" xsi:nil="true"/>
    <Aadress_x0023_19 xmlns="b6a5b959-e41f-47c3-859d-8d6b90ce9377" xsi:nil="true"/>
    <Aadress_x0023_20 xmlns="b6a5b959-e41f-47c3-859d-8d6b90ce9377" xsi:nil="true"/>
    <Aadress_x0023_21 xmlns="b6a5b959-e41f-47c3-859d-8d6b90ce9377" xsi:nil="true"/>
    <Aadress_x0023_22 xmlns="b6a5b959-e41f-47c3-859d-8d6b90ce9377" xsi:nil="true"/>
    <Aadress_x0023_23 xmlns="b6a5b959-e41f-47c3-859d-8d6b90ce9377" xsi:nil="true"/>
    <Aadress_x0023_24 xmlns="b6a5b959-e41f-47c3-859d-8d6b90ce9377" xsi:nil="true"/>
    <Aadress_x0023_25 xmlns="b6a5b959-e41f-47c3-859d-8d6b90ce9377" xsi:nil="true"/>
    <Vald_x0023_1 xmlns="b6a5b959-e41f-47c3-859d-8d6b90ce9377" xsi:nil="true"/>
    <Vald_x0023_2 xmlns="b6a5b959-e41f-47c3-859d-8d6b90ce9377" xsi:nil="true"/>
    <Vald_x0023_3 xmlns="b6a5b959-e41f-47c3-859d-8d6b90ce9377" xsi:nil="true"/>
    <Vald_x0023_4 xmlns="b6a5b959-e41f-47c3-859d-8d6b90ce9377" xsi:nil="true"/>
    <Vald_x0023_5 xmlns="b6a5b959-e41f-47c3-859d-8d6b90ce9377" xsi:nil="true"/>
    <Vald_x0023_6 xmlns="b6a5b959-e41f-47c3-859d-8d6b90ce9377" xsi:nil="true"/>
    <Vald_x0023_7 xmlns="b6a5b959-e41f-47c3-859d-8d6b90ce9377" xsi:nil="true"/>
    <Vald_x0023_8 xmlns="b6a5b959-e41f-47c3-859d-8d6b90ce9377" xsi:nil="true"/>
    <Vald_x0023_9 xmlns="b6a5b959-e41f-47c3-859d-8d6b90ce9377" xsi:nil="true"/>
    <Vald_x0023_10 xmlns="b6a5b959-e41f-47c3-859d-8d6b90ce9377" xsi:nil="true"/>
    <Vald_x0023_11 xmlns="b6a5b959-e41f-47c3-859d-8d6b90ce9377" xsi:nil="true"/>
    <Vald_x0023_12 xmlns="b6a5b959-e41f-47c3-859d-8d6b90ce9377" xsi:nil="true"/>
    <Vald_x0023_13 xmlns="b6a5b959-e41f-47c3-859d-8d6b90ce9377" xsi:nil="true"/>
    <Vald_x0023_14 xmlns="b6a5b959-e41f-47c3-859d-8d6b90ce9377" xsi:nil="true"/>
    <Vald_x0023_15 xmlns="b6a5b959-e41f-47c3-859d-8d6b90ce9377" xsi:nil="true"/>
    <Vald_x0023_16 xmlns="b6a5b959-e41f-47c3-859d-8d6b90ce9377" xsi:nil="true"/>
    <Vald_x0023_17 xmlns="b6a5b959-e41f-47c3-859d-8d6b90ce9377" xsi:nil="true"/>
    <Vald_x0023_18 xmlns="b6a5b959-e41f-47c3-859d-8d6b90ce9377" xsi:nil="true"/>
    <Vald_x0023_19 xmlns="b6a5b959-e41f-47c3-859d-8d6b90ce9377" xsi:nil="true"/>
    <Vald_x0023_20 xmlns="b6a5b959-e41f-47c3-859d-8d6b90ce9377" xsi:nil="true"/>
    <Vald_x0023_21 xmlns="b6a5b959-e41f-47c3-859d-8d6b90ce9377" xsi:nil="true"/>
    <Vald_x0023_22 xmlns="b6a5b959-e41f-47c3-859d-8d6b90ce9377" xsi:nil="true"/>
    <Vald_x0023_23 xmlns="b6a5b959-e41f-47c3-859d-8d6b90ce9377" xsi:nil="true"/>
    <Vald_x0023_24 xmlns="b6a5b959-e41f-47c3-859d-8d6b90ce9377" xsi:nil="true"/>
    <Vald_x0023_25 xmlns="b6a5b959-e41f-47c3-859d-8d6b90ce9377" xsi:nil="true"/>
    <Linn_x0023_1 xmlns="b6a5b959-e41f-47c3-859d-8d6b90ce9377" xsi:nil="true"/>
    <Linn_x0023_2 xmlns="b6a5b959-e41f-47c3-859d-8d6b90ce9377" xsi:nil="true"/>
    <Linn_x0023_3 xmlns="b6a5b959-e41f-47c3-859d-8d6b90ce9377" xsi:nil="true"/>
    <Linn_x0023_4 xmlns="b6a5b959-e41f-47c3-859d-8d6b90ce9377" xsi:nil="true"/>
    <Linn_x0023_5 xmlns="b6a5b959-e41f-47c3-859d-8d6b90ce9377" xsi:nil="true"/>
    <Linn_x0023_6 xmlns="b6a5b959-e41f-47c3-859d-8d6b90ce9377" xsi:nil="true"/>
    <Linn_x0023_7 xmlns="b6a5b959-e41f-47c3-859d-8d6b90ce9377" xsi:nil="true"/>
    <Linn_x0023_8 xmlns="b6a5b959-e41f-47c3-859d-8d6b90ce9377" xsi:nil="true"/>
    <Linn_x0023_9 xmlns="b6a5b959-e41f-47c3-859d-8d6b90ce9377" xsi:nil="true"/>
    <Linn_x0023_10 xmlns="b6a5b959-e41f-47c3-859d-8d6b90ce9377" xsi:nil="true"/>
    <Linn_x0023_11 xmlns="b6a5b959-e41f-47c3-859d-8d6b90ce9377" xsi:nil="true"/>
    <Linn_x0023_12 xmlns="b6a5b959-e41f-47c3-859d-8d6b90ce9377" xsi:nil="true"/>
    <Linn_x0023_13 xmlns="b6a5b959-e41f-47c3-859d-8d6b90ce9377" xsi:nil="true"/>
    <Linn_x0023_14 xmlns="b6a5b959-e41f-47c3-859d-8d6b90ce9377" xsi:nil="true"/>
    <Linn_x0023_15 xmlns="b6a5b959-e41f-47c3-859d-8d6b90ce9377" xsi:nil="true"/>
    <Linn_x0023_16 xmlns="b6a5b959-e41f-47c3-859d-8d6b90ce9377" xsi:nil="true"/>
    <Linn_x0023_17 xmlns="b6a5b959-e41f-47c3-859d-8d6b90ce9377" xsi:nil="true"/>
    <Linn_x0023_18 xmlns="b6a5b959-e41f-47c3-859d-8d6b90ce9377" xsi:nil="true"/>
    <Linn_x0023_19 xmlns="b6a5b959-e41f-47c3-859d-8d6b90ce9377" xsi:nil="true"/>
    <Linn_x0023_20 xmlns="b6a5b959-e41f-47c3-859d-8d6b90ce9377" xsi:nil="true"/>
    <Linn_x0023_21 xmlns="b6a5b959-e41f-47c3-859d-8d6b90ce9377" xsi:nil="true"/>
    <Linn_x0023_22 xmlns="b6a5b959-e41f-47c3-859d-8d6b90ce9377" xsi:nil="true"/>
    <Linn_x0023_23 xmlns="b6a5b959-e41f-47c3-859d-8d6b90ce9377" xsi:nil="true"/>
    <Linn_x0023_24 xmlns="b6a5b959-e41f-47c3-859d-8d6b90ce9377" xsi:nil="true"/>
    <Linn_x0023_25 xmlns="b6a5b959-e41f-47c3-859d-8d6b90ce9377" xsi:nil="true"/>
    <Maakond_x0023_1 xmlns="b6a5b959-e41f-47c3-859d-8d6b90ce9377">Mustvee</Maakond_x0023_1>
    <Maakond_x0023_2 xmlns="b6a5b959-e41f-47c3-859d-8d6b90ce9377" xsi:nil="true"/>
    <Maakond_x0023_3 xmlns="b6a5b959-e41f-47c3-859d-8d6b90ce9377" xsi:nil="true"/>
    <Maakond_x0023_4 xmlns="b6a5b959-e41f-47c3-859d-8d6b90ce9377" xsi:nil="true"/>
    <Maakond_x0023_5 xmlns="b6a5b959-e41f-47c3-859d-8d6b90ce9377" xsi:nil="true"/>
    <Maakond_x0023_6 xmlns="b6a5b959-e41f-47c3-859d-8d6b90ce9377" xsi:nil="true"/>
    <Maakond_x0023_7 xmlns="b6a5b959-e41f-47c3-859d-8d6b90ce9377" xsi:nil="true"/>
    <Maakond_x0023_8 xmlns="b6a5b959-e41f-47c3-859d-8d6b90ce9377" xsi:nil="true"/>
    <Maakond_x0023_9 xmlns="b6a5b959-e41f-47c3-859d-8d6b90ce9377" xsi:nil="true"/>
    <Maakond_x0023_10 xmlns="b6a5b959-e41f-47c3-859d-8d6b90ce9377" xsi:nil="true"/>
    <Maakond_x0023_11 xmlns="b6a5b959-e41f-47c3-859d-8d6b90ce9377" xsi:nil="true"/>
    <Maakond_x0023_12 xmlns="b6a5b959-e41f-47c3-859d-8d6b90ce9377" xsi:nil="true"/>
    <Maakond_x0023_13 xmlns="b6a5b959-e41f-47c3-859d-8d6b90ce9377" xsi:nil="true"/>
    <Maakond_x0023_14 xmlns="b6a5b959-e41f-47c3-859d-8d6b90ce9377" xsi:nil="true"/>
    <Maakond_x0023_15 xmlns="b6a5b959-e41f-47c3-859d-8d6b90ce9377" xsi:nil="true"/>
    <Maakond_x0023_16 xmlns="b6a5b959-e41f-47c3-859d-8d6b90ce9377" xsi:nil="true"/>
    <Maakond_x0023_17 xmlns="b6a5b959-e41f-47c3-859d-8d6b90ce9377" xsi:nil="true"/>
    <Maakond_x0023_18 xmlns="b6a5b959-e41f-47c3-859d-8d6b90ce9377" xsi:nil="true"/>
    <Maakond_x0023_19 xmlns="b6a5b959-e41f-47c3-859d-8d6b90ce9377" xsi:nil="true"/>
    <Maakond_x0023_20 xmlns="b6a5b959-e41f-47c3-859d-8d6b90ce9377" xsi:nil="true"/>
    <Maakond_x0023_21 xmlns="b6a5b959-e41f-47c3-859d-8d6b90ce9377" xsi:nil="true"/>
    <Maakond_x0023_22 xmlns="b6a5b959-e41f-47c3-859d-8d6b90ce9377" xsi:nil="true"/>
    <Maakond_x0023_23 xmlns="b6a5b959-e41f-47c3-859d-8d6b90ce9377" xsi:nil="true"/>
    <Maakond_x0023_24 xmlns="b6a5b959-e41f-47c3-859d-8d6b90ce9377" xsi:nil="true"/>
    <Maakond_x0023_25 xmlns="b6a5b959-e41f-47c3-859d-8d6b90ce9377" xsi:nil="true"/>
    <Sihtnumber_x0023_1 xmlns="b6a5b959-e41f-47c3-859d-8d6b90ce9377" xsi:nil="true"/>
    <Sihtnumber_x0023_2 xmlns="b6a5b959-e41f-47c3-859d-8d6b90ce9377" xsi:nil="true"/>
    <Sihtnumber_x0023_3 xmlns="b6a5b959-e41f-47c3-859d-8d6b90ce9377" xsi:nil="true"/>
    <Sihtnumber_x0023_4 xmlns="b6a5b959-e41f-47c3-859d-8d6b90ce9377" xsi:nil="true"/>
    <Sihtnumber_x0023_5 xmlns="b6a5b959-e41f-47c3-859d-8d6b90ce9377" xsi:nil="true"/>
    <Sihtnumber_x0023_6 xmlns="b6a5b959-e41f-47c3-859d-8d6b90ce9377" xsi:nil="true"/>
    <Sihtnumber_x0023_7 xmlns="b6a5b959-e41f-47c3-859d-8d6b90ce9377" xsi:nil="true"/>
    <Sihtnumber_x0023_8 xmlns="b6a5b959-e41f-47c3-859d-8d6b90ce9377" xsi:nil="true"/>
    <Sihtnumber_x0023_9 xmlns="b6a5b959-e41f-47c3-859d-8d6b90ce9377" xsi:nil="true"/>
    <Sihtnumber_x0023_10 xmlns="b6a5b959-e41f-47c3-859d-8d6b90ce9377" xsi:nil="true"/>
    <Sihtnumber_x0023_11 xmlns="b6a5b959-e41f-47c3-859d-8d6b90ce9377" xsi:nil="true"/>
    <Sihtnumber_x0023_12 xmlns="b6a5b959-e41f-47c3-859d-8d6b90ce9377" xsi:nil="true"/>
    <Sihtnumber_x0023_13 xmlns="b6a5b959-e41f-47c3-859d-8d6b90ce9377" xsi:nil="true"/>
    <Sihtnumber_x0023_14 xmlns="b6a5b959-e41f-47c3-859d-8d6b90ce9377" xsi:nil="true"/>
    <Sihtnumber_x0023_15 xmlns="b6a5b959-e41f-47c3-859d-8d6b90ce9377" xsi:nil="true"/>
    <Sihtnumber_x0023_16 xmlns="b6a5b959-e41f-47c3-859d-8d6b90ce9377" xsi:nil="true"/>
    <Sihtnumber_x0023_17 xmlns="b6a5b959-e41f-47c3-859d-8d6b90ce9377" xsi:nil="true"/>
    <Sihtnumber_x0023_18 xmlns="b6a5b959-e41f-47c3-859d-8d6b90ce9377" xsi:nil="true"/>
    <Sihtnumber_x0023_19 xmlns="b6a5b959-e41f-47c3-859d-8d6b90ce9377" xsi:nil="true"/>
    <Sihtnumber_x0023_20 xmlns="b6a5b959-e41f-47c3-859d-8d6b90ce9377" xsi:nil="true"/>
    <Sihtnumber_x0023_21 xmlns="b6a5b959-e41f-47c3-859d-8d6b90ce9377" xsi:nil="true"/>
    <Sihtnumber_x0023_22 xmlns="b6a5b959-e41f-47c3-859d-8d6b90ce9377" xsi:nil="true"/>
    <Sihtnumber_x0023_23 xmlns="b6a5b959-e41f-47c3-859d-8d6b90ce9377" xsi:nil="true"/>
    <Sihtnumber_x0023_24 xmlns="b6a5b959-e41f-47c3-859d-8d6b90ce9377" xsi:nil="true"/>
    <Sihtnumber_x0023_25 xmlns="b6a5b959-e41f-47c3-859d-8d6b90ce9377" xsi:nil="true"/>
    <Riik_x0023_1 xmlns="b6a5b959-e41f-47c3-859d-8d6b90ce9377" xsi:nil="true"/>
    <Riik_x0023_2 xmlns="b6a5b959-e41f-47c3-859d-8d6b90ce9377" xsi:nil="true"/>
    <Riik_x0023_3 xmlns="b6a5b959-e41f-47c3-859d-8d6b90ce9377" xsi:nil="true"/>
    <Riik_x0023_4 xmlns="b6a5b959-e41f-47c3-859d-8d6b90ce9377" xsi:nil="true"/>
    <Riik_x0023_5 xmlns="b6a5b959-e41f-47c3-859d-8d6b90ce9377" xsi:nil="true"/>
    <Riik_x0023_6 xmlns="b6a5b959-e41f-47c3-859d-8d6b90ce9377" xsi:nil="true"/>
    <Riik_x0023_7 xmlns="b6a5b959-e41f-47c3-859d-8d6b90ce9377" xsi:nil="true"/>
    <Riik_x0023_8 xmlns="b6a5b959-e41f-47c3-859d-8d6b90ce9377" xsi:nil="true"/>
    <Riik_x0023_9 xmlns="b6a5b959-e41f-47c3-859d-8d6b90ce9377" xsi:nil="true"/>
    <Riik_x0023_10 xmlns="b6a5b959-e41f-47c3-859d-8d6b90ce9377" xsi:nil="true"/>
    <Riik_x0023_11 xmlns="b6a5b959-e41f-47c3-859d-8d6b90ce9377" xsi:nil="true"/>
    <Riik_x0023_12 xmlns="b6a5b959-e41f-47c3-859d-8d6b90ce9377" xsi:nil="true"/>
    <Riik_x0023_13 xmlns="b6a5b959-e41f-47c3-859d-8d6b90ce9377" xsi:nil="true"/>
    <Riik_x0023_14 xmlns="b6a5b959-e41f-47c3-859d-8d6b90ce9377" xsi:nil="true"/>
    <Riik_x0023_15 xmlns="b6a5b959-e41f-47c3-859d-8d6b90ce9377" xsi:nil="true"/>
    <Riik_x0023_16 xmlns="b6a5b959-e41f-47c3-859d-8d6b90ce9377" xsi:nil="true"/>
    <Riik_x0023_17 xmlns="b6a5b959-e41f-47c3-859d-8d6b90ce9377" xsi:nil="true"/>
    <Riik_x0023_18 xmlns="b6a5b959-e41f-47c3-859d-8d6b90ce9377" xsi:nil="true"/>
    <Riik_x0023_19 xmlns="b6a5b959-e41f-47c3-859d-8d6b90ce9377" xsi:nil="true"/>
    <Riik_x0023_20 xmlns="b6a5b959-e41f-47c3-859d-8d6b90ce9377" xsi:nil="true"/>
    <Riik_x0023_21 xmlns="b6a5b959-e41f-47c3-859d-8d6b90ce9377" xsi:nil="true"/>
    <Riik_x0023_22 xmlns="b6a5b959-e41f-47c3-859d-8d6b90ce9377" xsi:nil="true"/>
    <Riik_x0023_23 xmlns="b6a5b959-e41f-47c3-859d-8d6b90ce9377" xsi:nil="true"/>
    <Riik_x0023_24 xmlns="b6a5b959-e41f-47c3-859d-8d6b90ce9377" xsi:nil="true"/>
    <Riik_x0023_25 xmlns="b6a5b959-e41f-47c3-859d-8d6b90ce9377" xsi:nil="true"/>
    <Registrikood_x002F_isikukood_x0023_1 xmlns="b6a5b959-e41f-47c3-859d-8d6b90ce9377" xsi:nil="true"/>
    <Registrikood_x002F_isikukood_x0023_2 xmlns="b6a5b959-e41f-47c3-859d-8d6b90ce9377" xsi:nil="true"/>
    <Registrikood_x002F_isikukood_x0023_3 xmlns="b6a5b959-e41f-47c3-859d-8d6b90ce9377" xsi:nil="true"/>
    <Registrikood_x002F_isikukood_x0023_4 xmlns="b6a5b959-e41f-47c3-859d-8d6b90ce9377" xsi:nil="true"/>
    <Registrikood_x002F_isikukood_x0023_5 xmlns="b6a5b959-e41f-47c3-859d-8d6b90ce9377" xsi:nil="true"/>
    <Registrikood_x002F_isikukood_x0023_6 xmlns="b6a5b959-e41f-47c3-859d-8d6b90ce9377" xsi:nil="true"/>
    <Registrikood_x002F_isikukood_x0023_7 xmlns="b6a5b959-e41f-47c3-859d-8d6b90ce9377" xsi:nil="true"/>
    <Registrikood_x002F_isikukood_x0023_8 xmlns="b6a5b959-e41f-47c3-859d-8d6b90ce9377" xsi:nil="true"/>
    <Registrikood_x002F_isikukood_x0023_9 xmlns="b6a5b959-e41f-47c3-859d-8d6b90ce9377" xsi:nil="true"/>
    <Registrikood_x002F_isikukood_x0023_10 xmlns="b6a5b959-e41f-47c3-859d-8d6b90ce9377" xsi:nil="true"/>
    <Registrikood_x002F_isikukood_x0023_11 xmlns="b6a5b959-e41f-47c3-859d-8d6b90ce9377" xsi:nil="true"/>
    <Registrikood_x002F_isikukood_x0023_12 xmlns="b6a5b959-e41f-47c3-859d-8d6b90ce9377" xsi:nil="true"/>
    <Registrikood_x002F_isikukood_x0023_13 xmlns="b6a5b959-e41f-47c3-859d-8d6b90ce9377" xsi:nil="true"/>
    <Registrikood_x002F_isikukood_x0023_14 xmlns="b6a5b959-e41f-47c3-859d-8d6b90ce9377" xsi:nil="true"/>
    <Registrikood_x002F_isikukood_x0023_15 xmlns="b6a5b959-e41f-47c3-859d-8d6b90ce9377" xsi:nil="true"/>
    <Registrikood_x002F_isikukood_x0023_16 xmlns="b6a5b959-e41f-47c3-859d-8d6b90ce9377" xsi:nil="true"/>
    <Registrikood_x002F_isikukood_x0023_17 xmlns="b6a5b959-e41f-47c3-859d-8d6b90ce9377" xsi:nil="true"/>
    <Registrikood_x002F_isikukood_x0023_18 xmlns="b6a5b959-e41f-47c3-859d-8d6b90ce9377" xsi:nil="true"/>
    <Registrikood_x002F_isikukood_x0023_19 xmlns="b6a5b959-e41f-47c3-859d-8d6b90ce9377" xsi:nil="true"/>
    <Registrikood_x002F_isikukood_x0023_20 xmlns="b6a5b959-e41f-47c3-859d-8d6b90ce9377" xsi:nil="true"/>
    <Registrikood_x002F_isikukood_x0023_21 xmlns="b6a5b959-e41f-47c3-859d-8d6b90ce9377" xsi:nil="true"/>
    <Registrikood_x002F_isikukood_x0023_22 xmlns="b6a5b959-e41f-47c3-859d-8d6b90ce9377" xsi:nil="true"/>
    <Registrikood_x002F_isikukood_x0023_23 xmlns="b6a5b959-e41f-47c3-859d-8d6b90ce9377" xsi:nil="true"/>
    <Registrikood_x002F_isikukood_x0023_24 xmlns="b6a5b959-e41f-47c3-859d-8d6b90ce9377" xsi:nil="true"/>
    <Registrikood_x002F_isikukood_x0023_25 xmlns="b6a5b959-e41f-47c3-859d-8d6b90ce9377" xsi:nil="true"/>
    <E-posti_x0020_aadress_x0023_1 xmlns="b6a5b959-e41f-47c3-859d-8d6b90ce9377">info.segesment@gmail.com</E-posti_x0020_aadress_x0023_1>
    <E-posti_x0020_aadress_x0023_2 xmlns="b6a5b959-e41f-47c3-859d-8d6b90ce9377" xsi:nil="true"/>
    <E-posti_x0020_aadress_x0023_3 xmlns="b6a5b959-e41f-47c3-859d-8d6b90ce9377" xsi:nil="true"/>
    <E-posti_x0020_aadress_x0023_4 xmlns="b6a5b959-e41f-47c3-859d-8d6b90ce9377" xsi:nil="true"/>
    <E-posti_x0020_aadress_x0023_5 xmlns="b6a5b959-e41f-47c3-859d-8d6b90ce9377" xsi:nil="true"/>
    <E-posti_x0020_aadress_x0023_6 xmlns="b6a5b959-e41f-47c3-859d-8d6b90ce9377" xsi:nil="true"/>
    <E-posti_x0020_aadress_x0023_7 xmlns="b6a5b959-e41f-47c3-859d-8d6b90ce9377" xsi:nil="true"/>
    <E-posti_x0020_aadress_x0023_8 xmlns="b6a5b959-e41f-47c3-859d-8d6b90ce9377" xsi:nil="true"/>
    <E-posti_x0020_aadress_x0023_9 xmlns="b6a5b959-e41f-47c3-859d-8d6b90ce9377" xsi:nil="true"/>
    <E-posti_x0020_aadress_x0023_10 xmlns="b6a5b959-e41f-47c3-859d-8d6b90ce9377" xsi:nil="true"/>
    <E-posti_x0020_aadress_x0023_11 xmlns="b6a5b959-e41f-47c3-859d-8d6b90ce9377" xsi:nil="true"/>
    <E-posti_x0020_aadress_x0023_12 xmlns="b6a5b959-e41f-47c3-859d-8d6b90ce9377" xsi:nil="true"/>
    <E-posti_x0020_aadress_x0023_13 xmlns="b6a5b959-e41f-47c3-859d-8d6b90ce9377" xsi:nil="true"/>
    <E-posti_x0020_aadress_x0023_14 xmlns="b6a5b959-e41f-47c3-859d-8d6b90ce9377" xsi:nil="true"/>
    <E-posti_x0020_aadress_x0023_15 xmlns="b6a5b959-e41f-47c3-859d-8d6b90ce9377" xsi:nil="true"/>
    <E-posti_x0020_aadress_x0023_16 xmlns="b6a5b959-e41f-47c3-859d-8d6b90ce9377" xsi:nil="true"/>
    <E-posti_x0020_aadress_x0023_17 xmlns="b6a5b959-e41f-47c3-859d-8d6b90ce9377" xsi:nil="true"/>
    <E-posti_x0020_aadress_x0023_18 xmlns="b6a5b959-e41f-47c3-859d-8d6b90ce9377" xsi:nil="true"/>
    <E-posti_x0020_aadress_x0023_19 xmlns="b6a5b959-e41f-47c3-859d-8d6b90ce9377" xsi:nil="true"/>
    <E-posti_x0020_aadress_x0023_20 xmlns="b6a5b959-e41f-47c3-859d-8d6b90ce9377" xsi:nil="true"/>
    <E-posti_x0020_aadress_x0023_21 xmlns="b6a5b959-e41f-47c3-859d-8d6b90ce9377" xsi:nil="true"/>
    <E-posti_x0020_aadress_x0023_22 xmlns="b6a5b959-e41f-47c3-859d-8d6b90ce9377" xsi:nil="true"/>
    <E-posti_x0020_aadress_x0023_23 xmlns="b6a5b959-e41f-47c3-859d-8d6b90ce9377" xsi:nil="true"/>
    <E-posti_x0020_aadress_x0023_24 xmlns="b6a5b959-e41f-47c3-859d-8d6b90ce9377" xsi:nil="true"/>
    <E-posti_x0020_aadress_x0023_25 xmlns="b6a5b959-e41f-47c3-859d-8d6b90ce9377" xsi:nil="true"/>
    <Postiaadress_x0023_1 xmlns="b6a5b959-e41f-47c3-859d-8d6b90ce9377" xsi:nil="true"/>
    <Postiaadress_x0023_2 xmlns="b6a5b959-e41f-47c3-859d-8d6b90ce9377" xsi:nil="true"/>
    <Postiaadress_x0023_3 xmlns="b6a5b959-e41f-47c3-859d-8d6b90ce9377" xsi:nil="true"/>
    <Postiaadress_x0023_4 xmlns="b6a5b959-e41f-47c3-859d-8d6b90ce9377" xsi:nil="true"/>
    <Postiaadress_x0023_5 xmlns="b6a5b959-e41f-47c3-859d-8d6b90ce9377" xsi:nil="true"/>
    <Postiaadress_x0023_6 xmlns="b6a5b959-e41f-47c3-859d-8d6b90ce9377" xsi:nil="true"/>
    <Postiaadress_x0023_7 xmlns="b6a5b959-e41f-47c3-859d-8d6b90ce9377" xsi:nil="true"/>
    <Postiaadress_x0023_8 xmlns="b6a5b959-e41f-47c3-859d-8d6b90ce9377" xsi:nil="true"/>
    <Postiaadress_x0023_9 xmlns="b6a5b959-e41f-47c3-859d-8d6b90ce9377" xsi:nil="true"/>
    <Postiaadress_x0023_10 xmlns="b6a5b959-e41f-47c3-859d-8d6b90ce9377" xsi:nil="true"/>
    <Postiaadress_x0023_11 xmlns="b6a5b959-e41f-47c3-859d-8d6b90ce9377" xsi:nil="true"/>
    <Postiaadress_x0023_12 xmlns="b6a5b959-e41f-47c3-859d-8d6b90ce9377" xsi:nil="true"/>
    <Postiaadress_x0023_13 xmlns="b6a5b959-e41f-47c3-859d-8d6b90ce9377" xsi:nil="true"/>
    <Postiaadress_x0023_14 xmlns="b6a5b959-e41f-47c3-859d-8d6b90ce9377" xsi:nil="true"/>
    <Postiaadress_x0023_15 xmlns="b6a5b959-e41f-47c3-859d-8d6b90ce9377" xsi:nil="true"/>
    <Postiaadress_x0023_16 xmlns="b6a5b959-e41f-47c3-859d-8d6b90ce9377" xsi:nil="true"/>
    <Postiaadress_x0023_17 xmlns="b6a5b959-e41f-47c3-859d-8d6b90ce9377" xsi:nil="true"/>
    <Postiaadress_x0023_18 xmlns="b6a5b959-e41f-47c3-859d-8d6b90ce9377" xsi:nil="true"/>
    <Postiaadress_x0023_19 xmlns="b6a5b959-e41f-47c3-859d-8d6b90ce9377" xsi:nil="true"/>
    <Postiaadress_x0023_20 xmlns="b6a5b959-e41f-47c3-859d-8d6b90ce9377" xsi:nil="true"/>
    <Postiaadress_x0023_21 xmlns="b6a5b959-e41f-47c3-859d-8d6b90ce9377" xsi:nil="true"/>
    <Postiaadress_x0023_22 xmlns="b6a5b959-e41f-47c3-859d-8d6b90ce9377" xsi:nil="true"/>
    <Postiaadress_x0023_23 xmlns="b6a5b959-e41f-47c3-859d-8d6b90ce9377" xsi:nil="true"/>
    <Postiaadress_x0023_24 xmlns="b6a5b959-e41f-47c3-859d-8d6b90ce9377" xsi:nil="true"/>
    <Postiaadress_x0023_25 xmlns="b6a5b959-e41f-47c3-859d-8d6b90ce9377" xsi:nil="true"/>
    <Faks_x0023_1 xmlns="b6a5b959-e41f-47c3-859d-8d6b90ce9377" xsi:nil="true"/>
    <Faks_x0023_2 xmlns="b6a5b959-e41f-47c3-859d-8d6b90ce9377" xsi:nil="true"/>
    <Faks_x0023_3 xmlns="b6a5b959-e41f-47c3-859d-8d6b90ce9377" xsi:nil="true"/>
    <Faks_x0023_4 xmlns="b6a5b959-e41f-47c3-859d-8d6b90ce9377" xsi:nil="true"/>
    <Faks_x0023_5 xmlns="b6a5b959-e41f-47c3-859d-8d6b90ce9377" xsi:nil="true"/>
    <Faks_x0023_6 xmlns="b6a5b959-e41f-47c3-859d-8d6b90ce9377" xsi:nil="true"/>
    <Faks_x0023_7 xmlns="b6a5b959-e41f-47c3-859d-8d6b90ce9377" xsi:nil="true"/>
    <Faks_x0023_8 xmlns="b6a5b959-e41f-47c3-859d-8d6b90ce9377" xsi:nil="true"/>
    <Faks_x0023_9 xmlns="b6a5b959-e41f-47c3-859d-8d6b90ce9377" xsi:nil="true"/>
    <Faks_x0023_10 xmlns="b6a5b959-e41f-47c3-859d-8d6b90ce9377" xsi:nil="true"/>
    <Faks_x0023_11 xmlns="b6a5b959-e41f-47c3-859d-8d6b90ce9377" xsi:nil="true"/>
    <Faks_x0023_12 xmlns="b6a5b959-e41f-47c3-859d-8d6b90ce9377" xsi:nil="true"/>
    <Faks_x0023_13 xmlns="b6a5b959-e41f-47c3-859d-8d6b90ce9377" xsi:nil="true"/>
    <Faks_x0023_14 xmlns="b6a5b959-e41f-47c3-859d-8d6b90ce9377" xsi:nil="true"/>
    <Faks_x0023_15 xmlns="b6a5b959-e41f-47c3-859d-8d6b90ce9377" xsi:nil="true"/>
    <Faks_x0023_16 xmlns="b6a5b959-e41f-47c3-859d-8d6b90ce9377" xsi:nil="true"/>
    <Faks_x0023_17 xmlns="b6a5b959-e41f-47c3-859d-8d6b90ce9377" xsi:nil="true"/>
    <Faks_x0023_18 xmlns="b6a5b959-e41f-47c3-859d-8d6b90ce9377" xsi:nil="true"/>
    <Faks_x0023_19 xmlns="b6a5b959-e41f-47c3-859d-8d6b90ce9377" xsi:nil="true"/>
    <Faks_x0023_20 xmlns="b6a5b959-e41f-47c3-859d-8d6b90ce9377" xsi:nil="true"/>
    <Faks_x0023_21 xmlns="b6a5b959-e41f-47c3-859d-8d6b90ce9377" xsi:nil="true"/>
    <Faks_x0023_22 xmlns="b6a5b959-e41f-47c3-859d-8d6b90ce9377" xsi:nil="true"/>
    <Faks_x0023_23 xmlns="b6a5b959-e41f-47c3-859d-8d6b90ce9377" xsi:nil="true"/>
    <Faks_x0023_24 xmlns="b6a5b959-e41f-47c3-859d-8d6b90ce9377" xsi:nil="true"/>
    <Faks_x0023_25 xmlns="b6a5b959-e41f-47c3-859d-8d6b90ce9377" xsi:nil="true"/>
    <Saatmisviis xmlns="b6a5b959-e41f-47c3-859d-8d6b90ce9377">E-post</Saatmisviis>
    <Suund xmlns="b6a5b959-e41f-47c3-859d-8d6b90ce9377" xsi:nil="true"/>
    <Sisukokkuvõte xmlns="b6a5b959-e41f-47c3-859d-8d6b90ce9377" xsi:nil="true"/>
    <RMSigner xmlns="b6a5b959-e41f-47c3-859d-8d6b90ce9377" xsi:nil="true"/>
    <RMDocumentExpirationDate xmlns="b6a5b959-e41f-47c3-859d-8d6b90ce9377" xsi:nil="true"/>
    <RMNotes xmlns="b6a5b959-e41f-47c3-859d-8d6b90ce9377" xsi:nil="true"/>
    <RMShouldArchiveFilesOnRegistration xmlns="b6a5b959-e41f-47c3-859d-8d6b90ce9377">false</RMShouldArchiveFilesOnRegistration>
    <RMStatus xmlns="b6a5b959-e41f-47c3-859d-8d6b90ce9377">InProcess</RMStatus>
    <Allkirjastaja_x0020_1_x0020_ametinimetus xmlns="b6a5b959-e41f-47c3-859d-8d6b90ce9377" xsi:nil="true"/>
    <Lühike_x0020_reg_x0020_nr xmlns="b6a5b959-e41f-47c3-859d-8d6b90ce9377">38</Lühike_x0020_reg_x0020_nr>
  </documentManagement>
</p:properties>
</file>

<file path=customXml/item4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D" ma:contentTypeVersion="734" fp:containerId="228b4970-73de-44a4-83e2-9513be360001" fp:lcid="1061" ma:contentTypeName="Volikiri">
  <xs:schema xmlns:f="b6a5b959-e41f-47c3-859d-8d6b90ce9377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InheritedFields" minOccurs="0"/>
                <xs:element ref="f:RMAccessRestrictionLevel" minOccurs="0"/>
                <xs:element ref="f:RMAccessRestrictionOwner" minOccurs="0"/>
                <xs:element ref="f:RMAccessRestrictionReason" minOccurs="0"/>
                <xs:element ref="f:RMAccessRestrictionDuration" minOccurs="0"/>
                <xs:element ref="f:RMAccessRestrictionDate" minOccurs="0"/>
                <xs:element ref="f:RMAccessRestrictionEndEvent" minOccurs="0"/>
                <xs:element ref="f:RMOrderPosition" minOccurs="0"/>
                <xs:element ref="f:RMVirtualFolderNames" minOccurs="0"/>
                <xs:element ref="f:RMAccessRestrictedFrom" minOccurs="0"/>
                <xs:element ref="f:RMAccessRestrictedUntil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Meedia" minOccurs="0"/>
                <xs:element ref="f:Dokumendi_x0020_kuupäev" minOccurs="0"/>
                <xs:element ref="f:Tähtaeg" minOccurs="0"/>
                <xs:element ref="f:Koostaja" minOccurs="0"/>
                <xs:element ref="f:Allkirjastaja_x0028_d_x0029_" minOccurs="0"/>
                <xs:element ref="f:Volitatud_x0020_töötajad_x0023_1" minOccurs="0"/>
                <xs:element ref="f:Volitatud_x0020_töötajad_x0023_2" minOccurs="0"/>
                <xs:element ref="f:Volitatud_x0020_töötajad_x0023_3" minOccurs="0"/>
                <xs:element ref="f:Volitatud_x0020_töötajad_x0023_4" minOccurs="0"/>
                <xs:element ref="f:Volitatud_x0020_töötajad_x0023_5" minOccurs="0"/>
                <xs:element ref="f:Volitatud_x0020_töötajad_x0023_6" minOccurs="0"/>
                <xs:element ref="f:Volitatud_x0020_töötajad_x0023_7" minOccurs="0"/>
                <xs:element ref="f:Volitatud_x0020_töötajad_x0023_8" minOccurs="0"/>
                <xs:element ref="f:Volitatud_x0020_töötajad_x0023_9" minOccurs="0"/>
                <xs:element ref="f:Volitatud_x0020_töötajad_x0023_10" minOccurs="0"/>
                <xs:element ref="f:Volitatud_x0020_töötajad_x0023_11" minOccurs="0"/>
                <xs:element ref="f:Volitatud_x0020_töötajad_x0023_12" minOccurs="0"/>
                <xs:element ref="f:Volitatud_x0020_töötajad_x0023_13" minOccurs="0"/>
                <xs:element ref="f:Volitatud_x0020_töötajad_x0023_14" minOccurs="0"/>
                <xs:element ref="f:Volitatud_x0020_töötajad_x0023_15" minOccurs="0"/>
                <xs:element ref="f:Volitatud_x0020_töötajad_x0023_16" minOccurs="0"/>
                <xs:element ref="f:Volitatud_x0020_töötajad_x0023_17" minOccurs="0"/>
                <xs:element ref="f:Volitatud_x0020_töötajad_x0023_18" minOccurs="0"/>
                <xs:element ref="f:Volitatud_x0020_töötajad_x0023_19" minOccurs="0"/>
                <xs:element ref="f:Volitatud_x0020_töötajad_x0023_20" minOccurs="0"/>
                <xs:element ref="f:Volitatud_x0020_töötajad_x0023_21" minOccurs="0"/>
                <xs:element ref="f:Volitatud_x0020_töötajad_x0023_22" minOccurs="0"/>
                <xs:element ref="f:Volitatud_x0020_töötajad_x0023_23" minOccurs="0"/>
                <xs:element ref="f:Volitatud_x0020_töötajad_x0023_24" minOccurs="0"/>
                <xs:element ref="f:Volitatud_x0020_töötajad_x0023_25" minOccurs="0"/>
                <xs:element ref="f:Ettevõtteväline_x0020_osapool_x0023_1" minOccurs="0"/>
                <xs:element ref="f:Ettevõtteväline_x0020_osapool_x0023_2" minOccurs="0"/>
                <xs:element ref="f:Ettevõtteväline_x0020_osapool_x0023_3" minOccurs="0"/>
                <xs:element ref="f:Ettevõtteväline_x0020_osapool_x0023_4" minOccurs="0"/>
                <xs:element ref="f:Ettevõtteväline_x0020_osapool_x0023_5" minOccurs="0"/>
                <xs:element ref="f:Ettevõtteväline_x0020_osapool_x0023_6" minOccurs="0"/>
                <xs:element ref="f:Ettevõtteväline_x0020_osapool_x0023_7" minOccurs="0"/>
                <xs:element ref="f:Ettevõtteväline_x0020_osapool_x0023_8" minOccurs="0"/>
                <xs:element ref="f:Ettevõtteväline_x0020_osapool_x0023_9" minOccurs="0"/>
                <xs:element ref="f:Ettevõtteväline_x0020_osapool_x0023_10" minOccurs="0"/>
                <xs:element ref="f:Ettevõtteväline_x0020_osapool_x0023_11" minOccurs="0"/>
                <xs:element ref="f:Ettevõtteväline_x0020_osapool_x0023_12" minOccurs="0"/>
                <xs:element ref="f:Ettevõtteväline_x0020_osapool_x0023_13" minOccurs="0"/>
                <xs:element ref="f:Ettevõtteväline_x0020_osapool_x0023_14" minOccurs="0"/>
                <xs:element ref="f:Ettevõtteväline_x0020_osapool_x0023_15" minOccurs="0"/>
                <xs:element ref="f:Ettevõtteväline_x0020_osapool_x0023_16" minOccurs="0"/>
                <xs:element ref="f:Ettevõtteväline_x0020_osapool_x0023_17" minOccurs="0"/>
                <xs:element ref="f:Ettevõtteväline_x0020_osapool_x0023_18" minOccurs="0"/>
                <xs:element ref="f:Ettevõtteväline_x0020_osapool_x0023_19" minOccurs="0"/>
                <xs:element ref="f:Ettevõtteväline_x0020_osapool_x0023_20" minOccurs="0"/>
                <xs:element ref="f:Ettevõtteväline_x0020_osapool_x0023_21" minOccurs="0"/>
                <xs:element ref="f:Ettevõtteväline_x0020_osapool_x0023_22" minOccurs="0"/>
                <xs:element ref="f:Ettevõtteväline_x0020_osapool_x0023_23" minOccurs="0"/>
                <xs:element ref="f:Ettevõtteväline_x0020_osapool_x0023_24" minOccurs="0"/>
                <xs:element ref="f:Ettevõtteväline_x0020_osapool_x0023_25" minOccurs="0"/>
                <xs:element ref="f:Kontakti_x0020_nimi_x0023_1" minOccurs="0"/>
                <xs:element ref="f:Kontakti_x0020_nimi_x0023_2" minOccurs="0"/>
                <xs:element ref="f:Kontakti_x0020_nimi_x0023_3" minOccurs="0"/>
                <xs:element ref="f:Kontakti_x0020_nimi_x0023_4" minOccurs="0"/>
                <xs:element ref="f:Kontakti_x0020_nimi_x0023_5" minOccurs="0"/>
                <xs:element ref="f:Kontakti_x0020_nimi_x0023_6" minOccurs="0"/>
                <xs:element ref="f:Kontakti_x0020_nimi_x0023_7" minOccurs="0"/>
                <xs:element ref="f:Kontakti_x0020_nimi_x0023_8" minOccurs="0"/>
                <xs:element ref="f:Kontakti_x0020_nimi_x0023_9" minOccurs="0"/>
                <xs:element ref="f:Kontakti_x0020_nimi_x0023_10" minOccurs="0"/>
                <xs:element ref="f:Kontakti_x0020_nimi_x0023_11" minOccurs="0"/>
                <xs:element ref="f:Kontakti_x0020_nimi_x0023_12" minOccurs="0"/>
                <xs:element ref="f:Kontakti_x0020_nimi_x0023_13" minOccurs="0"/>
                <xs:element ref="f:Kontakti_x0020_nimi_x0023_14" minOccurs="0"/>
                <xs:element ref="f:Kontakti_x0020_nimi_x0023_15" minOccurs="0"/>
                <xs:element ref="f:Kontakti_x0020_nimi_x0023_16" minOccurs="0"/>
                <xs:element ref="f:Kontakti_x0020_nimi_x0023_17" minOccurs="0"/>
                <xs:element ref="f:Kontakti_x0020_nimi_x0023_18" minOccurs="0"/>
                <xs:element ref="f:Kontakti_x0020_nimi_x0023_19" minOccurs="0"/>
                <xs:element ref="f:Kontakti_x0020_nimi_x0023_20" minOccurs="0"/>
                <xs:element ref="f:Kontakti_x0020_nimi_x0023_21" minOccurs="0"/>
                <xs:element ref="f:Kontakti_x0020_nimi_x0023_22" minOccurs="0"/>
                <xs:element ref="f:Kontakti_x0020_nimi_x0023_23" minOccurs="0"/>
                <xs:element ref="f:Kontakti_x0020_nimi_x0023_24" minOccurs="0"/>
                <xs:element ref="f:Kontakti_x0020_nimi_x0023_25" minOccurs="0"/>
                <xs:element ref="f:Aadress_x0023_1" minOccurs="0"/>
                <xs:element ref="f:Aadress_x0023_2" minOccurs="0"/>
                <xs:element ref="f:Aadress_x0023_3" minOccurs="0"/>
                <xs:element ref="f:Aadress_x0023_4" minOccurs="0"/>
                <xs:element ref="f:Aadress_x0023_5" minOccurs="0"/>
                <xs:element ref="f:Aadress_x0023_6" minOccurs="0"/>
                <xs:element ref="f:Aadress_x0023_7" minOccurs="0"/>
                <xs:element ref="f:Aadress_x0023_8" minOccurs="0"/>
                <xs:element ref="f:Aadress_x0023_9" minOccurs="0"/>
                <xs:element ref="f:Aadress_x0023_10" minOccurs="0"/>
                <xs:element ref="f:Aadress_x0023_11" minOccurs="0"/>
                <xs:element ref="f:Aadress_x0023_12" minOccurs="0"/>
                <xs:element ref="f:Aadress_x0023_13" minOccurs="0"/>
                <xs:element ref="f:Aadress_x0023_14" minOccurs="0"/>
                <xs:element ref="f:Aadress_x0023_15" minOccurs="0"/>
                <xs:element ref="f:Aadress_x0023_16" minOccurs="0"/>
                <xs:element ref="f:Aadress_x0023_17" minOccurs="0"/>
                <xs:element ref="f:Aadress_x0023_18" minOccurs="0"/>
                <xs:element ref="f:Aadress_x0023_19" minOccurs="0"/>
                <xs:element ref="f:Aadress_x0023_20" minOccurs="0"/>
                <xs:element ref="f:Aadress_x0023_21" minOccurs="0"/>
                <xs:element ref="f:Aadress_x0023_22" minOccurs="0"/>
                <xs:element ref="f:Aadress_x0023_23" minOccurs="0"/>
                <xs:element ref="f:Aadress_x0023_24" minOccurs="0"/>
                <xs:element ref="f:Aadress_x0023_25" minOccurs="0"/>
                <xs:element ref="f:Vald_x0023_1" minOccurs="0"/>
                <xs:element ref="f:Vald_x0023_2" minOccurs="0"/>
                <xs:element ref="f:Vald_x0023_3" minOccurs="0"/>
                <xs:element ref="f:Vald_x0023_4" minOccurs="0"/>
                <xs:element ref="f:Vald_x0023_5" minOccurs="0"/>
                <xs:element ref="f:Vald_x0023_6" minOccurs="0"/>
                <xs:element ref="f:Vald_x0023_7" minOccurs="0"/>
                <xs:element ref="f:Vald_x0023_8" minOccurs="0"/>
                <xs:element ref="f:Vald_x0023_9" minOccurs="0"/>
                <xs:element ref="f:Vald_x0023_10" minOccurs="0"/>
                <xs:element ref="f:Vald_x0023_11" minOccurs="0"/>
                <xs:element ref="f:Vald_x0023_12" minOccurs="0"/>
                <xs:element ref="f:Vald_x0023_13" minOccurs="0"/>
                <xs:element ref="f:Vald_x0023_14" minOccurs="0"/>
                <xs:element ref="f:Vald_x0023_15" minOccurs="0"/>
                <xs:element ref="f:Vald_x0023_16" minOccurs="0"/>
                <xs:element ref="f:Vald_x0023_17" minOccurs="0"/>
                <xs:element ref="f:Vald_x0023_18" minOccurs="0"/>
                <xs:element ref="f:Vald_x0023_19" minOccurs="0"/>
                <xs:element ref="f:Vald_x0023_20" minOccurs="0"/>
                <xs:element ref="f:Vald_x0023_21" minOccurs="0"/>
                <xs:element ref="f:Vald_x0023_22" minOccurs="0"/>
                <xs:element ref="f:Vald_x0023_23" minOccurs="0"/>
                <xs:element ref="f:Vald_x0023_24" minOccurs="0"/>
                <xs:element ref="f:Vald_x0023_25" minOccurs="0"/>
                <xs:element ref="f:Linn_x0023_1" minOccurs="0"/>
                <xs:element ref="f:Linn_x0023_2" minOccurs="0"/>
                <xs:element ref="f:Linn_x0023_3" minOccurs="0"/>
                <xs:element ref="f:Linn_x0023_4" minOccurs="0"/>
                <xs:element ref="f:Linn_x0023_5" minOccurs="0"/>
                <xs:element ref="f:Linn_x0023_6" minOccurs="0"/>
                <xs:element ref="f:Linn_x0023_7" minOccurs="0"/>
                <xs:element ref="f:Linn_x0023_8" minOccurs="0"/>
                <xs:element ref="f:Linn_x0023_9" minOccurs="0"/>
                <xs:element ref="f:Linn_x0023_10" minOccurs="0"/>
                <xs:element ref="f:Linn_x0023_11" minOccurs="0"/>
                <xs:element ref="f:Linn_x0023_12" minOccurs="0"/>
                <xs:element ref="f:Linn_x0023_13" minOccurs="0"/>
                <xs:element ref="f:Linn_x0023_14" minOccurs="0"/>
                <xs:element ref="f:Linn_x0023_15" minOccurs="0"/>
                <xs:element ref="f:Linn_x0023_16" minOccurs="0"/>
                <xs:element ref="f:Linn_x0023_17" minOccurs="0"/>
                <xs:element ref="f:Linn_x0023_18" minOccurs="0"/>
                <xs:element ref="f:Linn_x0023_19" minOccurs="0"/>
                <xs:element ref="f:Linn_x0023_20" minOccurs="0"/>
                <xs:element ref="f:Linn_x0023_21" minOccurs="0"/>
                <xs:element ref="f:Linn_x0023_22" minOccurs="0"/>
                <xs:element ref="f:Linn_x0023_23" minOccurs="0"/>
                <xs:element ref="f:Linn_x0023_24" minOccurs="0"/>
                <xs:element ref="f:Linn_x0023_25" minOccurs="0"/>
                <xs:element ref="f:Maakond_x0023_1" minOccurs="0"/>
                <xs:element ref="f:Maakond_x0023_2" minOccurs="0"/>
                <xs:element ref="f:Maakond_x0023_3" minOccurs="0"/>
                <xs:element ref="f:Maakond_x0023_4" minOccurs="0"/>
                <xs:element ref="f:Maakond_x0023_5" minOccurs="0"/>
                <xs:element ref="f:Maakond_x0023_6" minOccurs="0"/>
                <xs:element ref="f:Maakond_x0023_7" minOccurs="0"/>
                <xs:element ref="f:Maakond_x0023_8" minOccurs="0"/>
                <xs:element ref="f:Maakond_x0023_9" minOccurs="0"/>
                <xs:element ref="f:Maakond_x0023_10" minOccurs="0"/>
                <xs:element ref="f:Maakond_x0023_11" minOccurs="0"/>
                <xs:element ref="f:Maakond_x0023_12" minOccurs="0"/>
                <xs:element ref="f:Maakond_x0023_13" minOccurs="0"/>
                <xs:element ref="f:Maakond_x0023_14" minOccurs="0"/>
                <xs:element ref="f:Maakond_x0023_15" minOccurs="0"/>
                <xs:element ref="f:Maakond_x0023_16" minOccurs="0"/>
                <xs:element ref="f:Maakond_x0023_17" minOccurs="0"/>
                <xs:element ref="f:Maakond_x0023_18" minOccurs="0"/>
                <xs:element ref="f:Maakond_x0023_19" minOccurs="0"/>
                <xs:element ref="f:Maakond_x0023_20" minOccurs="0"/>
                <xs:element ref="f:Maakond_x0023_21" minOccurs="0"/>
                <xs:element ref="f:Maakond_x0023_22" minOccurs="0"/>
                <xs:element ref="f:Maakond_x0023_23" minOccurs="0"/>
                <xs:element ref="f:Maakond_x0023_24" minOccurs="0"/>
                <xs:element ref="f:Maakond_x0023_25" minOccurs="0"/>
                <xs:element ref="f:Sihtnumber_x0023_1" minOccurs="0"/>
                <xs:element ref="f:Sihtnumber_x0023_2" minOccurs="0"/>
                <xs:element ref="f:Sihtnumber_x0023_3" minOccurs="0"/>
                <xs:element ref="f:Sihtnumber_x0023_4" minOccurs="0"/>
                <xs:element ref="f:Sihtnumber_x0023_5" minOccurs="0"/>
                <xs:element ref="f:Sihtnumber_x0023_6" minOccurs="0"/>
                <xs:element ref="f:Sihtnumber_x0023_7" minOccurs="0"/>
                <xs:element ref="f:Sihtnumber_x0023_8" minOccurs="0"/>
                <xs:element ref="f:Sihtnumber_x0023_9" minOccurs="0"/>
                <xs:element ref="f:Sihtnumber_x0023_10" minOccurs="0"/>
                <xs:element ref="f:Sihtnumber_x0023_11" minOccurs="0"/>
                <xs:element ref="f:Sihtnumber_x0023_12" minOccurs="0"/>
                <xs:element ref="f:Sihtnumber_x0023_13" minOccurs="0"/>
                <xs:element ref="f:Sihtnumber_x0023_14" minOccurs="0"/>
                <xs:element ref="f:Sihtnumber_x0023_15" minOccurs="0"/>
                <xs:element ref="f:Sihtnumber_x0023_16" minOccurs="0"/>
                <xs:element ref="f:Sihtnumber_x0023_17" minOccurs="0"/>
                <xs:element ref="f:Sihtnumber_x0023_18" minOccurs="0"/>
                <xs:element ref="f:Sihtnumber_x0023_19" minOccurs="0"/>
                <xs:element ref="f:Sihtnumber_x0023_20" minOccurs="0"/>
                <xs:element ref="f:Sihtnumber_x0023_21" minOccurs="0"/>
                <xs:element ref="f:Sihtnumber_x0023_22" minOccurs="0"/>
                <xs:element ref="f:Sihtnumber_x0023_23" minOccurs="0"/>
                <xs:element ref="f:Sihtnumber_x0023_24" minOccurs="0"/>
                <xs:element ref="f:Sihtnumber_x0023_25" minOccurs="0"/>
                <xs:element ref="f:Riik_x0023_1" minOccurs="0"/>
                <xs:element ref="f:Riik_x0023_2" minOccurs="0"/>
                <xs:element ref="f:Riik_x0023_3" minOccurs="0"/>
                <xs:element ref="f:Riik_x0023_4" minOccurs="0"/>
                <xs:element ref="f:Riik_x0023_5" minOccurs="0"/>
                <xs:element ref="f:Riik_x0023_6" minOccurs="0"/>
                <xs:element ref="f:Riik_x0023_7" minOccurs="0"/>
                <xs:element ref="f:Riik_x0023_8" minOccurs="0"/>
                <xs:element ref="f:Riik_x0023_9" minOccurs="0"/>
                <xs:element ref="f:Riik_x0023_10" minOccurs="0"/>
                <xs:element ref="f:Riik_x0023_11" minOccurs="0"/>
                <xs:element ref="f:Riik_x0023_12" minOccurs="0"/>
                <xs:element ref="f:Riik_x0023_13" minOccurs="0"/>
                <xs:element ref="f:Riik_x0023_14" minOccurs="0"/>
                <xs:element ref="f:Riik_x0023_15" minOccurs="0"/>
                <xs:element ref="f:Riik_x0023_16" minOccurs="0"/>
                <xs:element ref="f:Riik_x0023_17" minOccurs="0"/>
                <xs:element ref="f:Riik_x0023_18" minOccurs="0"/>
                <xs:element ref="f:Riik_x0023_19" minOccurs="0"/>
                <xs:element ref="f:Riik_x0023_20" minOccurs="0"/>
                <xs:element ref="f:Riik_x0023_21" minOccurs="0"/>
                <xs:element ref="f:Riik_x0023_22" minOccurs="0"/>
                <xs:element ref="f:Riik_x0023_23" minOccurs="0"/>
                <xs:element ref="f:Riik_x0023_24" minOccurs="0"/>
                <xs:element ref="f:Riik_x0023_25" minOccurs="0"/>
                <xs:element ref="f:Registrikood_x002F_isikukood_x0023_1" minOccurs="0"/>
                <xs:element ref="f:Registrikood_x002F_isikukood_x0023_2" minOccurs="0"/>
                <xs:element ref="f:Registrikood_x002F_isikukood_x0023_3" minOccurs="0"/>
                <xs:element ref="f:Registrikood_x002F_isikukood_x0023_4" minOccurs="0"/>
                <xs:element ref="f:Registrikood_x002F_isikukood_x0023_5" minOccurs="0"/>
                <xs:element ref="f:Registrikood_x002F_isikukood_x0023_6" minOccurs="0"/>
                <xs:element ref="f:Registrikood_x002F_isikukood_x0023_7" minOccurs="0"/>
                <xs:element ref="f:Registrikood_x002F_isikukood_x0023_8" minOccurs="0"/>
                <xs:element ref="f:Registrikood_x002F_isikukood_x0023_9" minOccurs="0"/>
                <xs:element ref="f:Registrikood_x002F_isikukood_x0023_10" minOccurs="0"/>
                <xs:element ref="f:Registrikood_x002F_isikukood_x0023_11" minOccurs="0"/>
                <xs:element ref="f:Registrikood_x002F_isikukood_x0023_12" minOccurs="0"/>
                <xs:element ref="f:Registrikood_x002F_isikukood_x0023_13" minOccurs="0"/>
                <xs:element ref="f:Registrikood_x002F_isikukood_x0023_14" minOccurs="0"/>
                <xs:element ref="f:Registrikood_x002F_isikukood_x0023_15" minOccurs="0"/>
                <xs:element ref="f:Registrikood_x002F_isikukood_x0023_16" minOccurs="0"/>
                <xs:element ref="f:Registrikood_x002F_isikukood_x0023_17" minOccurs="0"/>
                <xs:element ref="f:Registrikood_x002F_isikukood_x0023_18" minOccurs="0"/>
                <xs:element ref="f:Registrikood_x002F_isikukood_x0023_19" minOccurs="0"/>
                <xs:element ref="f:Registrikood_x002F_isikukood_x0023_20" minOccurs="0"/>
                <xs:element ref="f:Registrikood_x002F_isikukood_x0023_21" minOccurs="0"/>
                <xs:element ref="f:Registrikood_x002F_isikukood_x0023_22" minOccurs="0"/>
                <xs:element ref="f:Registrikood_x002F_isikukood_x0023_23" minOccurs="0"/>
                <xs:element ref="f:Registrikood_x002F_isikukood_x0023_24" minOccurs="0"/>
                <xs:element ref="f:Registrikood_x002F_isikukood_x0023_25" minOccurs="0"/>
                <xs:element ref="f:E-posti_x0020_aadress_x0023_1" minOccurs="0"/>
                <xs:element ref="f:E-posti_x0020_aadress_x0023_2" minOccurs="0"/>
                <xs:element ref="f:E-posti_x0020_aadress_x0023_3" minOccurs="0"/>
                <xs:element ref="f:E-posti_x0020_aadress_x0023_4" minOccurs="0"/>
                <xs:element ref="f:E-posti_x0020_aadress_x0023_5" minOccurs="0"/>
                <xs:element ref="f:E-posti_x0020_aadress_x0023_6" minOccurs="0"/>
                <xs:element ref="f:E-posti_x0020_aadress_x0023_7" minOccurs="0"/>
                <xs:element ref="f:E-posti_x0020_aadress_x0023_8" minOccurs="0"/>
                <xs:element ref="f:E-posti_x0020_aadress_x0023_9" minOccurs="0"/>
                <xs:element ref="f:E-posti_x0020_aadress_x0023_10" minOccurs="0"/>
                <xs:element ref="f:E-posti_x0020_aadress_x0023_11" minOccurs="0"/>
                <xs:element ref="f:E-posti_x0020_aadress_x0023_12" minOccurs="0"/>
                <xs:element ref="f:E-posti_x0020_aadress_x0023_13" minOccurs="0"/>
                <xs:element ref="f:E-posti_x0020_aadress_x0023_14" minOccurs="0"/>
                <xs:element ref="f:E-posti_x0020_aadress_x0023_15" minOccurs="0"/>
                <xs:element ref="f:E-posti_x0020_aadress_x0023_16" minOccurs="0"/>
                <xs:element ref="f:E-posti_x0020_aadress_x0023_17" minOccurs="0"/>
                <xs:element ref="f:E-posti_x0020_aadress_x0023_18" minOccurs="0"/>
                <xs:element ref="f:E-posti_x0020_aadress_x0023_19" minOccurs="0"/>
                <xs:element ref="f:E-posti_x0020_aadress_x0023_20" minOccurs="0"/>
                <xs:element ref="f:E-posti_x0020_aadress_x0023_21" minOccurs="0"/>
                <xs:element ref="f:E-posti_x0020_aadress_x0023_22" minOccurs="0"/>
                <xs:element ref="f:E-posti_x0020_aadress_x0023_23" minOccurs="0"/>
                <xs:element ref="f:E-posti_x0020_aadress_x0023_24" minOccurs="0"/>
                <xs:element ref="f:E-posti_x0020_aadress_x0023_25" minOccurs="0"/>
                <xs:element ref="f:Postiaadress_x0023_1" minOccurs="0"/>
                <xs:element ref="f:Postiaadress_x0023_2" minOccurs="0"/>
                <xs:element ref="f:Postiaadress_x0023_3" minOccurs="0"/>
                <xs:element ref="f:Postiaadress_x0023_4" minOccurs="0"/>
                <xs:element ref="f:Postiaadress_x0023_5" minOccurs="0"/>
                <xs:element ref="f:Postiaadress_x0023_6" minOccurs="0"/>
                <xs:element ref="f:Postiaadress_x0023_7" minOccurs="0"/>
                <xs:element ref="f:Postiaadress_x0023_8" minOccurs="0"/>
                <xs:element ref="f:Postiaadress_x0023_9" minOccurs="0"/>
                <xs:element ref="f:Postiaadress_x0023_10" minOccurs="0"/>
                <xs:element ref="f:Postiaadress_x0023_11" minOccurs="0"/>
                <xs:element ref="f:Postiaadress_x0023_12" minOccurs="0"/>
                <xs:element ref="f:Postiaadress_x0023_13" minOccurs="0"/>
                <xs:element ref="f:Postiaadress_x0023_14" minOccurs="0"/>
                <xs:element ref="f:Postiaadress_x0023_15" minOccurs="0"/>
                <xs:element ref="f:Postiaadress_x0023_16" minOccurs="0"/>
                <xs:element ref="f:Postiaadress_x0023_17" minOccurs="0"/>
                <xs:element ref="f:Postiaadress_x0023_18" minOccurs="0"/>
                <xs:element ref="f:Postiaadress_x0023_19" minOccurs="0"/>
                <xs:element ref="f:Postiaadress_x0023_20" minOccurs="0"/>
                <xs:element ref="f:Postiaadress_x0023_21" minOccurs="0"/>
                <xs:element ref="f:Postiaadress_x0023_22" minOccurs="0"/>
                <xs:element ref="f:Postiaadress_x0023_23" minOccurs="0"/>
                <xs:element ref="f:Postiaadress_x0023_24" minOccurs="0"/>
                <xs:element ref="f:Postiaadress_x0023_25" minOccurs="0"/>
                <xs:element ref="f:Faks_x0023_1" minOccurs="0"/>
                <xs:element ref="f:Faks_x0023_2" minOccurs="0"/>
                <xs:element ref="f:Faks_x0023_3" minOccurs="0"/>
                <xs:element ref="f:Faks_x0023_4" minOccurs="0"/>
                <xs:element ref="f:Faks_x0023_5" minOccurs="0"/>
                <xs:element ref="f:Faks_x0023_6" minOccurs="0"/>
                <xs:element ref="f:Faks_x0023_7" minOccurs="0"/>
                <xs:element ref="f:Faks_x0023_8" minOccurs="0"/>
                <xs:element ref="f:Faks_x0023_9" minOccurs="0"/>
                <xs:element ref="f:Faks_x0023_10" minOccurs="0"/>
                <xs:element ref="f:Faks_x0023_11" minOccurs="0"/>
                <xs:element ref="f:Faks_x0023_12" minOccurs="0"/>
                <xs:element ref="f:Faks_x0023_13" minOccurs="0"/>
                <xs:element ref="f:Faks_x0023_14" minOccurs="0"/>
                <xs:element ref="f:Faks_x0023_15" minOccurs="0"/>
                <xs:element ref="f:Faks_x0023_16" minOccurs="0"/>
                <xs:element ref="f:Faks_x0023_17" minOccurs="0"/>
                <xs:element ref="f:Faks_x0023_18" minOccurs="0"/>
                <xs:element ref="f:Faks_x0023_19" minOccurs="0"/>
                <xs:element ref="f:Faks_x0023_20" minOccurs="0"/>
                <xs:element ref="f:Faks_x0023_21" minOccurs="0"/>
                <xs:element ref="f:Faks_x0023_22" minOccurs="0"/>
                <xs:element ref="f:Faks_x0023_23" minOccurs="0"/>
                <xs:element ref="f:Faks_x0023_24" minOccurs="0"/>
                <xs:element ref="f:Faks_x0023_25" minOccurs="0"/>
                <xs:element ref="f:Saatmisviis" minOccurs="0"/>
                <xs:element ref="f:Suund" minOccurs="0"/>
                <xs:element ref="f:Sisukokkuvõte" minOccurs="0"/>
                <xs:element ref="f:RMSigner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Allkirjastaja_x0020_1_x0020_ametinimetus" minOccurs="0"/>
                <xs:element ref="f:Lühike_x0020_reg_x0020_nr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b6a5b959-e41f-47c3-859d-8d6b90ce9377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RMInheritedFields" ma:displayName="Inherited Fields" ma:index="4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5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Owner" ma:displayName="Juurdepääsupiirangu eest vastutaja" ma:index="6" ma:internalName="RMAccessRestrictionOwner" nillable="true" ma:readOnly="true" fp:namespace="228B497073DE44A483E29513BE360001" fp:type="String">
      <xs:simpleType>
        <xs:restriction base="dms:Text"/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Date" ma:displayName="Fikseeritud lõppkuupäev" ma:index="9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11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VirtualFolderNames" ma:displayName="Taotlustoimikud" ma:index="12" ma:internalName="RMVirtualFolderName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13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4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NotificationTime" ma:displayName="Juurdepääsupiirangu meeldetuletus saadetud" ma:index="15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16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7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18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19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0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1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Meedia" ma:displayName="Teabekandja" ma:index="22" ma:internalName="Meedia" fp:namespace="228B497073DE44A483E29513BE360001" fp:type="String">
      <xs:simpleType>
        <xs:restriction base="dms:Choice">
          <xs:enumeration value="Paber"/>
          <xs:enumeration value="Digitaalne"/>
          <xs:enumeration value="Muu"/>
        </xs:restriction>
      </xs:simpleType>
    </xs:element>
    <xs:element name="Dokumendi_x0020_kuupäev" ma:displayName="Dokumendi kuupäev" ma:index="23" ma:internalName="Dokumendi_x0020_kuupäev" fp:namespace="228B497073DE44A483E29513BE360001" ma:format="DateOnly" fp:type="DateTime">
      <xs:simpleType>
        <xs:restriction base="dms:DateTime"/>
      </xs:simpleType>
    </xs:element>
    <xs:element name="Tähtaeg" ma:displayName="Tähtaeg" ma:index="24" ma:internalName="Tähtaeg" nillable="true" fp:namespace="228B497073DE44A483E29513BE360001" ma:format="DateOnly" fp:type="DateTime">
      <xs:simpleType>
        <xs:restriction base="dms:DateTime"/>
      </xs:simpleType>
    </xs:element>
    <xs:element name="Koostaja" ma:displayName="Koostaja" ma:index="25" ma:internalName="Koostaja" ma:readOnly="true" fp:namespace="228B497073DE44A483E29513BE360001" fp:type="String">
      <xs:simpleType>
        <xs:restriction base="dms:Text"/>
      </xs:simpleType>
    </xs:element>
    <xs:element name="Allkirjastaja_x0028_d_x0029_" ma:displayName="Allkirjastaja(d)" ma:index="26" ma:internalName="Allkirjastaja_x0028_d_x0029_" nillable="true" ma:readOnly="true" fp:namespace="228B497073DE44A483E29513BE360001" fp:type="String">
      <xs:simpleType>
        <xs:restriction base="dms:Text"/>
      </xs:simpleType>
    </xs:element>
    <xs:element name="Volitatud_x0020_töötajad_x0023_1" ma:displayName="Volitatud Eleringi töötajad: 1" ma:index="27" ma:internalName="Volitatud_x0020_töötajad_x0023_1" nillable="true" ma:readOnly="true" fp:namespace="228B497073DE44A483E29513BE360001" fp:type="String">
      <xs:simpleType>
        <xs:restriction base="dms:Text"/>
      </xs:simpleType>
    </xs:element>
    <xs:element name="Volitatud_x0020_töötajad_x0023_2" ma:displayName="Volitatud Eleringi töötajad: 2" ma:index="28" ma:internalName="Volitatud_x0020_töötajad_x0023_2" nillable="true" ma:readOnly="true" fp:namespace="228B497073DE44A483E29513BE360001" fp:type="String">
      <xs:simpleType>
        <xs:restriction base="dms:Text"/>
      </xs:simpleType>
    </xs:element>
    <xs:element name="Volitatud_x0020_töötajad_x0023_3" ma:displayName="Volitatud Eleringi töötajad: 3" ma:index="29" ma:internalName="Volitatud_x0020_töötajad_x0023_3" nillable="true" ma:readOnly="true" fp:namespace="228B497073DE44A483E29513BE360001" fp:type="String">
      <xs:simpleType>
        <xs:restriction base="dms:Text"/>
      </xs:simpleType>
    </xs:element>
    <xs:element name="Volitatud_x0020_töötajad_x0023_4" ma:displayName="Volitatud Eleringi töötajad: 4" ma:index="30" ma:internalName="Volitatud_x0020_töötajad_x0023_4" nillable="true" ma:readOnly="true" fp:namespace="228B497073DE44A483E29513BE360001" fp:type="String">
      <xs:simpleType>
        <xs:restriction base="dms:Text"/>
      </xs:simpleType>
    </xs:element>
    <xs:element name="Volitatud_x0020_töötajad_x0023_5" ma:displayName="Volitatud Eleringi töötajad: 5" ma:index="31" ma:internalName="Volitatud_x0020_töötajad_x0023_5" nillable="true" ma:readOnly="true" fp:namespace="228B497073DE44A483E29513BE360001" fp:type="String">
      <xs:simpleType>
        <xs:restriction base="dms:Text"/>
      </xs:simpleType>
    </xs:element>
    <xs:element name="Volitatud_x0020_töötajad_x0023_6" ma:displayName="Volitatud Eleringi töötajad: 6" ma:index="32" ma:internalName="Volitatud_x0020_töötajad_x0023_6" nillable="true" ma:readOnly="true" fp:namespace="228B497073DE44A483E29513BE360001" fp:type="String">
      <xs:simpleType>
        <xs:restriction base="dms:Text"/>
      </xs:simpleType>
    </xs:element>
    <xs:element name="Volitatud_x0020_töötajad_x0023_7" ma:displayName="Volitatud Eleringi töötajad: 7" ma:index="33" ma:internalName="Volitatud_x0020_töötajad_x0023_7" nillable="true" ma:readOnly="true" fp:namespace="228B497073DE44A483E29513BE360001" fp:type="String">
      <xs:simpleType>
        <xs:restriction base="dms:Text"/>
      </xs:simpleType>
    </xs:element>
    <xs:element name="Volitatud_x0020_töötajad_x0023_8" ma:displayName="Volitatud Eleringi töötajad: 8" ma:index="34" ma:internalName="Volitatud_x0020_töötajad_x0023_8" nillable="true" ma:readOnly="true" fp:namespace="228B497073DE44A483E29513BE360001" fp:type="String">
      <xs:simpleType>
        <xs:restriction base="dms:Text"/>
      </xs:simpleType>
    </xs:element>
    <xs:element name="Volitatud_x0020_töötajad_x0023_9" ma:displayName="Volitatud Eleringi töötajad: 9" ma:index="35" ma:internalName="Volitatud_x0020_töötajad_x0023_9" nillable="true" ma:readOnly="true" fp:namespace="228B497073DE44A483E29513BE360001" fp:type="String">
      <xs:simpleType>
        <xs:restriction base="dms:Text"/>
      </xs:simpleType>
    </xs:element>
    <xs:element name="Volitatud_x0020_töötajad_x0023_10" ma:displayName="Volitatud Eleringi töötajad: 10" ma:index="36" ma:internalName="Volitatud_x0020_töötajad_x0023_10" nillable="true" ma:readOnly="true" fp:namespace="228B497073DE44A483E29513BE360001" fp:type="String">
      <xs:simpleType>
        <xs:restriction base="dms:Text"/>
      </xs:simpleType>
    </xs:element>
    <xs:element name="Volitatud_x0020_töötajad_x0023_11" ma:displayName="Volitatud Eleringi töötajad: 11" ma:index="37" ma:internalName="Volitatud_x0020_töötajad_x0023_11" nillable="true" ma:readOnly="true" fp:namespace="228B497073DE44A483E29513BE360001" fp:type="String">
      <xs:simpleType>
        <xs:restriction base="dms:Text"/>
      </xs:simpleType>
    </xs:element>
    <xs:element name="Volitatud_x0020_töötajad_x0023_12" ma:displayName="Volitatud Eleringi töötajad: 12" ma:index="38" ma:internalName="Volitatud_x0020_töötajad_x0023_12" nillable="true" ma:readOnly="true" fp:namespace="228B497073DE44A483E29513BE360001" fp:type="String">
      <xs:simpleType>
        <xs:restriction base="dms:Text"/>
      </xs:simpleType>
    </xs:element>
    <xs:element name="Volitatud_x0020_töötajad_x0023_13" ma:displayName="Volitatud Eleringi töötajad: 13" ma:index="39" ma:internalName="Volitatud_x0020_töötajad_x0023_13" nillable="true" ma:readOnly="true" fp:namespace="228B497073DE44A483E29513BE360001" fp:type="String">
      <xs:simpleType>
        <xs:restriction base="dms:Text"/>
      </xs:simpleType>
    </xs:element>
    <xs:element name="Volitatud_x0020_töötajad_x0023_14" ma:displayName="Volitatud Eleringi töötajad: 14" ma:index="40" ma:internalName="Volitatud_x0020_töötajad_x0023_14" nillable="true" ma:readOnly="true" fp:namespace="228B497073DE44A483E29513BE360001" fp:type="String">
      <xs:simpleType>
        <xs:restriction base="dms:Text"/>
      </xs:simpleType>
    </xs:element>
    <xs:element name="Volitatud_x0020_töötajad_x0023_15" ma:displayName="Volitatud Eleringi töötajad: 15" ma:index="41" ma:internalName="Volitatud_x0020_töötajad_x0023_15" nillable="true" ma:readOnly="true" fp:namespace="228B497073DE44A483E29513BE360001" fp:type="String">
      <xs:simpleType>
        <xs:restriction base="dms:Text"/>
      </xs:simpleType>
    </xs:element>
    <xs:element name="Volitatud_x0020_töötajad_x0023_16" ma:displayName="Volitatud Eleringi töötajad: 16" ma:index="42" ma:internalName="Volitatud_x0020_töötajad_x0023_16" nillable="true" ma:readOnly="true" fp:namespace="228B497073DE44A483E29513BE360001" fp:type="String">
      <xs:simpleType>
        <xs:restriction base="dms:Text"/>
      </xs:simpleType>
    </xs:element>
    <xs:element name="Volitatud_x0020_töötajad_x0023_17" ma:displayName="Volitatud Eleringi töötajad: 17" ma:index="43" ma:internalName="Volitatud_x0020_töötajad_x0023_17" nillable="true" ma:readOnly="true" fp:namespace="228B497073DE44A483E29513BE360001" fp:type="String">
      <xs:simpleType>
        <xs:restriction base="dms:Text"/>
      </xs:simpleType>
    </xs:element>
    <xs:element name="Volitatud_x0020_töötajad_x0023_18" ma:displayName="Volitatud Eleringi töötajad: 18" ma:index="44" ma:internalName="Volitatud_x0020_töötajad_x0023_18" nillable="true" ma:readOnly="true" fp:namespace="228B497073DE44A483E29513BE360001" fp:type="String">
      <xs:simpleType>
        <xs:restriction base="dms:Text"/>
      </xs:simpleType>
    </xs:element>
    <xs:element name="Volitatud_x0020_töötajad_x0023_19" ma:displayName="Volitatud Eleringi töötajad: 19" ma:index="45" ma:internalName="Volitatud_x0020_töötajad_x0023_19" nillable="true" ma:readOnly="true" fp:namespace="228B497073DE44A483E29513BE360001" fp:type="String">
      <xs:simpleType>
        <xs:restriction base="dms:Text"/>
      </xs:simpleType>
    </xs:element>
    <xs:element name="Volitatud_x0020_töötajad_x0023_20" ma:displayName="Volitatud Eleringi töötajad: 20" ma:index="46" ma:internalName="Volitatud_x0020_töötajad_x0023_20" nillable="true" ma:readOnly="true" fp:namespace="228B497073DE44A483E29513BE360001" fp:type="String">
      <xs:simpleType>
        <xs:restriction base="dms:Text"/>
      </xs:simpleType>
    </xs:element>
    <xs:element name="Volitatud_x0020_töötajad_x0023_21" ma:displayName="Volitatud Eleringi töötajad: 21" ma:index="47" ma:internalName="Volitatud_x0020_töötajad_x0023_21" nillable="true" ma:readOnly="true" fp:namespace="228B497073DE44A483E29513BE360001" fp:type="String">
      <xs:simpleType>
        <xs:restriction base="dms:Text"/>
      </xs:simpleType>
    </xs:element>
    <xs:element name="Volitatud_x0020_töötajad_x0023_22" ma:displayName="Volitatud Eleringi töötajad: 22" ma:index="48" ma:internalName="Volitatud_x0020_töötajad_x0023_22" nillable="true" ma:readOnly="true" fp:namespace="228B497073DE44A483E29513BE360001" fp:type="String">
      <xs:simpleType>
        <xs:restriction base="dms:Text"/>
      </xs:simpleType>
    </xs:element>
    <xs:element name="Volitatud_x0020_töötajad_x0023_23" ma:displayName="Volitatud Eleringi töötajad: 23" ma:index="49" ma:internalName="Volitatud_x0020_töötajad_x0023_23" nillable="true" ma:readOnly="true" fp:namespace="228B497073DE44A483E29513BE360001" fp:type="String">
      <xs:simpleType>
        <xs:restriction base="dms:Text"/>
      </xs:simpleType>
    </xs:element>
    <xs:element name="Volitatud_x0020_töötajad_x0023_24" ma:displayName="Volitatud Eleringi töötajad: 24" ma:index="50" ma:internalName="Volitatud_x0020_töötajad_x0023_24" nillable="true" ma:readOnly="true" fp:namespace="228B497073DE44A483E29513BE360001" fp:type="String">
      <xs:simpleType>
        <xs:restriction base="dms:Text"/>
      </xs:simpleType>
    </xs:element>
    <xs:element name="Volitatud_x0020_töötajad_x0023_25" ma:displayName="Volitatud Eleringi töötajad: 25" ma:index="51" ma:internalName="Volitatud_x0020_töötajad_x0023_25" nillable="true" ma:readOnly="true" fp:namespace="228B497073DE44A483E29513BE360001" fp:type="String">
      <xs:simpleType>
        <xs:restriction base="dms:Text"/>
      </xs:simpleType>
    </xs:element>
    <xs:element name="Ettevõtteväline_x0020_osapool_x0023_1" ma:displayName="Volitatud väline osapool: 1" ma:index="52" ma:internalName="Ettevõtteväline_x0020_osapool_x0023_1" nillable="true" fp:namespace="228B497073DE44A483E29513BE360001" fp:type="String">
      <xs:simpleType>
        <xs:restriction base="dms:Text"/>
      </xs:simpleType>
    </xs:element>
    <xs:element name="Ettevõtteväline_x0020_osapool_x0023_2" ma:displayName="Volitatud väline osapool: 2" ma:index="53" ma:internalName="Ettevõtteväline_x0020_osapool_x0023_2" nillable="true" fp:namespace="228B497073DE44A483E29513BE360001" fp:type="String">
      <xs:simpleType>
        <xs:restriction base="dms:Text"/>
      </xs:simpleType>
    </xs:element>
    <xs:element name="Ettevõtteväline_x0020_osapool_x0023_3" ma:displayName="Volitatud väline osapool: 3" ma:index="54" ma:internalName="Ettevõtteväline_x0020_osapool_x0023_3" nillable="true" fp:namespace="228B497073DE44A483E29513BE360001" fp:type="String">
      <xs:simpleType>
        <xs:restriction base="dms:Text"/>
      </xs:simpleType>
    </xs:element>
    <xs:element name="Ettevõtteväline_x0020_osapool_x0023_4" ma:displayName="Volitatud väline osapool: 4" ma:index="55" ma:internalName="Ettevõtteväline_x0020_osapool_x0023_4" nillable="true" fp:namespace="228B497073DE44A483E29513BE360001" fp:type="String">
      <xs:simpleType>
        <xs:restriction base="dms:Text"/>
      </xs:simpleType>
    </xs:element>
    <xs:element name="Ettevõtteväline_x0020_osapool_x0023_5" ma:displayName="Volitatud väline osapool: 5" ma:index="56" ma:internalName="Ettevõtteväline_x0020_osapool_x0023_5" nillable="true" fp:namespace="228B497073DE44A483E29513BE360001" fp:type="String">
      <xs:simpleType>
        <xs:restriction base="dms:Text"/>
      </xs:simpleType>
    </xs:element>
    <xs:element name="Ettevõtteväline_x0020_osapool_x0023_6" ma:displayName="Volitatud väline osapool: 6" ma:index="57" ma:internalName="Ettevõtteväline_x0020_osapool_x0023_6" nillable="true" fp:namespace="228B497073DE44A483E29513BE360001" fp:type="String">
      <xs:simpleType>
        <xs:restriction base="dms:Text"/>
      </xs:simpleType>
    </xs:element>
    <xs:element name="Ettevõtteväline_x0020_osapool_x0023_7" ma:displayName="Volitatud väline osapool: 7" ma:index="58" ma:internalName="Ettevõtteväline_x0020_osapool_x0023_7" nillable="true" fp:namespace="228B497073DE44A483E29513BE360001" fp:type="String">
      <xs:simpleType>
        <xs:restriction base="dms:Text"/>
      </xs:simpleType>
    </xs:element>
    <xs:element name="Ettevõtteväline_x0020_osapool_x0023_8" ma:displayName="Volitatud väline osapool: 8" ma:index="59" ma:internalName="Ettevõtteväline_x0020_osapool_x0023_8" nillable="true" fp:namespace="228B497073DE44A483E29513BE360001" fp:type="String">
      <xs:simpleType>
        <xs:restriction base="dms:Text"/>
      </xs:simpleType>
    </xs:element>
    <xs:element name="Ettevõtteväline_x0020_osapool_x0023_9" ma:displayName="Volitatud väline osapool: 9" ma:index="60" ma:internalName="Ettevõtteväline_x0020_osapool_x0023_9" nillable="true" fp:namespace="228B497073DE44A483E29513BE360001" fp:type="String">
      <xs:simpleType>
        <xs:restriction base="dms:Text"/>
      </xs:simpleType>
    </xs:element>
    <xs:element name="Ettevõtteväline_x0020_osapool_x0023_10" ma:displayName="Volitatud väline osapool: 10" ma:index="61" ma:internalName="Ettevõtteväline_x0020_osapool_x0023_10" nillable="true" fp:namespace="228B497073DE44A483E29513BE360001" fp:type="String">
      <xs:simpleType>
        <xs:restriction base="dms:Text"/>
      </xs:simpleType>
    </xs:element>
    <xs:element name="Ettevõtteväline_x0020_osapool_x0023_11" ma:displayName="Volitatud väline osapool: 11" ma:index="62" ma:internalName="Ettevõtteväline_x0020_osapool_x0023_11" nillable="true" fp:namespace="228B497073DE44A483E29513BE360001" fp:type="String">
      <xs:simpleType>
        <xs:restriction base="dms:Text"/>
      </xs:simpleType>
    </xs:element>
    <xs:element name="Ettevõtteväline_x0020_osapool_x0023_12" ma:displayName="Volitatud väline osapool: 12" ma:index="63" ma:internalName="Ettevõtteväline_x0020_osapool_x0023_12" nillable="true" fp:namespace="228B497073DE44A483E29513BE360001" fp:type="String">
      <xs:simpleType>
        <xs:restriction base="dms:Text"/>
      </xs:simpleType>
    </xs:element>
    <xs:element name="Ettevõtteväline_x0020_osapool_x0023_13" ma:displayName="Volitatud väline osapool: 13" ma:index="64" ma:internalName="Ettevõtteväline_x0020_osapool_x0023_13" nillable="true" fp:namespace="228B497073DE44A483E29513BE360001" fp:type="String">
      <xs:simpleType>
        <xs:restriction base="dms:Text"/>
      </xs:simpleType>
    </xs:element>
    <xs:element name="Ettevõtteväline_x0020_osapool_x0023_14" ma:displayName="Volitatud väline osapool: 14" ma:index="65" ma:internalName="Ettevõtteväline_x0020_osapool_x0023_14" nillable="true" fp:namespace="228B497073DE44A483E29513BE360001" fp:type="String">
      <xs:simpleType>
        <xs:restriction base="dms:Text"/>
      </xs:simpleType>
    </xs:element>
    <xs:element name="Ettevõtteväline_x0020_osapool_x0023_15" ma:displayName="Volitatud väline osapool: 15" ma:index="66" ma:internalName="Ettevõtteväline_x0020_osapool_x0023_15" nillable="true" fp:namespace="228B497073DE44A483E29513BE360001" fp:type="String">
      <xs:simpleType>
        <xs:restriction base="dms:Text"/>
      </xs:simpleType>
    </xs:element>
    <xs:element name="Ettevõtteväline_x0020_osapool_x0023_16" ma:displayName="Volitatud väline osapool: 16" ma:index="67" ma:internalName="Ettevõtteväline_x0020_osapool_x0023_16" nillable="true" fp:namespace="228B497073DE44A483E29513BE360001" fp:type="String">
      <xs:simpleType>
        <xs:restriction base="dms:Text"/>
      </xs:simpleType>
    </xs:element>
    <xs:element name="Ettevõtteväline_x0020_osapool_x0023_17" ma:displayName="Volitatud väline osapool: 17" ma:index="68" ma:internalName="Ettevõtteväline_x0020_osapool_x0023_17" nillable="true" fp:namespace="228B497073DE44A483E29513BE360001" fp:type="String">
      <xs:simpleType>
        <xs:restriction base="dms:Text"/>
      </xs:simpleType>
    </xs:element>
    <xs:element name="Ettevõtteväline_x0020_osapool_x0023_18" ma:displayName="Volitatud väline osapool: 18" ma:index="69" ma:internalName="Ettevõtteväline_x0020_osapool_x0023_18" nillable="true" fp:namespace="228B497073DE44A483E29513BE360001" fp:type="String">
      <xs:simpleType>
        <xs:restriction base="dms:Text"/>
      </xs:simpleType>
    </xs:element>
    <xs:element name="Ettevõtteväline_x0020_osapool_x0023_19" ma:displayName="Volitatud väline osapool: 19" ma:index="70" ma:internalName="Ettevõtteväline_x0020_osapool_x0023_19" nillable="true" fp:namespace="228B497073DE44A483E29513BE360001" fp:type="String">
      <xs:simpleType>
        <xs:restriction base="dms:Text"/>
      </xs:simpleType>
    </xs:element>
    <xs:element name="Ettevõtteväline_x0020_osapool_x0023_20" ma:displayName="Volitatud väline osapool: 20" ma:index="71" ma:internalName="Ettevõtteväline_x0020_osapool_x0023_20" nillable="true" fp:namespace="228B497073DE44A483E29513BE360001" fp:type="String">
      <xs:simpleType>
        <xs:restriction base="dms:Text"/>
      </xs:simpleType>
    </xs:element>
    <xs:element name="Ettevõtteväline_x0020_osapool_x0023_21" ma:displayName="Volitatud väline osapool: 21" ma:index="72" ma:internalName="Ettevõtteväline_x0020_osapool_x0023_21" nillable="true" fp:namespace="228B497073DE44A483E29513BE360001" fp:type="String">
      <xs:simpleType>
        <xs:restriction base="dms:Text"/>
      </xs:simpleType>
    </xs:element>
    <xs:element name="Ettevõtteväline_x0020_osapool_x0023_22" ma:displayName="Volitatud väline osapool: 22" ma:index="73" ma:internalName="Ettevõtteväline_x0020_osapool_x0023_22" nillable="true" fp:namespace="228B497073DE44A483E29513BE360001" fp:type="String">
      <xs:simpleType>
        <xs:restriction base="dms:Text"/>
      </xs:simpleType>
    </xs:element>
    <xs:element name="Ettevõtteväline_x0020_osapool_x0023_23" ma:displayName="Volitatud väline osapool: 23" ma:index="74" ma:internalName="Ettevõtteväline_x0020_osapool_x0023_23" nillable="true" fp:namespace="228B497073DE44A483E29513BE360001" fp:type="String">
      <xs:simpleType>
        <xs:restriction base="dms:Text"/>
      </xs:simpleType>
    </xs:element>
    <xs:element name="Ettevõtteväline_x0020_osapool_x0023_24" ma:displayName="Volitatud väline osapool: 24" ma:index="75" ma:internalName="Ettevõtteväline_x0020_osapool_x0023_24" nillable="true" fp:namespace="228B497073DE44A483E29513BE360001" fp:type="String">
      <xs:simpleType>
        <xs:restriction base="dms:Text"/>
      </xs:simpleType>
    </xs:element>
    <xs:element name="Ettevõtteväline_x0020_osapool_x0023_25" ma:displayName="Volitatud väline osapool: 25" ma:index="76" ma:internalName="Ettevõtteväline_x0020_osapool_x0023_25" nillable="true" fp:namespace="228B497073DE44A483E29513BE360001" fp:type="String">
      <xs:simpleType>
        <xs:restriction base="dms:Text"/>
      </xs:simpleType>
    </xs:element>
    <xs:element name="Kontakti_x0020_nimi_x0023_1" ma:displayName="Kontakti nimi: 1" ma:index="77" ma:internalName="Kontakti_x0020_nimi_x0023_1" nillable="true" ma:readOnly="true" fp:namespace="228B497073DE44A483E29513BE360001" fp:type="String">
      <xs:simpleType>
        <xs:restriction base="dms:Text"/>
      </xs:simpleType>
    </xs:element>
    <xs:element name="Kontakti_x0020_nimi_x0023_2" ma:displayName="Kontakti nimi: 2" ma:index="78" ma:internalName="Kontakti_x0020_nimi_x0023_2" nillable="true" ma:readOnly="true" fp:namespace="228B497073DE44A483E29513BE360001" fp:type="String">
      <xs:simpleType>
        <xs:restriction base="dms:Text"/>
      </xs:simpleType>
    </xs:element>
    <xs:element name="Kontakti_x0020_nimi_x0023_3" ma:displayName="Kontakti nimi: 3" ma:index="79" ma:internalName="Kontakti_x0020_nimi_x0023_3" nillable="true" ma:readOnly="true" fp:namespace="228B497073DE44A483E29513BE360001" fp:type="String">
      <xs:simpleType>
        <xs:restriction base="dms:Text"/>
      </xs:simpleType>
    </xs:element>
    <xs:element name="Kontakti_x0020_nimi_x0023_4" ma:displayName="Kontakti nimi: 4" ma:index="80" ma:internalName="Kontakti_x0020_nimi_x0023_4" nillable="true" ma:readOnly="true" fp:namespace="228B497073DE44A483E29513BE360001" fp:type="String">
      <xs:simpleType>
        <xs:restriction base="dms:Text"/>
      </xs:simpleType>
    </xs:element>
    <xs:element name="Kontakti_x0020_nimi_x0023_5" ma:displayName="Kontakti nimi: 5" ma:index="81" ma:internalName="Kontakti_x0020_nimi_x0023_5" nillable="true" ma:readOnly="true" fp:namespace="228B497073DE44A483E29513BE360001" fp:type="String">
      <xs:simpleType>
        <xs:restriction base="dms:Text"/>
      </xs:simpleType>
    </xs:element>
    <xs:element name="Kontakti_x0020_nimi_x0023_6" ma:displayName="Kontakti nimi: 6" ma:index="82" ma:internalName="Kontakti_x0020_nimi_x0023_6" nillable="true" ma:readOnly="true" fp:namespace="228B497073DE44A483E29513BE360001" fp:type="String">
      <xs:simpleType>
        <xs:restriction base="dms:Text"/>
      </xs:simpleType>
    </xs:element>
    <xs:element name="Kontakti_x0020_nimi_x0023_7" ma:displayName="Kontakti nimi: 7" ma:index="83" ma:internalName="Kontakti_x0020_nimi_x0023_7" nillable="true" ma:readOnly="true" fp:namespace="228B497073DE44A483E29513BE360001" fp:type="String">
      <xs:simpleType>
        <xs:restriction base="dms:Text"/>
      </xs:simpleType>
    </xs:element>
    <xs:element name="Kontakti_x0020_nimi_x0023_8" ma:displayName="Kontakti nimi: 8" ma:index="84" ma:internalName="Kontakti_x0020_nimi_x0023_8" nillable="true" ma:readOnly="true" fp:namespace="228B497073DE44A483E29513BE360001" fp:type="String">
      <xs:simpleType>
        <xs:restriction base="dms:Text"/>
      </xs:simpleType>
    </xs:element>
    <xs:element name="Kontakti_x0020_nimi_x0023_9" ma:displayName="Kontakti nimi: 9" ma:index="85" ma:internalName="Kontakti_x0020_nimi_x0023_9" nillable="true" ma:readOnly="true" fp:namespace="228B497073DE44A483E29513BE360001" fp:type="String">
      <xs:simpleType>
        <xs:restriction base="dms:Text"/>
      </xs:simpleType>
    </xs:element>
    <xs:element name="Kontakti_x0020_nimi_x0023_10" ma:displayName="Kontakti nimi: 10" ma:index="86" ma:internalName="Kontakti_x0020_nimi_x0023_10" nillable="true" ma:readOnly="true" fp:namespace="228B497073DE44A483E29513BE360001" fp:type="String">
      <xs:simpleType>
        <xs:restriction base="dms:Text"/>
      </xs:simpleType>
    </xs:element>
    <xs:element name="Kontakti_x0020_nimi_x0023_11" ma:displayName="Kontakti nimi: 11" ma:index="87" ma:internalName="Kontakti_x0020_nimi_x0023_11" nillable="true" ma:readOnly="true" fp:namespace="228B497073DE44A483E29513BE360001" fp:type="String">
      <xs:simpleType>
        <xs:restriction base="dms:Text"/>
      </xs:simpleType>
    </xs:element>
    <xs:element name="Kontakti_x0020_nimi_x0023_12" ma:displayName="Kontakti nimi: 12" ma:index="88" ma:internalName="Kontakti_x0020_nimi_x0023_12" nillable="true" ma:readOnly="true" fp:namespace="228B497073DE44A483E29513BE360001" fp:type="String">
      <xs:simpleType>
        <xs:restriction base="dms:Text"/>
      </xs:simpleType>
    </xs:element>
    <xs:element name="Kontakti_x0020_nimi_x0023_13" ma:displayName="Kontakti nimi: 13" ma:index="89" ma:internalName="Kontakti_x0020_nimi_x0023_13" nillable="true" ma:readOnly="true" fp:namespace="228B497073DE44A483E29513BE360001" fp:type="String">
      <xs:simpleType>
        <xs:restriction base="dms:Text"/>
      </xs:simpleType>
    </xs:element>
    <xs:element name="Kontakti_x0020_nimi_x0023_14" ma:displayName="Kontakti nimi: 14" ma:index="90" ma:internalName="Kontakti_x0020_nimi_x0023_14" nillable="true" ma:readOnly="true" fp:namespace="228B497073DE44A483E29513BE360001" fp:type="String">
      <xs:simpleType>
        <xs:restriction base="dms:Text"/>
      </xs:simpleType>
    </xs:element>
    <xs:element name="Kontakti_x0020_nimi_x0023_15" ma:displayName="Kontakti nimi: 15" ma:index="91" ma:internalName="Kontakti_x0020_nimi_x0023_15" nillable="true" ma:readOnly="true" fp:namespace="228B497073DE44A483E29513BE360001" fp:type="String">
      <xs:simpleType>
        <xs:restriction base="dms:Text"/>
      </xs:simpleType>
    </xs:element>
    <xs:element name="Kontakti_x0020_nimi_x0023_16" ma:displayName="Kontakti nimi: 16" ma:index="92" ma:internalName="Kontakti_x0020_nimi_x0023_16" nillable="true" ma:readOnly="true" fp:namespace="228B497073DE44A483E29513BE360001" fp:type="String">
      <xs:simpleType>
        <xs:restriction base="dms:Text"/>
      </xs:simpleType>
    </xs:element>
    <xs:element name="Kontakti_x0020_nimi_x0023_17" ma:displayName="Kontakti nimi: 17" ma:index="93" ma:internalName="Kontakti_x0020_nimi_x0023_17" nillable="true" ma:readOnly="true" fp:namespace="228B497073DE44A483E29513BE360001" fp:type="String">
      <xs:simpleType>
        <xs:restriction base="dms:Text"/>
      </xs:simpleType>
    </xs:element>
    <xs:element name="Kontakti_x0020_nimi_x0023_18" ma:displayName="Kontakti nimi: 18" ma:index="94" ma:internalName="Kontakti_x0020_nimi_x0023_18" nillable="true" ma:readOnly="true" fp:namespace="228B497073DE44A483E29513BE360001" fp:type="String">
      <xs:simpleType>
        <xs:restriction base="dms:Text"/>
      </xs:simpleType>
    </xs:element>
    <xs:element name="Kontakti_x0020_nimi_x0023_19" ma:displayName="Kontakti nimi: 19" ma:index="95" ma:internalName="Kontakti_x0020_nimi_x0023_19" nillable="true" ma:readOnly="true" fp:namespace="228B497073DE44A483E29513BE360001" fp:type="String">
      <xs:simpleType>
        <xs:restriction base="dms:Text"/>
      </xs:simpleType>
    </xs:element>
    <xs:element name="Kontakti_x0020_nimi_x0023_20" ma:displayName="Kontakti nimi: 20" ma:index="96" ma:internalName="Kontakti_x0020_nimi_x0023_20" nillable="true" ma:readOnly="true" fp:namespace="228B497073DE44A483E29513BE360001" fp:type="String">
      <xs:simpleType>
        <xs:restriction base="dms:Text"/>
      </xs:simpleType>
    </xs:element>
    <xs:element name="Kontakti_x0020_nimi_x0023_21" ma:displayName="Kontakti nimi: 21" ma:index="97" ma:internalName="Kontakti_x0020_nimi_x0023_21" nillable="true" ma:readOnly="true" fp:namespace="228B497073DE44A483E29513BE360001" fp:type="String">
      <xs:simpleType>
        <xs:restriction base="dms:Text"/>
      </xs:simpleType>
    </xs:element>
    <xs:element name="Kontakti_x0020_nimi_x0023_22" ma:displayName="Kontakti nimi: 22" ma:index="98" ma:internalName="Kontakti_x0020_nimi_x0023_22" nillable="true" ma:readOnly="true" fp:namespace="228B497073DE44A483E29513BE360001" fp:type="String">
      <xs:simpleType>
        <xs:restriction base="dms:Text"/>
      </xs:simpleType>
    </xs:element>
    <xs:element name="Kontakti_x0020_nimi_x0023_23" ma:displayName="Kontakti nimi: 23" ma:index="99" ma:internalName="Kontakti_x0020_nimi_x0023_23" nillable="true" ma:readOnly="true" fp:namespace="228B497073DE44A483E29513BE360001" fp:type="String">
      <xs:simpleType>
        <xs:restriction base="dms:Text"/>
      </xs:simpleType>
    </xs:element>
    <xs:element name="Kontakti_x0020_nimi_x0023_24" ma:displayName="Kontakti nimi: 24" ma:index="100" ma:internalName="Kontakti_x0020_nimi_x0023_24" nillable="true" ma:readOnly="true" fp:namespace="228B497073DE44A483E29513BE360001" fp:type="String">
      <xs:simpleType>
        <xs:restriction base="dms:Text"/>
      </xs:simpleType>
    </xs:element>
    <xs:element name="Kontakti_x0020_nimi_x0023_25" ma:displayName="Kontakti nimi: 25" ma:index="101" ma:internalName="Kontakti_x0020_nimi_x0023_25" nillable="true" ma:readOnly="true" fp:namespace="228B497073DE44A483E29513BE360001" fp:type="String">
      <xs:simpleType>
        <xs:restriction base="dms:Text"/>
      </xs:simpleType>
    </xs:element>
    <xs:element name="Aadress_x0023_1" ma:displayName="Aadress: 1" ma:index="102" ma:internalName="Aadress_x0023_1" nillable="true" ma:readOnly="true" fp:namespace="228B497073DE44A483E29513BE360001" fp:type="String">
      <xs:simpleType>
        <xs:restriction base="dms:Text"/>
      </xs:simpleType>
    </xs:element>
    <xs:element name="Aadress_x0023_2" ma:displayName="Aadress: 2" ma:index="103" ma:internalName="Aadress_x0023_2" nillable="true" ma:readOnly="true" fp:namespace="228B497073DE44A483E29513BE360001" fp:type="String">
      <xs:simpleType>
        <xs:restriction base="dms:Text"/>
      </xs:simpleType>
    </xs:element>
    <xs:element name="Aadress_x0023_3" ma:displayName="Aadress: 3" ma:index="104" ma:internalName="Aadress_x0023_3" nillable="true" ma:readOnly="true" fp:namespace="228B497073DE44A483E29513BE360001" fp:type="String">
      <xs:simpleType>
        <xs:restriction base="dms:Text"/>
      </xs:simpleType>
    </xs:element>
    <xs:element name="Aadress_x0023_4" ma:displayName="Aadress: 4" ma:index="105" ma:internalName="Aadress_x0023_4" nillable="true" ma:readOnly="true" fp:namespace="228B497073DE44A483E29513BE360001" fp:type="String">
      <xs:simpleType>
        <xs:restriction base="dms:Text"/>
      </xs:simpleType>
    </xs:element>
    <xs:element name="Aadress_x0023_5" ma:displayName="Aadress: 5" ma:index="106" ma:internalName="Aadress_x0023_5" nillable="true" ma:readOnly="true" fp:namespace="228B497073DE44A483E29513BE360001" fp:type="String">
      <xs:simpleType>
        <xs:restriction base="dms:Text"/>
      </xs:simpleType>
    </xs:element>
    <xs:element name="Aadress_x0023_6" ma:displayName="Aadress: 6" ma:index="107" ma:internalName="Aadress_x0023_6" nillable="true" ma:readOnly="true" fp:namespace="228B497073DE44A483E29513BE360001" fp:type="String">
      <xs:simpleType>
        <xs:restriction base="dms:Text"/>
      </xs:simpleType>
    </xs:element>
    <xs:element name="Aadress_x0023_7" ma:displayName="Aadress: 7" ma:index="108" ma:internalName="Aadress_x0023_7" nillable="true" ma:readOnly="true" fp:namespace="228B497073DE44A483E29513BE360001" fp:type="String">
      <xs:simpleType>
        <xs:restriction base="dms:Text"/>
      </xs:simpleType>
    </xs:element>
    <xs:element name="Aadress_x0023_8" ma:displayName="Aadress: 8" ma:index="109" ma:internalName="Aadress_x0023_8" nillable="true" ma:readOnly="true" fp:namespace="228B497073DE44A483E29513BE360001" fp:type="String">
      <xs:simpleType>
        <xs:restriction base="dms:Text"/>
      </xs:simpleType>
    </xs:element>
    <xs:element name="Aadress_x0023_9" ma:displayName="Aadress: 9" ma:index="110" ma:internalName="Aadress_x0023_9" nillable="true" ma:readOnly="true" fp:namespace="228B497073DE44A483E29513BE360001" fp:type="String">
      <xs:simpleType>
        <xs:restriction base="dms:Text"/>
      </xs:simpleType>
    </xs:element>
    <xs:element name="Aadress_x0023_10" ma:displayName="Aadress: 10" ma:index="111" ma:internalName="Aadress_x0023_10" nillable="true" ma:readOnly="true" fp:namespace="228B497073DE44A483E29513BE360001" fp:type="String">
      <xs:simpleType>
        <xs:restriction base="dms:Text"/>
      </xs:simpleType>
    </xs:element>
    <xs:element name="Aadress_x0023_11" ma:displayName="Aadress: 11" ma:index="112" ma:internalName="Aadress_x0023_11" nillable="true" ma:readOnly="true" fp:namespace="228B497073DE44A483E29513BE360001" fp:type="String">
      <xs:simpleType>
        <xs:restriction base="dms:Text"/>
      </xs:simpleType>
    </xs:element>
    <xs:element name="Aadress_x0023_12" ma:displayName="Aadress: 12" ma:index="113" ma:internalName="Aadress_x0023_12" nillable="true" ma:readOnly="true" fp:namespace="228B497073DE44A483E29513BE360001" fp:type="String">
      <xs:simpleType>
        <xs:restriction base="dms:Text"/>
      </xs:simpleType>
    </xs:element>
    <xs:element name="Aadress_x0023_13" ma:displayName="Aadress: 13" ma:index="114" ma:internalName="Aadress_x0023_13" nillable="true" ma:readOnly="true" fp:namespace="228B497073DE44A483E29513BE360001" fp:type="String">
      <xs:simpleType>
        <xs:restriction base="dms:Text"/>
      </xs:simpleType>
    </xs:element>
    <xs:element name="Aadress_x0023_14" ma:displayName="Aadress: 14" ma:index="115" ma:internalName="Aadress_x0023_14" nillable="true" ma:readOnly="true" fp:namespace="228B497073DE44A483E29513BE360001" fp:type="String">
      <xs:simpleType>
        <xs:restriction base="dms:Text"/>
      </xs:simpleType>
    </xs:element>
    <xs:element name="Aadress_x0023_15" ma:displayName="Aadress: 15" ma:index="116" ma:internalName="Aadress_x0023_15" nillable="true" ma:readOnly="true" fp:namespace="228B497073DE44A483E29513BE360001" fp:type="String">
      <xs:simpleType>
        <xs:restriction base="dms:Text"/>
      </xs:simpleType>
    </xs:element>
    <xs:element name="Aadress_x0023_16" ma:displayName="Aadress: 16" ma:index="117" ma:internalName="Aadress_x0023_16" nillable="true" ma:readOnly="true" fp:namespace="228B497073DE44A483E29513BE360001" fp:type="String">
      <xs:simpleType>
        <xs:restriction base="dms:Text"/>
      </xs:simpleType>
    </xs:element>
    <xs:element name="Aadress_x0023_17" ma:displayName="Aadress: 17" ma:index="118" ma:internalName="Aadress_x0023_17" nillable="true" ma:readOnly="true" fp:namespace="228B497073DE44A483E29513BE360001" fp:type="String">
      <xs:simpleType>
        <xs:restriction base="dms:Text"/>
      </xs:simpleType>
    </xs:element>
    <xs:element name="Aadress_x0023_18" ma:displayName="Aadress: 18" ma:index="119" ma:internalName="Aadress_x0023_18" nillable="true" ma:readOnly="true" fp:namespace="228B497073DE44A483E29513BE360001" fp:type="String">
      <xs:simpleType>
        <xs:restriction base="dms:Text"/>
      </xs:simpleType>
    </xs:element>
    <xs:element name="Aadress_x0023_19" ma:displayName="Aadress: 19" ma:index="120" ma:internalName="Aadress_x0023_19" nillable="true" ma:readOnly="true" fp:namespace="228B497073DE44A483E29513BE360001" fp:type="String">
      <xs:simpleType>
        <xs:restriction base="dms:Text"/>
      </xs:simpleType>
    </xs:element>
    <xs:element name="Aadress_x0023_20" ma:displayName="Aadress: 20" ma:index="121" ma:internalName="Aadress_x0023_20" nillable="true" ma:readOnly="true" fp:namespace="228B497073DE44A483E29513BE360001" fp:type="String">
      <xs:simpleType>
        <xs:restriction base="dms:Text"/>
      </xs:simpleType>
    </xs:element>
    <xs:element name="Aadress_x0023_21" ma:displayName="Aadress: 21" ma:index="122" ma:internalName="Aadress_x0023_21" nillable="true" ma:readOnly="true" fp:namespace="228B497073DE44A483E29513BE360001" fp:type="String">
      <xs:simpleType>
        <xs:restriction base="dms:Text"/>
      </xs:simpleType>
    </xs:element>
    <xs:element name="Aadress_x0023_22" ma:displayName="Aadress: 22" ma:index="123" ma:internalName="Aadress_x0023_22" nillable="true" ma:readOnly="true" fp:namespace="228B497073DE44A483E29513BE360001" fp:type="String">
      <xs:simpleType>
        <xs:restriction base="dms:Text"/>
      </xs:simpleType>
    </xs:element>
    <xs:element name="Aadress_x0023_23" ma:displayName="Aadress: 23" ma:index="124" ma:internalName="Aadress_x0023_23" nillable="true" ma:readOnly="true" fp:namespace="228B497073DE44A483E29513BE360001" fp:type="String">
      <xs:simpleType>
        <xs:restriction base="dms:Text"/>
      </xs:simpleType>
    </xs:element>
    <xs:element name="Aadress_x0023_24" ma:displayName="Aadress: 24" ma:index="125" ma:internalName="Aadress_x0023_24" nillable="true" ma:readOnly="true" fp:namespace="228B497073DE44A483E29513BE360001" fp:type="String">
      <xs:simpleType>
        <xs:restriction base="dms:Text"/>
      </xs:simpleType>
    </xs:element>
    <xs:element name="Aadress_x0023_25" ma:displayName="Aadress: 25" ma:index="126" ma:internalName="Aadress_x0023_25" nillable="true" ma:readOnly="true" fp:namespace="228B497073DE44A483E29513BE360001" fp:type="String">
      <xs:simpleType>
        <xs:restriction base="dms:Text"/>
      </xs:simpleType>
    </xs:element>
    <xs:element name="Vald_x0023_1" ma:displayName="Vald: 1" ma:index="127" ma:internalName="Vald_x0023_1" nillable="true" ma:readOnly="true" fp:namespace="228B497073DE44A483E29513BE360001" fp:type="String">
      <xs:simpleType>
        <xs:restriction base="dms:Text"/>
      </xs:simpleType>
    </xs:element>
    <xs:element name="Vald_x0023_2" ma:displayName="Vald: 2" ma:index="128" ma:internalName="Vald_x0023_2" nillable="true" ma:readOnly="true" fp:namespace="228B497073DE44A483E29513BE360001" fp:type="String">
      <xs:simpleType>
        <xs:restriction base="dms:Text"/>
      </xs:simpleType>
    </xs:element>
    <xs:element name="Vald_x0023_3" ma:displayName="Vald: 3" ma:index="129" ma:internalName="Vald_x0023_3" nillable="true" ma:readOnly="true" fp:namespace="228B497073DE44A483E29513BE360001" fp:type="String">
      <xs:simpleType>
        <xs:restriction base="dms:Text"/>
      </xs:simpleType>
    </xs:element>
    <xs:element name="Vald_x0023_4" ma:displayName="Vald: 4" ma:index="130" ma:internalName="Vald_x0023_4" nillable="true" ma:readOnly="true" fp:namespace="228B497073DE44A483E29513BE360001" fp:type="String">
      <xs:simpleType>
        <xs:restriction base="dms:Text"/>
      </xs:simpleType>
    </xs:element>
    <xs:element name="Vald_x0023_5" ma:displayName="Vald: 5" ma:index="131" ma:internalName="Vald_x0023_5" nillable="true" ma:readOnly="true" fp:namespace="228B497073DE44A483E29513BE360001" fp:type="String">
      <xs:simpleType>
        <xs:restriction base="dms:Text"/>
      </xs:simpleType>
    </xs:element>
    <xs:element name="Vald_x0023_6" ma:displayName="Vald: 6" ma:index="132" ma:internalName="Vald_x0023_6" nillable="true" ma:readOnly="true" fp:namespace="228B497073DE44A483E29513BE360001" fp:type="String">
      <xs:simpleType>
        <xs:restriction base="dms:Text"/>
      </xs:simpleType>
    </xs:element>
    <xs:element name="Vald_x0023_7" ma:displayName="Vald: 7" ma:index="133" ma:internalName="Vald_x0023_7" nillable="true" ma:readOnly="true" fp:namespace="228B497073DE44A483E29513BE360001" fp:type="String">
      <xs:simpleType>
        <xs:restriction base="dms:Text"/>
      </xs:simpleType>
    </xs:element>
    <xs:element name="Vald_x0023_8" ma:displayName="Vald: 8" ma:index="134" ma:internalName="Vald_x0023_8" nillable="true" ma:readOnly="true" fp:namespace="228B497073DE44A483E29513BE360001" fp:type="String">
      <xs:simpleType>
        <xs:restriction base="dms:Text"/>
      </xs:simpleType>
    </xs:element>
    <xs:element name="Vald_x0023_9" ma:displayName="Vald: 9" ma:index="135" ma:internalName="Vald_x0023_9" nillable="true" ma:readOnly="true" fp:namespace="228B497073DE44A483E29513BE360001" fp:type="String">
      <xs:simpleType>
        <xs:restriction base="dms:Text"/>
      </xs:simpleType>
    </xs:element>
    <xs:element name="Vald_x0023_10" ma:displayName="Vald: 10" ma:index="136" ma:internalName="Vald_x0023_10" nillable="true" ma:readOnly="true" fp:namespace="228B497073DE44A483E29513BE360001" fp:type="String">
      <xs:simpleType>
        <xs:restriction base="dms:Text"/>
      </xs:simpleType>
    </xs:element>
    <xs:element name="Vald_x0023_11" ma:displayName="Vald: 11" ma:index="137" ma:internalName="Vald_x0023_11" nillable="true" ma:readOnly="true" fp:namespace="228B497073DE44A483E29513BE360001" fp:type="String">
      <xs:simpleType>
        <xs:restriction base="dms:Text"/>
      </xs:simpleType>
    </xs:element>
    <xs:element name="Vald_x0023_12" ma:displayName="Vald: 12" ma:index="138" ma:internalName="Vald_x0023_12" nillable="true" ma:readOnly="true" fp:namespace="228B497073DE44A483E29513BE360001" fp:type="String">
      <xs:simpleType>
        <xs:restriction base="dms:Text"/>
      </xs:simpleType>
    </xs:element>
    <xs:element name="Vald_x0023_13" ma:displayName="Vald: 13" ma:index="139" ma:internalName="Vald_x0023_13" nillable="true" ma:readOnly="true" fp:namespace="228B497073DE44A483E29513BE360001" fp:type="String">
      <xs:simpleType>
        <xs:restriction base="dms:Text"/>
      </xs:simpleType>
    </xs:element>
    <xs:element name="Vald_x0023_14" ma:displayName="Vald: 14" ma:index="140" ma:internalName="Vald_x0023_14" nillable="true" ma:readOnly="true" fp:namespace="228B497073DE44A483E29513BE360001" fp:type="String">
      <xs:simpleType>
        <xs:restriction base="dms:Text"/>
      </xs:simpleType>
    </xs:element>
    <xs:element name="Vald_x0023_15" ma:displayName="Vald: 15" ma:index="141" ma:internalName="Vald_x0023_15" nillable="true" ma:readOnly="true" fp:namespace="228B497073DE44A483E29513BE360001" fp:type="String">
      <xs:simpleType>
        <xs:restriction base="dms:Text"/>
      </xs:simpleType>
    </xs:element>
    <xs:element name="Vald_x0023_16" ma:displayName="Vald: 16" ma:index="142" ma:internalName="Vald_x0023_16" nillable="true" ma:readOnly="true" fp:namespace="228B497073DE44A483E29513BE360001" fp:type="String">
      <xs:simpleType>
        <xs:restriction base="dms:Text"/>
      </xs:simpleType>
    </xs:element>
    <xs:element name="Vald_x0023_17" ma:displayName="Vald: 17" ma:index="143" ma:internalName="Vald_x0023_17" nillable="true" ma:readOnly="true" fp:namespace="228B497073DE44A483E29513BE360001" fp:type="String">
      <xs:simpleType>
        <xs:restriction base="dms:Text"/>
      </xs:simpleType>
    </xs:element>
    <xs:element name="Vald_x0023_18" ma:displayName="Vald: 18" ma:index="144" ma:internalName="Vald_x0023_18" nillable="true" ma:readOnly="true" fp:namespace="228B497073DE44A483E29513BE360001" fp:type="String">
      <xs:simpleType>
        <xs:restriction base="dms:Text"/>
      </xs:simpleType>
    </xs:element>
    <xs:element name="Vald_x0023_19" ma:displayName="Vald: 19" ma:index="145" ma:internalName="Vald_x0023_19" nillable="true" ma:readOnly="true" fp:namespace="228B497073DE44A483E29513BE360001" fp:type="String">
      <xs:simpleType>
        <xs:restriction base="dms:Text"/>
      </xs:simpleType>
    </xs:element>
    <xs:element name="Vald_x0023_20" ma:displayName="Vald: 20" ma:index="146" ma:internalName="Vald_x0023_20" nillable="true" ma:readOnly="true" fp:namespace="228B497073DE44A483E29513BE360001" fp:type="String">
      <xs:simpleType>
        <xs:restriction base="dms:Text"/>
      </xs:simpleType>
    </xs:element>
    <xs:element name="Vald_x0023_21" ma:displayName="Vald: 21" ma:index="147" ma:internalName="Vald_x0023_21" nillable="true" ma:readOnly="true" fp:namespace="228B497073DE44A483E29513BE360001" fp:type="String">
      <xs:simpleType>
        <xs:restriction base="dms:Text"/>
      </xs:simpleType>
    </xs:element>
    <xs:element name="Vald_x0023_22" ma:displayName="Vald: 22" ma:index="148" ma:internalName="Vald_x0023_22" nillable="true" ma:readOnly="true" fp:namespace="228B497073DE44A483E29513BE360001" fp:type="String">
      <xs:simpleType>
        <xs:restriction base="dms:Text"/>
      </xs:simpleType>
    </xs:element>
    <xs:element name="Vald_x0023_23" ma:displayName="Vald: 23" ma:index="149" ma:internalName="Vald_x0023_23" nillable="true" ma:readOnly="true" fp:namespace="228B497073DE44A483E29513BE360001" fp:type="String">
      <xs:simpleType>
        <xs:restriction base="dms:Text"/>
      </xs:simpleType>
    </xs:element>
    <xs:element name="Vald_x0023_24" ma:displayName="Vald: 24" ma:index="150" ma:internalName="Vald_x0023_24" nillable="true" ma:readOnly="true" fp:namespace="228B497073DE44A483E29513BE360001" fp:type="String">
      <xs:simpleType>
        <xs:restriction base="dms:Text"/>
      </xs:simpleType>
    </xs:element>
    <xs:element name="Vald_x0023_25" ma:displayName="Vald: 25" ma:index="151" ma:internalName="Vald_x0023_25" nillable="true" ma:readOnly="true" fp:namespace="228B497073DE44A483E29513BE360001" fp:type="String">
      <xs:simpleType>
        <xs:restriction base="dms:Text"/>
      </xs:simpleType>
    </xs:element>
    <xs:element name="Linn_x0023_1" ma:displayName="Linn: 1" ma:index="152" ma:internalName="Linn_x0023_1" nillable="true" ma:readOnly="true" fp:namespace="228B497073DE44A483E29513BE360001" fp:type="String">
      <xs:simpleType>
        <xs:restriction base="dms:Text"/>
      </xs:simpleType>
    </xs:element>
    <xs:element name="Linn_x0023_2" ma:displayName="Linn: 2" ma:index="153" ma:internalName="Linn_x0023_2" nillable="true" ma:readOnly="true" fp:namespace="228B497073DE44A483E29513BE360001" fp:type="String">
      <xs:simpleType>
        <xs:restriction base="dms:Text"/>
      </xs:simpleType>
    </xs:element>
    <xs:element name="Linn_x0023_3" ma:displayName="Linn: 3" ma:index="154" ma:internalName="Linn_x0023_3" nillable="true" ma:readOnly="true" fp:namespace="228B497073DE44A483E29513BE360001" fp:type="String">
      <xs:simpleType>
        <xs:restriction base="dms:Text"/>
      </xs:simpleType>
    </xs:element>
    <xs:element name="Linn_x0023_4" ma:displayName="Linn: 4" ma:index="155" ma:internalName="Linn_x0023_4" nillable="true" ma:readOnly="true" fp:namespace="228B497073DE44A483E29513BE360001" fp:type="String">
      <xs:simpleType>
        <xs:restriction base="dms:Text"/>
      </xs:simpleType>
    </xs:element>
    <xs:element name="Linn_x0023_5" ma:displayName="Linn: 5" ma:index="156" ma:internalName="Linn_x0023_5" nillable="true" ma:readOnly="true" fp:namespace="228B497073DE44A483E29513BE360001" fp:type="String">
      <xs:simpleType>
        <xs:restriction base="dms:Text"/>
      </xs:simpleType>
    </xs:element>
    <xs:element name="Linn_x0023_6" ma:displayName="Linn: 6" ma:index="157" ma:internalName="Linn_x0023_6" nillable="true" ma:readOnly="true" fp:namespace="228B497073DE44A483E29513BE360001" fp:type="String">
      <xs:simpleType>
        <xs:restriction base="dms:Text"/>
      </xs:simpleType>
    </xs:element>
    <xs:element name="Linn_x0023_7" ma:displayName="Linn: 7" ma:index="158" ma:internalName="Linn_x0023_7" nillable="true" ma:readOnly="true" fp:namespace="228B497073DE44A483E29513BE360001" fp:type="String">
      <xs:simpleType>
        <xs:restriction base="dms:Text"/>
      </xs:simpleType>
    </xs:element>
    <xs:element name="Linn_x0023_8" ma:displayName="Linn: 8" ma:index="159" ma:internalName="Linn_x0023_8" nillable="true" ma:readOnly="true" fp:namespace="228B497073DE44A483E29513BE360001" fp:type="String">
      <xs:simpleType>
        <xs:restriction base="dms:Text"/>
      </xs:simpleType>
    </xs:element>
    <xs:element name="Linn_x0023_9" ma:displayName="Linn: 9" ma:index="160" ma:internalName="Linn_x0023_9" nillable="true" ma:readOnly="true" fp:namespace="228B497073DE44A483E29513BE360001" fp:type="String">
      <xs:simpleType>
        <xs:restriction base="dms:Text"/>
      </xs:simpleType>
    </xs:element>
    <xs:element name="Linn_x0023_10" ma:displayName="Linn: 10" ma:index="161" ma:internalName="Linn_x0023_10" nillable="true" ma:readOnly="true" fp:namespace="228B497073DE44A483E29513BE360001" fp:type="String">
      <xs:simpleType>
        <xs:restriction base="dms:Text"/>
      </xs:simpleType>
    </xs:element>
    <xs:element name="Linn_x0023_11" ma:displayName="Linn: 11" ma:index="162" ma:internalName="Linn_x0023_11" nillable="true" ma:readOnly="true" fp:namespace="228B497073DE44A483E29513BE360001" fp:type="String">
      <xs:simpleType>
        <xs:restriction base="dms:Text"/>
      </xs:simpleType>
    </xs:element>
    <xs:element name="Linn_x0023_12" ma:displayName="Linn: 12" ma:index="163" ma:internalName="Linn_x0023_12" nillable="true" ma:readOnly="true" fp:namespace="228B497073DE44A483E29513BE360001" fp:type="String">
      <xs:simpleType>
        <xs:restriction base="dms:Text"/>
      </xs:simpleType>
    </xs:element>
    <xs:element name="Linn_x0023_13" ma:displayName="Linn: 13" ma:index="164" ma:internalName="Linn_x0023_13" nillable="true" ma:readOnly="true" fp:namespace="228B497073DE44A483E29513BE360001" fp:type="String">
      <xs:simpleType>
        <xs:restriction base="dms:Text"/>
      </xs:simpleType>
    </xs:element>
    <xs:element name="Linn_x0023_14" ma:displayName="Linn: 14" ma:index="165" ma:internalName="Linn_x0023_14" nillable="true" ma:readOnly="true" fp:namespace="228B497073DE44A483E29513BE360001" fp:type="String">
      <xs:simpleType>
        <xs:restriction base="dms:Text"/>
      </xs:simpleType>
    </xs:element>
    <xs:element name="Linn_x0023_15" ma:displayName="Linn: 15" ma:index="166" ma:internalName="Linn_x0023_15" nillable="true" ma:readOnly="true" fp:namespace="228B497073DE44A483E29513BE360001" fp:type="String">
      <xs:simpleType>
        <xs:restriction base="dms:Text"/>
      </xs:simpleType>
    </xs:element>
    <xs:element name="Linn_x0023_16" ma:displayName="Linn: 16" ma:index="167" ma:internalName="Linn_x0023_16" nillable="true" ma:readOnly="true" fp:namespace="228B497073DE44A483E29513BE360001" fp:type="String">
      <xs:simpleType>
        <xs:restriction base="dms:Text"/>
      </xs:simpleType>
    </xs:element>
    <xs:element name="Linn_x0023_17" ma:displayName="Linn: 17" ma:index="168" ma:internalName="Linn_x0023_17" nillable="true" ma:readOnly="true" fp:namespace="228B497073DE44A483E29513BE360001" fp:type="String">
      <xs:simpleType>
        <xs:restriction base="dms:Text"/>
      </xs:simpleType>
    </xs:element>
    <xs:element name="Linn_x0023_18" ma:displayName="Linn: 18" ma:index="169" ma:internalName="Linn_x0023_18" nillable="true" ma:readOnly="true" fp:namespace="228B497073DE44A483E29513BE360001" fp:type="String">
      <xs:simpleType>
        <xs:restriction base="dms:Text"/>
      </xs:simpleType>
    </xs:element>
    <xs:element name="Linn_x0023_19" ma:displayName="Linn: 19" ma:index="170" ma:internalName="Linn_x0023_19" nillable="true" ma:readOnly="true" fp:namespace="228B497073DE44A483E29513BE360001" fp:type="String">
      <xs:simpleType>
        <xs:restriction base="dms:Text"/>
      </xs:simpleType>
    </xs:element>
    <xs:element name="Linn_x0023_20" ma:displayName="Linn: 20" ma:index="171" ma:internalName="Linn_x0023_20" nillable="true" ma:readOnly="true" fp:namespace="228B497073DE44A483E29513BE360001" fp:type="String">
      <xs:simpleType>
        <xs:restriction base="dms:Text"/>
      </xs:simpleType>
    </xs:element>
    <xs:element name="Linn_x0023_21" ma:displayName="Linn: 21" ma:index="172" ma:internalName="Linn_x0023_21" nillable="true" ma:readOnly="true" fp:namespace="228B497073DE44A483E29513BE360001" fp:type="String">
      <xs:simpleType>
        <xs:restriction base="dms:Text"/>
      </xs:simpleType>
    </xs:element>
    <xs:element name="Linn_x0023_22" ma:displayName="Linn: 22" ma:index="173" ma:internalName="Linn_x0023_22" nillable="true" ma:readOnly="true" fp:namespace="228B497073DE44A483E29513BE360001" fp:type="String">
      <xs:simpleType>
        <xs:restriction base="dms:Text"/>
      </xs:simpleType>
    </xs:element>
    <xs:element name="Linn_x0023_23" ma:displayName="Linn: 23" ma:index="174" ma:internalName="Linn_x0023_23" nillable="true" ma:readOnly="true" fp:namespace="228B497073DE44A483E29513BE360001" fp:type="String">
      <xs:simpleType>
        <xs:restriction base="dms:Text"/>
      </xs:simpleType>
    </xs:element>
    <xs:element name="Linn_x0023_24" ma:displayName="Linn: 24" ma:index="175" ma:internalName="Linn_x0023_24" nillable="true" ma:readOnly="true" fp:namespace="228B497073DE44A483E29513BE360001" fp:type="String">
      <xs:simpleType>
        <xs:restriction base="dms:Text"/>
      </xs:simpleType>
    </xs:element>
    <xs:element name="Linn_x0023_25" ma:displayName="Linn: 25" ma:index="176" ma:internalName="Linn_x0023_25" nillable="true" ma:readOnly="true" fp:namespace="228B497073DE44A483E29513BE360001" fp:type="String">
      <xs:simpleType>
        <xs:restriction base="dms:Text"/>
      </xs:simpleType>
    </xs:element>
    <xs:element name="Maakond_x0023_1" ma:displayName="Maakond: 1" ma:index="177" ma:internalName="Maakond_x0023_1" nillable="true" ma:readOnly="true" fp:namespace="228B497073DE44A483E29513BE360001" fp:type="String">
      <xs:simpleType>
        <xs:restriction base="dms:Text"/>
      </xs:simpleType>
    </xs:element>
    <xs:element name="Maakond_x0023_2" ma:displayName="Maakond: 2" ma:index="178" ma:internalName="Maakond_x0023_2" nillable="true" ma:readOnly="true" fp:namespace="228B497073DE44A483E29513BE360001" fp:type="String">
      <xs:simpleType>
        <xs:restriction base="dms:Text"/>
      </xs:simpleType>
    </xs:element>
    <xs:element name="Maakond_x0023_3" ma:displayName="Maakond: 3" ma:index="179" ma:internalName="Maakond_x0023_3" nillable="true" ma:readOnly="true" fp:namespace="228B497073DE44A483E29513BE360001" fp:type="String">
      <xs:simpleType>
        <xs:restriction base="dms:Text"/>
      </xs:simpleType>
    </xs:element>
    <xs:element name="Maakond_x0023_4" ma:displayName="Maakond: 4" ma:index="180" ma:internalName="Maakond_x0023_4" nillable="true" ma:readOnly="true" fp:namespace="228B497073DE44A483E29513BE360001" fp:type="String">
      <xs:simpleType>
        <xs:restriction base="dms:Text"/>
      </xs:simpleType>
    </xs:element>
    <xs:element name="Maakond_x0023_5" ma:displayName="Maakond: 5" ma:index="181" ma:internalName="Maakond_x0023_5" nillable="true" ma:readOnly="true" fp:namespace="228B497073DE44A483E29513BE360001" fp:type="String">
      <xs:simpleType>
        <xs:restriction base="dms:Text"/>
      </xs:simpleType>
    </xs:element>
    <xs:element name="Maakond_x0023_6" ma:displayName="Maakond: 6" ma:index="182" ma:internalName="Maakond_x0023_6" nillable="true" ma:readOnly="true" fp:namespace="228B497073DE44A483E29513BE360001" fp:type="String">
      <xs:simpleType>
        <xs:restriction base="dms:Text"/>
      </xs:simpleType>
    </xs:element>
    <xs:element name="Maakond_x0023_7" ma:displayName="Maakond: 7" ma:index="183" ma:internalName="Maakond_x0023_7" nillable="true" ma:readOnly="true" fp:namespace="228B497073DE44A483E29513BE360001" fp:type="String">
      <xs:simpleType>
        <xs:restriction base="dms:Text"/>
      </xs:simpleType>
    </xs:element>
    <xs:element name="Maakond_x0023_8" ma:displayName="Maakond: 8" ma:index="184" ma:internalName="Maakond_x0023_8" nillable="true" ma:readOnly="true" fp:namespace="228B497073DE44A483E29513BE360001" fp:type="String">
      <xs:simpleType>
        <xs:restriction base="dms:Text"/>
      </xs:simpleType>
    </xs:element>
    <xs:element name="Maakond_x0023_9" ma:displayName="Maakond: 9" ma:index="185" ma:internalName="Maakond_x0023_9" nillable="true" ma:readOnly="true" fp:namespace="228B497073DE44A483E29513BE360001" fp:type="String">
      <xs:simpleType>
        <xs:restriction base="dms:Text"/>
      </xs:simpleType>
    </xs:element>
    <xs:element name="Maakond_x0023_10" ma:displayName="Maakond: 10" ma:index="186" ma:internalName="Maakond_x0023_10" nillable="true" ma:readOnly="true" fp:namespace="228B497073DE44A483E29513BE360001" fp:type="String">
      <xs:simpleType>
        <xs:restriction base="dms:Text"/>
      </xs:simpleType>
    </xs:element>
    <xs:element name="Maakond_x0023_11" ma:displayName="Maakond: 11" ma:index="187" ma:internalName="Maakond_x0023_11" nillable="true" ma:readOnly="true" fp:namespace="228B497073DE44A483E29513BE360001" fp:type="String">
      <xs:simpleType>
        <xs:restriction base="dms:Text"/>
      </xs:simpleType>
    </xs:element>
    <xs:element name="Maakond_x0023_12" ma:displayName="Maakond: 12" ma:index="188" ma:internalName="Maakond_x0023_12" nillable="true" ma:readOnly="true" fp:namespace="228B497073DE44A483E29513BE360001" fp:type="String">
      <xs:simpleType>
        <xs:restriction base="dms:Text"/>
      </xs:simpleType>
    </xs:element>
    <xs:element name="Maakond_x0023_13" ma:displayName="Maakond: 13" ma:index="189" ma:internalName="Maakond_x0023_13" nillable="true" ma:readOnly="true" fp:namespace="228B497073DE44A483E29513BE360001" fp:type="String">
      <xs:simpleType>
        <xs:restriction base="dms:Text"/>
      </xs:simpleType>
    </xs:element>
    <xs:element name="Maakond_x0023_14" ma:displayName="Maakond: 14" ma:index="190" ma:internalName="Maakond_x0023_14" nillable="true" ma:readOnly="true" fp:namespace="228B497073DE44A483E29513BE360001" fp:type="String">
      <xs:simpleType>
        <xs:restriction base="dms:Text"/>
      </xs:simpleType>
    </xs:element>
    <xs:element name="Maakond_x0023_15" ma:displayName="Maakond: 15" ma:index="191" ma:internalName="Maakond_x0023_15" nillable="true" ma:readOnly="true" fp:namespace="228B497073DE44A483E29513BE360001" fp:type="String">
      <xs:simpleType>
        <xs:restriction base="dms:Text"/>
      </xs:simpleType>
    </xs:element>
    <xs:element name="Maakond_x0023_16" ma:displayName="Maakond: 16" ma:index="192" ma:internalName="Maakond_x0023_16" nillable="true" ma:readOnly="true" fp:namespace="228B497073DE44A483E29513BE360001" fp:type="String">
      <xs:simpleType>
        <xs:restriction base="dms:Text"/>
      </xs:simpleType>
    </xs:element>
    <xs:element name="Maakond_x0023_17" ma:displayName="Maakond: 17" ma:index="193" ma:internalName="Maakond_x0023_17" nillable="true" ma:readOnly="true" fp:namespace="228B497073DE44A483E29513BE360001" fp:type="String">
      <xs:simpleType>
        <xs:restriction base="dms:Text"/>
      </xs:simpleType>
    </xs:element>
    <xs:element name="Maakond_x0023_18" ma:displayName="Maakond: 18" ma:index="194" ma:internalName="Maakond_x0023_18" nillable="true" ma:readOnly="true" fp:namespace="228B497073DE44A483E29513BE360001" fp:type="String">
      <xs:simpleType>
        <xs:restriction base="dms:Text"/>
      </xs:simpleType>
    </xs:element>
    <xs:element name="Maakond_x0023_19" ma:displayName="Maakond: 19" ma:index="195" ma:internalName="Maakond_x0023_19" nillable="true" ma:readOnly="true" fp:namespace="228B497073DE44A483E29513BE360001" fp:type="String">
      <xs:simpleType>
        <xs:restriction base="dms:Text"/>
      </xs:simpleType>
    </xs:element>
    <xs:element name="Maakond_x0023_20" ma:displayName="Maakond: 20" ma:index="196" ma:internalName="Maakond_x0023_20" nillable="true" ma:readOnly="true" fp:namespace="228B497073DE44A483E29513BE360001" fp:type="String">
      <xs:simpleType>
        <xs:restriction base="dms:Text"/>
      </xs:simpleType>
    </xs:element>
    <xs:element name="Maakond_x0023_21" ma:displayName="Maakond: 21" ma:index="197" ma:internalName="Maakond_x0023_21" nillable="true" ma:readOnly="true" fp:namespace="228B497073DE44A483E29513BE360001" fp:type="String">
      <xs:simpleType>
        <xs:restriction base="dms:Text"/>
      </xs:simpleType>
    </xs:element>
    <xs:element name="Maakond_x0023_22" ma:displayName="Maakond: 22" ma:index="198" ma:internalName="Maakond_x0023_22" nillable="true" ma:readOnly="true" fp:namespace="228B497073DE44A483E29513BE360001" fp:type="String">
      <xs:simpleType>
        <xs:restriction base="dms:Text"/>
      </xs:simpleType>
    </xs:element>
    <xs:element name="Maakond_x0023_23" ma:displayName="Maakond: 23" ma:index="199" ma:internalName="Maakond_x0023_23" nillable="true" ma:readOnly="true" fp:namespace="228B497073DE44A483E29513BE360001" fp:type="String">
      <xs:simpleType>
        <xs:restriction base="dms:Text"/>
      </xs:simpleType>
    </xs:element>
    <xs:element name="Maakond_x0023_24" ma:displayName="Maakond: 24" ma:index="200" ma:internalName="Maakond_x0023_24" nillable="true" ma:readOnly="true" fp:namespace="228B497073DE44A483E29513BE360001" fp:type="String">
      <xs:simpleType>
        <xs:restriction base="dms:Text"/>
      </xs:simpleType>
    </xs:element>
    <xs:element name="Maakond_x0023_25" ma:displayName="Maakond: 25" ma:index="201" ma:internalName="Maakond_x0023_25" nillable="true" ma:readOnly="true" fp:namespace="228B497073DE44A483E29513BE360001" fp:type="String">
      <xs:simpleType>
        <xs:restriction base="dms:Text"/>
      </xs:simpleType>
    </xs:element>
    <xs:element name="Sihtnumber_x0023_1" ma:displayName="Sihtnumber: 1" ma:index="202" ma:internalName="Sihtnumber_x0023_1" nillable="true" ma:readOnly="true" fp:namespace="228B497073DE44A483E29513BE360001" fp:type="String">
      <xs:simpleType>
        <xs:restriction base="dms:Text"/>
      </xs:simpleType>
    </xs:element>
    <xs:element name="Sihtnumber_x0023_2" ma:displayName="Sihtnumber: 2" ma:index="203" ma:internalName="Sihtnumber_x0023_2" nillable="true" ma:readOnly="true" fp:namespace="228B497073DE44A483E29513BE360001" fp:type="String">
      <xs:simpleType>
        <xs:restriction base="dms:Text"/>
      </xs:simpleType>
    </xs:element>
    <xs:element name="Sihtnumber_x0023_3" ma:displayName="Sihtnumber: 3" ma:index="204" ma:internalName="Sihtnumber_x0023_3" nillable="true" ma:readOnly="true" fp:namespace="228B497073DE44A483E29513BE360001" fp:type="String">
      <xs:simpleType>
        <xs:restriction base="dms:Text"/>
      </xs:simpleType>
    </xs:element>
    <xs:element name="Sihtnumber_x0023_4" ma:displayName="Sihtnumber: 4" ma:index="205" ma:internalName="Sihtnumber_x0023_4" nillable="true" ma:readOnly="true" fp:namespace="228B497073DE44A483E29513BE360001" fp:type="String">
      <xs:simpleType>
        <xs:restriction base="dms:Text"/>
      </xs:simpleType>
    </xs:element>
    <xs:element name="Sihtnumber_x0023_5" ma:displayName="Sihtnumber: 5" ma:index="206" ma:internalName="Sihtnumber_x0023_5" nillable="true" ma:readOnly="true" fp:namespace="228B497073DE44A483E29513BE360001" fp:type="String">
      <xs:simpleType>
        <xs:restriction base="dms:Text"/>
      </xs:simpleType>
    </xs:element>
    <xs:element name="Sihtnumber_x0023_6" ma:displayName="Sihtnumber: 6" ma:index="207" ma:internalName="Sihtnumber_x0023_6" nillable="true" ma:readOnly="true" fp:namespace="228B497073DE44A483E29513BE360001" fp:type="String">
      <xs:simpleType>
        <xs:restriction base="dms:Text"/>
      </xs:simpleType>
    </xs:element>
    <xs:element name="Sihtnumber_x0023_7" ma:displayName="Sihtnumber: 7" ma:index="208" ma:internalName="Sihtnumber_x0023_7" nillable="true" ma:readOnly="true" fp:namespace="228B497073DE44A483E29513BE360001" fp:type="String">
      <xs:simpleType>
        <xs:restriction base="dms:Text"/>
      </xs:simpleType>
    </xs:element>
    <xs:element name="Sihtnumber_x0023_8" ma:displayName="Sihtnumber: 8" ma:index="209" ma:internalName="Sihtnumber_x0023_8" nillable="true" ma:readOnly="true" fp:namespace="228B497073DE44A483E29513BE360001" fp:type="String">
      <xs:simpleType>
        <xs:restriction base="dms:Text"/>
      </xs:simpleType>
    </xs:element>
    <xs:element name="Sihtnumber_x0023_9" ma:displayName="Sihtnumber: 9" ma:index="210" ma:internalName="Sihtnumber_x0023_9" nillable="true" ma:readOnly="true" fp:namespace="228B497073DE44A483E29513BE360001" fp:type="String">
      <xs:simpleType>
        <xs:restriction base="dms:Text"/>
      </xs:simpleType>
    </xs:element>
    <xs:element name="Sihtnumber_x0023_10" ma:displayName="Sihtnumber: 10" ma:index="211" ma:internalName="Sihtnumber_x0023_10" nillable="true" ma:readOnly="true" fp:namespace="228B497073DE44A483E29513BE360001" fp:type="String">
      <xs:simpleType>
        <xs:restriction base="dms:Text"/>
      </xs:simpleType>
    </xs:element>
    <xs:element name="Sihtnumber_x0023_11" ma:displayName="Sihtnumber: 11" ma:index="212" ma:internalName="Sihtnumber_x0023_11" nillable="true" ma:readOnly="true" fp:namespace="228B497073DE44A483E29513BE360001" fp:type="String">
      <xs:simpleType>
        <xs:restriction base="dms:Text"/>
      </xs:simpleType>
    </xs:element>
    <xs:element name="Sihtnumber_x0023_12" ma:displayName="Sihtnumber: 12" ma:index="213" ma:internalName="Sihtnumber_x0023_12" nillable="true" ma:readOnly="true" fp:namespace="228B497073DE44A483E29513BE360001" fp:type="String">
      <xs:simpleType>
        <xs:restriction base="dms:Text"/>
      </xs:simpleType>
    </xs:element>
    <xs:element name="Sihtnumber_x0023_13" ma:displayName="Sihtnumber: 13" ma:index="214" ma:internalName="Sihtnumber_x0023_13" nillable="true" ma:readOnly="true" fp:namespace="228B497073DE44A483E29513BE360001" fp:type="String">
      <xs:simpleType>
        <xs:restriction base="dms:Text"/>
      </xs:simpleType>
    </xs:element>
    <xs:element name="Sihtnumber_x0023_14" ma:displayName="Sihtnumber: 14" ma:index="215" ma:internalName="Sihtnumber_x0023_14" nillable="true" ma:readOnly="true" fp:namespace="228B497073DE44A483E29513BE360001" fp:type="String">
      <xs:simpleType>
        <xs:restriction base="dms:Text"/>
      </xs:simpleType>
    </xs:element>
    <xs:element name="Sihtnumber_x0023_15" ma:displayName="Sihtnumber: 15" ma:index="216" ma:internalName="Sihtnumber_x0023_15" nillable="true" ma:readOnly="true" fp:namespace="228B497073DE44A483E29513BE360001" fp:type="String">
      <xs:simpleType>
        <xs:restriction base="dms:Text"/>
      </xs:simpleType>
    </xs:element>
    <xs:element name="Sihtnumber_x0023_16" ma:displayName="Sihtnumber: 16" ma:index="217" ma:internalName="Sihtnumber_x0023_16" nillable="true" ma:readOnly="true" fp:namespace="228B497073DE44A483E29513BE360001" fp:type="String">
      <xs:simpleType>
        <xs:restriction base="dms:Text"/>
      </xs:simpleType>
    </xs:element>
    <xs:element name="Sihtnumber_x0023_17" ma:displayName="Sihtnumber: 17" ma:index="218" ma:internalName="Sihtnumber_x0023_17" nillable="true" ma:readOnly="true" fp:namespace="228B497073DE44A483E29513BE360001" fp:type="String">
      <xs:simpleType>
        <xs:restriction base="dms:Text"/>
      </xs:simpleType>
    </xs:element>
    <xs:element name="Sihtnumber_x0023_18" ma:displayName="Sihtnumber: 18" ma:index="219" ma:internalName="Sihtnumber_x0023_18" nillable="true" ma:readOnly="true" fp:namespace="228B497073DE44A483E29513BE360001" fp:type="String">
      <xs:simpleType>
        <xs:restriction base="dms:Text"/>
      </xs:simpleType>
    </xs:element>
    <xs:element name="Sihtnumber_x0023_19" ma:displayName="Sihtnumber: 19" ma:index="220" ma:internalName="Sihtnumber_x0023_19" nillable="true" ma:readOnly="true" fp:namespace="228B497073DE44A483E29513BE360001" fp:type="String">
      <xs:simpleType>
        <xs:restriction base="dms:Text"/>
      </xs:simpleType>
    </xs:element>
    <xs:element name="Sihtnumber_x0023_20" ma:displayName="Sihtnumber: 20" ma:index="221" ma:internalName="Sihtnumber_x0023_20" nillable="true" ma:readOnly="true" fp:namespace="228B497073DE44A483E29513BE360001" fp:type="String">
      <xs:simpleType>
        <xs:restriction base="dms:Text"/>
      </xs:simpleType>
    </xs:element>
    <xs:element name="Sihtnumber_x0023_21" ma:displayName="Sihtnumber: 21" ma:index="222" ma:internalName="Sihtnumber_x0023_21" nillable="true" ma:readOnly="true" fp:namespace="228B497073DE44A483E29513BE360001" fp:type="String">
      <xs:simpleType>
        <xs:restriction base="dms:Text"/>
      </xs:simpleType>
    </xs:element>
    <xs:element name="Sihtnumber_x0023_22" ma:displayName="Sihtnumber: 22" ma:index="223" ma:internalName="Sihtnumber_x0023_22" nillable="true" ma:readOnly="true" fp:namespace="228B497073DE44A483E29513BE360001" fp:type="String">
      <xs:simpleType>
        <xs:restriction base="dms:Text"/>
      </xs:simpleType>
    </xs:element>
    <xs:element name="Sihtnumber_x0023_23" ma:displayName="Sihtnumber: 23" ma:index="224" ma:internalName="Sihtnumber_x0023_23" nillable="true" ma:readOnly="true" fp:namespace="228B497073DE44A483E29513BE360001" fp:type="String">
      <xs:simpleType>
        <xs:restriction base="dms:Text"/>
      </xs:simpleType>
    </xs:element>
    <xs:element name="Sihtnumber_x0023_24" ma:displayName="Sihtnumber: 24" ma:index="225" ma:internalName="Sihtnumber_x0023_24" nillable="true" ma:readOnly="true" fp:namespace="228B497073DE44A483E29513BE360001" fp:type="String">
      <xs:simpleType>
        <xs:restriction base="dms:Text"/>
      </xs:simpleType>
    </xs:element>
    <xs:element name="Sihtnumber_x0023_25" ma:displayName="Sihtnumber: 25" ma:index="226" ma:internalName="Sihtnumber_x0023_25" nillable="true" ma:readOnly="true" fp:namespace="228B497073DE44A483E29513BE360001" fp:type="String">
      <xs:simpleType>
        <xs:restriction base="dms:Text"/>
      </xs:simpleType>
    </xs:element>
    <xs:element name="Riik_x0023_1" ma:displayName="Riik: 1" ma:index="227" ma:internalName="Riik_x0023_1" nillable="true" ma:readOnly="true" fp:namespace="228B497073DE44A483E29513BE360001" fp:type="String">
      <xs:simpleType>
        <xs:restriction base="dms:Text"/>
      </xs:simpleType>
    </xs:element>
    <xs:element name="Riik_x0023_2" ma:displayName="Riik: 2" ma:index="228" ma:internalName="Riik_x0023_2" nillable="true" ma:readOnly="true" fp:namespace="228B497073DE44A483E29513BE360001" fp:type="String">
      <xs:simpleType>
        <xs:restriction base="dms:Text"/>
      </xs:simpleType>
    </xs:element>
    <xs:element name="Riik_x0023_3" ma:displayName="Riik: 3" ma:index="229" ma:internalName="Riik_x0023_3" nillable="true" ma:readOnly="true" fp:namespace="228B497073DE44A483E29513BE360001" fp:type="String">
      <xs:simpleType>
        <xs:restriction base="dms:Text"/>
      </xs:simpleType>
    </xs:element>
    <xs:element name="Riik_x0023_4" ma:displayName="Riik: 4" ma:index="230" ma:internalName="Riik_x0023_4" nillable="true" ma:readOnly="true" fp:namespace="228B497073DE44A483E29513BE360001" fp:type="String">
      <xs:simpleType>
        <xs:restriction base="dms:Text"/>
      </xs:simpleType>
    </xs:element>
    <xs:element name="Riik_x0023_5" ma:displayName="Riik: 5" ma:index="231" ma:internalName="Riik_x0023_5" nillable="true" ma:readOnly="true" fp:namespace="228B497073DE44A483E29513BE360001" fp:type="String">
      <xs:simpleType>
        <xs:restriction base="dms:Text"/>
      </xs:simpleType>
    </xs:element>
    <xs:element name="Riik_x0023_6" ma:displayName="Riik: 6" ma:index="232" ma:internalName="Riik_x0023_6" nillable="true" ma:readOnly="true" fp:namespace="228B497073DE44A483E29513BE360001" fp:type="String">
      <xs:simpleType>
        <xs:restriction base="dms:Text"/>
      </xs:simpleType>
    </xs:element>
    <xs:element name="Riik_x0023_7" ma:displayName="Riik: 7" ma:index="233" ma:internalName="Riik_x0023_7" nillable="true" ma:readOnly="true" fp:namespace="228B497073DE44A483E29513BE360001" fp:type="String">
      <xs:simpleType>
        <xs:restriction base="dms:Text"/>
      </xs:simpleType>
    </xs:element>
    <xs:element name="Riik_x0023_8" ma:displayName="Riik: 8" ma:index="234" ma:internalName="Riik_x0023_8" nillable="true" ma:readOnly="true" fp:namespace="228B497073DE44A483E29513BE360001" fp:type="String">
      <xs:simpleType>
        <xs:restriction base="dms:Text"/>
      </xs:simpleType>
    </xs:element>
    <xs:element name="Riik_x0023_9" ma:displayName="Riik: 9" ma:index="235" ma:internalName="Riik_x0023_9" nillable="true" ma:readOnly="true" fp:namespace="228B497073DE44A483E29513BE360001" fp:type="String">
      <xs:simpleType>
        <xs:restriction base="dms:Text"/>
      </xs:simpleType>
    </xs:element>
    <xs:element name="Riik_x0023_10" ma:displayName="Riik: 10" ma:index="236" ma:internalName="Riik_x0023_10" nillable="true" ma:readOnly="true" fp:namespace="228B497073DE44A483E29513BE360001" fp:type="String">
      <xs:simpleType>
        <xs:restriction base="dms:Text"/>
      </xs:simpleType>
    </xs:element>
    <xs:element name="Riik_x0023_11" ma:displayName="Riik: 11" ma:index="237" ma:internalName="Riik_x0023_11" nillable="true" ma:readOnly="true" fp:namespace="228B497073DE44A483E29513BE360001" fp:type="String">
      <xs:simpleType>
        <xs:restriction base="dms:Text"/>
      </xs:simpleType>
    </xs:element>
    <xs:element name="Riik_x0023_12" ma:displayName="Riik: 12" ma:index="238" ma:internalName="Riik_x0023_12" nillable="true" ma:readOnly="true" fp:namespace="228B497073DE44A483E29513BE360001" fp:type="String">
      <xs:simpleType>
        <xs:restriction base="dms:Text"/>
      </xs:simpleType>
    </xs:element>
    <xs:element name="Riik_x0023_13" ma:displayName="Riik: 13" ma:index="239" ma:internalName="Riik_x0023_13" nillable="true" ma:readOnly="true" fp:namespace="228B497073DE44A483E29513BE360001" fp:type="String">
      <xs:simpleType>
        <xs:restriction base="dms:Text"/>
      </xs:simpleType>
    </xs:element>
    <xs:element name="Riik_x0023_14" ma:displayName="Riik: 14" ma:index="240" ma:internalName="Riik_x0023_14" nillable="true" ma:readOnly="true" fp:namespace="228B497073DE44A483E29513BE360001" fp:type="String">
      <xs:simpleType>
        <xs:restriction base="dms:Text"/>
      </xs:simpleType>
    </xs:element>
    <xs:element name="Riik_x0023_15" ma:displayName="Riik: 15" ma:index="241" ma:internalName="Riik_x0023_15" nillable="true" ma:readOnly="true" fp:namespace="228B497073DE44A483E29513BE360001" fp:type="String">
      <xs:simpleType>
        <xs:restriction base="dms:Text"/>
      </xs:simpleType>
    </xs:element>
    <xs:element name="Riik_x0023_16" ma:displayName="Riik: 16" ma:index="242" ma:internalName="Riik_x0023_16" nillable="true" ma:readOnly="true" fp:namespace="228B497073DE44A483E29513BE360001" fp:type="String">
      <xs:simpleType>
        <xs:restriction base="dms:Text"/>
      </xs:simpleType>
    </xs:element>
    <xs:element name="Riik_x0023_17" ma:displayName="Riik: 17" ma:index="243" ma:internalName="Riik_x0023_17" nillable="true" ma:readOnly="true" fp:namespace="228B497073DE44A483E29513BE360001" fp:type="String">
      <xs:simpleType>
        <xs:restriction base="dms:Text"/>
      </xs:simpleType>
    </xs:element>
    <xs:element name="Riik_x0023_18" ma:displayName="Riik: 18" ma:index="244" ma:internalName="Riik_x0023_18" nillable="true" ma:readOnly="true" fp:namespace="228B497073DE44A483E29513BE360001" fp:type="String">
      <xs:simpleType>
        <xs:restriction base="dms:Text"/>
      </xs:simpleType>
    </xs:element>
    <xs:element name="Riik_x0023_19" ma:displayName="Riik: 19" ma:index="245" ma:internalName="Riik_x0023_19" nillable="true" ma:readOnly="true" fp:namespace="228B497073DE44A483E29513BE360001" fp:type="String">
      <xs:simpleType>
        <xs:restriction base="dms:Text"/>
      </xs:simpleType>
    </xs:element>
    <xs:element name="Riik_x0023_20" ma:displayName="Riik: 20" ma:index="246" ma:internalName="Riik_x0023_20" nillable="true" ma:readOnly="true" fp:namespace="228B497073DE44A483E29513BE360001" fp:type="String">
      <xs:simpleType>
        <xs:restriction base="dms:Text"/>
      </xs:simpleType>
    </xs:element>
    <xs:element name="Riik_x0023_21" ma:displayName="Riik: 21" ma:index="247" ma:internalName="Riik_x0023_21" nillable="true" ma:readOnly="true" fp:namespace="228B497073DE44A483E29513BE360001" fp:type="String">
      <xs:simpleType>
        <xs:restriction base="dms:Text"/>
      </xs:simpleType>
    </xs:element>
    <xs:element name="Riik_x0023_22" ma:displayName="Riik: 22" ma:index="248" ma:internalName="Riik_x0023_22" nillable="true" ma:readOnly="true" fp:namespace="228B497073DE44A483E29513BE360001" fp:type="String">
      <xs:simpleType>
        <xs:restriction base="dms:Text"/>
      </xs:simpleType>
    </xs:element>
    <xs:element name="Riik_x0023_23" ma:displayName="Riik: 23" ma:index="249" ma:internalName="Riik_x0023_23" nillable="true" ma:readOnly="true" fp:namespace="228B497073DE44A483E29513BE360001" fp:type="String">
      <xs:simpleType>
        <xs:restriction base="dms:Text"/>
      </xs:simpleType>
    </xs:element>
    <xs:element name="Riik_x0023_24" ma:displayName="Riik: 24" ma:index="250" ma:internalName="Riik_x0023_24" nillable="true" ma:readOnly="true" fp:namespace="228B497073DE44A483E29513BE360001" fp:type="String">
      <xs:simpleType>
        <xs:restriction base="dms:Text"/>
      </xs:simpleType>
    </xs:element>
    <xs:element name="Riik_x0023_25" ma:displayName="Riik: 25" ma:index="251" ma:internalName="Riik_x0023_25" nillable="true" ma:readOnly="true" fp:namespace="228B497073DE44A483E29513BE360001" fp:type="String">
      <xs:simpleType>
        <xs:restriction base="dms:Text"/>
      </xs:simpleType>
    </xs:element>
    <xs:element name="Registrikood_x002F_isikukood_x0023_1" ma:displayName="Registrikood/isikukood: 1" ma:index="252" ma:internalName="Registrikood_x002F_isikukood_x0023_1" nillable="true" ma:readOnly="true" fp:namespace="228B497073DE44A483E29513BE360001" fp:type="String">
      <xs:simpleType>
        <xs:restriction base="dms:Text"/>
      </xs:simpleType>
    </xs:element>
    <xs:element name="Registrikood_x002F_isikukood_x0023_2" ma:displayName="Registrikood/isikukood: 2" ma:index="253" ma:internalName="Registrikood_x002F_isikukood_x0023_2" nillable="true" ma:readOnly="true" fp:namespace="228B497073DE44A483E29513BE360001" fp:type="String">
      <xs:simpleType>
        <xs:restriction base="dms:Text"/>
      </xs:simpleType>
    </xs:element>
    <xs:element name="Registrikood_x002F_isikukood_x0023_3" ma:displayName="Registrikood/isikukood: 3" ma:index="254" ma:internalName="Registrikood_x002F_isikukood_x0023_3" nillable="true" ma:readOnly="true" fp:namespace="228B497073DE44A483E29513BE360001" fp:type="String">
      <xs:simpleType>
        <xs:restriction base="dms:Text"/>
      </xs:simpleType>
    </xs:element>
    <xs:element name="Registrikood_x002F_isikukood_x0023_4" ma:displayName="Registrikood/isikukood: 4" ma:index="255" ma:internalName="Registrikood_x002F_isikukood_x0023_4" nillable="true" ma:readOnly="true" fp:namespace="228B497073DE44A483E29513BE360001" fp:type="String">
      <xs:simpleType>
        <xs:restriction base="dms:Text"/>
      </xs:simpleType>
    </xs:element>
    <xs:element name="Registrikood_x002F_isikukood_x0023_5" ma:displayName="Registrikood/isikukood: 5" ma:index="256" ma:internalName="Registrikood_x002F_isikukood_x0023_5" nillable="true" ma:readOnly="true" fp:namespace="228B497073DE44A483E29513BE360001" fp:type="String">
      <xs:simpleType>
        <xs:restriction base="dms:Text"/>
      </xs:simpleType>
    </xs:element>
    <xs:element name="Registrikood_x002F_isikukood_x0023_6" ma:displayName="Registrikood/isikukood: 6" ma:index="257" ma:internalName="Registrikood_x002F_isikukood_x0023_6" nillable="true" ma:readOnly="true" fp:namespace="228B497073DE44A483E29513BE360001" fp:type="String">
      <xs:simpleType>
        <xs:restriction base="dms:Text"/>
      </xs:simpleType>
    </xs:element>
    <xs:element name="Registrikood_x002F_isikukood_x0023_7" ma:displayName="Registrikood/isikukood: 7" ma:index="258" ma:internalName="Registrikood_x002F_isikukood_x0023_7" nillable="true" ma:readOnly="true" fp:namespace="228B497073DE44A483E29513BE360001" fp:type="String">
      <xs:simpleType>
        <xs:restriction base="dms:Text"/>
      </xs:simpleType>
    </xs:element>
    <xs:element name="Registrikood_x002F_isikukood_x0023_8" ma:displayName="Registrikood/isikukood: 8" ma:index="259" ma:internalName="Registrikood_x002F_isikukood_x0023_8" nillable="true" ma:readOnly="true" fp:namespace="228B497073DE44A483E29513BE360001" fp:type="String">
      <xs:simpleType>
        <xs:restriction base="dms:Text"/>
      </xs:simpleType>
    </xs:element>
    <xs:element name="Registrikood_x002F_isikukood_x0023_9" ma:displayName="Registrikood/isikukood: 9" ma:index="260" ma:internalName="Registrikood_x002F_isikukood_x0023_9" nillable="true" ma:readOnly="true" fp:namespace="228B497073DE44A483E29513BE360001" fp:type="String">
      <xs:simpleType>
        <xs:restriction base="dms:Text"/>
      </xs:simpleType>
    </xs:element>
    <xs:element name="Registrikood_x002F_isikukood_x0023_10" ma:displayName="Registrikood/isikukood: 10" ma:index="261" ma:internalName="Registrikood_x002F_isikukood_x0023_10" nillable="true" ma:readOnly="true" fp:namespace="228B497073DE44A483E29513BE360001" fp:type="String">
      <xs:simpleType>
        <xs:restriction base="dms:Text"/>
      </xs:simpleType>
    </xs:element>
    <xs:element name="Registrikood_x002F_isikukood_x0023_11" ma:displayName="Registrikood/isikukood: 11" ma:index="262" ma:internalName="Registrikood_x002F_isikukood_x0023_11" nillable="true" ma:readOnly="true" fp:namespace="228B497073DE44A483E29513BE360001" fp:type="String">
      <xs:simpleType>
        <xs:restriction base="dms:Text"/>
      </xs:simpleType>
    </xs:element>
    <xs:element name="Registrikood_x002F_isikukood_x0023_12" ma:displayName="Registrikood/isikukood: 12" ma:index="263" ma:internalName="Registrikood_x002F_isikukood_x0023_12" nillable="true" ma:readOnly="true" fp:namespace="228B497073DE44A483E29513BE360001" fp:type="String">
      <xs:simpleType>
        <xs:restriction base="dms:Text"/>
      </xs:simpleType>
    </xs:element>
    <xs:element name="Registrikood_x002F_isikukood_x0023_13" ma:displayName="Registrikood/isikukood: 13" ma:index="264" ma:internalName="Registrikood_x002F_isikukood_x0023_13" nillable="true" ma:readOnly="true" fp:namespace="228B497073DE44A483E29513BE360001" fp:type="String">
      <xs:simpleType>
        <xs:restriction base="dms:Text"/>
      </xs:simpleType>
    </xs:element>
    <xs:element name="Registrikood_x002F_isikukood_x0023_14" ma:displayName="Registrikood/isikukood: 14" ma:index="265" ma:internalName="Registrikood_x002F_isikukood_x0023_14" nillable="true" ma:readOnly="true" fp:namespace="228B497073DE44A483E29513BE360001" fp:type="String">
      <xs:simpleType>
        <xs:restriction base="dms:Text"/>
      </xs:simpleType>
    </xs:element>
    <xs:element name="Registrikood_x002F_isikukood_x0023_15" ma:displayName="Registrikood/isikukood: 15" ma:index="266" ma:internalName="Registrikood_x002F_isikukood_x0023_15" nillable="true" ma:readOnly="true" fp:namespace="228B497073DE44A483E29513BE360001" fp:type="String">
      <xs:simpleType>
        <xs:restriction base="dms:Text"/>
      </xs:simpleType>
    </xs:element>
    <xs:element name="Registrikood_x002F_isikukood_x0023_16" ma:displayName="Registrikood/isikukood: 16" ma:index="267" ma:internalName="Registrikood_x002F_isikukood_x0023_16" nillable="true" ma:readOnly="true" fp:namespace="228B497073DE44A483E29513BE360001" fp:type="String">
      <xs:simpleType>
        <xs:restriction base="dms:Text"/>
      </xs:simpleType>
    </xs:element>
    <xs:element name="Registrikood_x002F_isikukood_x0023_17" ma:displayName="Registrikood/isikukood: 17" ma:index="268" ma:internalName="Registrikood_x002F_isikukood_x0023_17" nillable="true" ma:readOnly="true" fp:namespace="228B497073DE44A483E29513BE360001" fp:type="String">
      <xs:simpleType>
        <xs:restriction base="dms:Text"/>
      </xs:simpleType>
    </xs:element>
    <xs:element name="Registrikood_x002F_isikukood_x0023_18" ma:displayName="Registrikood/isikukood: 18" ma:index="269" ma:internalName="Registrikood_x002F_isikukood_x0023_18" nillable="true" ma:readOnly="true" fp:namespace="228B497073DE44A483E29513BE360001" fp:type="String">
      <xs:simpleType>
        <xs:restriction base="dms:Text"/>
      </xs:simpleType>
    </xs:element>
    <xs:element name="Registrikood_x002F_isikukood_x0023_19" ma:displayName="Registrikood/isikukood: 19" ma:index="270" ma:internalName="Registrikood_x002F_isikukood_x0023_19" nillable="true" ma:readOnly="true" fp:namespace="228B497073DE44A483E29513BE360001" fp:type="String">
      <xs:simpleType>
        <xs:restriction base="dms:Text"/>
      </xs:simpleType>
    </xs:element>
    <xs:element name="Registrikood_x002F_isikukood_x0023_20" ma:displayName="Registrikood/isikukood: 20" ma:index="271" ma:internalName="Registrikood_x002F_isikukood_x0023_20" nillable="true" ma:readOnly="true" fp:namespace="228B497073DE44A483E29513BE360001" fp:type="String">
      <xs:simpleType>
        <xs:restriction base="dms:Text"/>
      </xs:simpleType>
    </xs:element>
    <xs:element name="Registrikood_x002F_isikukood_x0023_21" ma:displayName="Registrikood/isikukood: 21" ma:index="272" ma:internalName="Registrikood_x002F_isikukood_x0023_21" nillable="true" ma:readOnly="true" fp:namespace="228B497073DE44A483E29513BE360001" fp:type="String">
      <xs:simpleType>
        <xs:restriction base="dms:Text"/>
      </xs:simpleType>
    </xs:element>
    <xs:element name="Registrikood_x002F_isikukood_x0023_22" ma:displayName="Registrikood/isikukood: 22" ma:index="273" ma:internalName="Registrikood_x002F_isikukood_x0023_22" nillable="true" ma:readOnly="true" fp:namespace="228B497073DE44A483E29513BE360001" fp:type="String">
      <xs:simpleType>
        <xs:restriction base="dms:Text"/>
      </xs:simpleType>
    </xs:element>
    <xs:element name="Registrikood_x002F_isikukood_x0023_23" ma:displayName="Registrikood/isikukood: 23" ma:index="274" ma:internalName="Registrikood_x002F_isikukood_x0023_23" nillable="true" ma:readOnly="true" fp:namespace="228B497073DE44A483E29513BE360001" fp:type="String">
      <xs:simpleType>
        <xs:restriction base="dms:Text"/>
      </xs:simpleType>
    </xs:element>
    <xs:element name="Registrikood_x002F_isikukood_x0023_24" ma:displayName="Registrikood/isikukood: 24" ma:index="275" ma:internalName="Registrikood_x002F_isikukood_x0023_24" nillable="true" ma:readOnly="true" fp:namespace="228B497073DE44A483E29513BE360001" fp:type="String">
      <xs:simpleType>
        <xs:restriction base="dms:Text"/>
      </xs:simpleType>
    </xs:element>
    <xs:element name="Registrikood_x002F_isikukood_x0023_25" ma:displayName="Registrikood/isikukood: 25" ma:index="276" ma:internalName="Registrikood_x002F_isikukood_x0023_25" nillable="true" ma:readOnly="true" fp:namespace="228B497073DE44A483E29513BE360001" fp:type="String">
      <xs:simpleType>
        <xs:restriction base="dms:Text"/>
      </xs:simpleType>
    </xs:element>
    <xs:element name="E-posti_x0020_aadress_x0023_1" ma:displayName="E-posti aadress: 1" ma:index="277" ma:internalName="E-posti_x0020_aadress_x0023_1" nillable="true" ma:readOnly="true" fp:namespace="228B497073DE44A483E29513BE360001" fp:type="String">
      <xs:simpleType>
        <xs:restriction base="dms:Text"/>
      </xs:simpleType>
    </xs:element>
    <xs:element name="E-posti_x0020_aadress_x0023_2" ma:displayName="E-posti aadress: 2" ma:index="278" ma:internalName="E-posti_x0020_aadress_x0023_2" nillable="true" ma:readOnly="true" fp:namespace="228B497073DE44A483E29513BE360001" fp:type="String">
      <xs:simpleType>
        <xs:restriction base="dms:Text"/>
      </xs:simpleType>
    </xs:element>
    <xs:element name="E-posti_x0020_aadress_x0023_3" ma:displayName="E-posti aadress: 3" ma:index="279" ma:internalName="E-posti_x0020_aadress_x0023_3" nillable="true" ma:readOnly="true" fp:namespace="228B497073DE44A483E29513BE360001" fp:type="String">
      <xs:simpleType>
        <xs:restriction base="dms:Text"/>
      </xs:simpleType>
    </xs:element>
    <xs:element name="E-posti_x0020_aadress_x0023_4" ma:displayName="E-posti aadress: 4" ma:index="280" ma:internalName="E-posti_x0020_aadress_x0023_4" nillable="true" ma:readOnly="true" fp:namespace="228B497073DE44A483E29513BE360001" fp:type="String">
      <xs:simpleType>
        <xs:restriction base="dms:Text"/>
      </xs:simpleType>
    </xs:element>
    <xs:element name="E-posti_x0020_aadress_x0023_5" ma:displayName="E-posti aadress: 5" ma:index="281" ma:internalName="E-posti_x0020_aadress_x0023_5" nillable="true" ma:readOnly="true" fp:namespace="228B497073DE44A483E29513BE360001" fp:type="String">
      <xs:simpleType>
        <xs:restriction base="dms:Text"/>
      </xs:simpleType>
    </xs:element>
    <xs:element name="E-posti_x0020_aadress_x0023_6" ma:displayName="E-posti aadress: 6" ma:index="282" ma:internalName="E-posti_x0020_aadress_x0023_6" nillable="true" ma:readOnly="true" fp:namespace="228B497073DE44A483E29513BE360001" fp:type="String">
      <xs:simpleType>
        <xs:restriction base="dms:Text"/>
      </xs:simpleType>
    </xs:element>
    <xs:element name="E-posti_x0020_aadress_x0023_7" ma:displayName="E-posti aadress: 7" ma:index="283" ma:internalName="E-posti_x0020_aadress_x0023_7" nillable="true" ma:readOnly="true" fp:namespace="228B497073DE44A483E29513BE360001" fp:type="String">
      <xs:simpleType>
        <xs:restriction base="dms:Text"/>
      </xs:simpleType>
    </xs:element>
    <xs:element name="E-posti_x0020_aadress_x0023_8" ma:displayName="E-posti aadress: 8" ma:index="284" ma:internalName="E-posti_x0020_aadress_x0023_8" nillable="true" ma:readOnly="true" fp:namespace="228B497073DE44A483E29513BE360001" fp:type="String">
      <xs:simpleType>
        <xs:restriction base="dms:Text"/>
      </xs:simpleType>
    </xs:element>
    <xs:element name="E-posti_x0020_aadress_x0023_9" ma:displayName="E-posti aadress: 9" ma:index="285" ma:internalName="E-posti_x0020_aadress_x0023_9" nillable="true" ma:readOnly="true" fp:namespace="228B497073DE44A483E29513BE360001" fp:type="String">
      <xs:simpleType>
        <xs:restriction base="dms:Text"/>
      </xs:simpleType>
    </xs:element>
    <xs:element name="E-posti_x0020_aadress_x0023_10" ma:displayName="E-posti aadress: 10" ma:index="286" ma:internalName="E-posti_x0020_aadress_x0023_10" nillable="true" ma:readOnly="true" fp:namespace="228B497073DE44A483E29513BE360001" fp:type="String">
      <xs:simpleType>
        <xs:restriction base="dms:Text"/>
      </xs:simpleType>
    </xs:element>
    <xs:element name="E-posti_x0020_aadress_x0023_11" ma:displayName="E-posti aadress: 11" ma:index="287" ma:internalName="E-posti_x0020_aadress_x0023_11" nillable="true" ma:readOnly="true" fp:namespace="228B497073DE44A483E29513BE360001" fp:type="String">
      <xs:simpleType>
        <xs:restriction base="dms:Text"/>
      </xs:simpleType>
    </xs:element>
    <xs:element name="E-posti_x0020_aadress_x0023_12" ma:displayName="E-posti aadress: 12" ma:index="288" ma:internalName="E-posti_x0020_aadress_x0023_12" nillable="true" ma:readOnly="true" fp:namespace="228B497073DE44A483E29513BE360001" fp:type="String">
      <xs:simpleType>
        <xs:restriction base="dms:Text"/>
      </xs:simpleType>
    </xs:element>
    <xs:element name="E-posti_x0020_aadress_x0023_13" ma:displayName="E-posti aadress: 13" ma:index="289" ma:internalName="E-posti_x0020_aadress_x0023_13" nillable="true" ma:readOnly="true" fp:namespace="228B497073DE44A483E29513BE360001" fp:type="String">
      <xs:simpleType>
        <xs:restriction base="dms:Text"/>
      </xs:simpleType>
    </xs:element>
    <xs:element name="E-posti_x0020_aadress_x0023_14" ma:displayName="E-posti aadress: 14" ma:index="290" ma:internalName="E-posti_x0020_aadress_x0023_14" nillable="true" ma:readOnly="true" fp:namespace="228B497073DE44A483E29513BE360001" fp:type="String">
      <xs:simpleType>
        <xs:restriction base="dms:Text"/>
      </xs:simpleType>
    </xs:element>
    <xs:element name="E-posti_x0020_aadress_x0023_15" ma:displayName="E-posti aadress: 15" ma:index="291" ma:internalName="E-posti_x0020_aadress_x0023_15" nillable="true" ma:readOnly="true" fp:namespace="228B497073DE44A483E29513BE360001" fp:type="String">
      <xs:simpleType>
        <xs:restriction base="dms:Text"/>
      </xs:simpleType>
    </xs:element>
    <xs:element name="E-posti_x0020_aadress_x0023_16" ma:displayName="E-posti aadress: 16" ma:index="292" ma:internalName="E-posti_x0020_aadress_x0023_16" nillable="true" ma:readOnly="true" fp:namespace="228B497073DE44A483E29513BE360001" fp:type="String">
      <xs:simpleType>
        <xs:restriction base="dms:Text"/>
      </xs:simpleType>
    </xs:element>
    <xs:element name="E-posti_x0020_aadress_x0023_17" ma:displayName="E-posti aadress: 17" ma:index="293" ma:internalName="E-posti_x0020_aadress_x0023_17" nillable="true" ma:readOnly="true" fp:namespace="228B497073DE44A483E29513BE360001" fp:type="String">
      <xs:simpleType>
        <xs:restriction base="dms:Text"/>
      </xs:simpleType>
    </xs:element>
    <xs:element name="E-posti_x0020_aadress_x0023_18" ma:displayName="E-posti aadress: 18" ma:index="294" ma:internalName="E-posti_x0020_aadress_x0023_18" nillable="true" ma:readOnly="true" fp:namespace="228B497073DE44A483E29513BE360001" fp:type="String">
      <xs:simpleType>
        <xs:restriction base="dms:Text"/>
      </xs:simpleType>
    </xs:element>
    <xs:element name="E-posti_x0020_aadress_x0023_19" ma:displayName="E-posti aadress: 19" ma:index="295" ma:internalName="E-posti_x0020_aadress_x0023_19" nillable="true" ma:readOnly="true" fp:namespace="228B497073DE44A483E29513BE360001" fp:type="String">
      <xs:simpleType>
        <xs:restriction base="dms:Text"/>
      </xs:simpleType>
    </xs:element>
    <xs:element name="E-posti_x0020_aadress_x0023_20" ma:displayName="E-posti aadress: 20" ma:index="296" ma:internalName="E-posti_x0020_aadress_x0023_20" nillable="true" ma:readOnly="true" fp:namespace="228B497073DE44A483E29513BE360001" fp:type="String">
      <xs:simpleType>
        <xs:restriction base="dms:Text"/>
      </xs:simpleType>
    </xs:element>
    <xs:element name="E-posti_x0020_aadress_x0023_21" ma:displayName="E-posti aadress: 21" ma:index="297" ma:internalName="E-posti_x0020_aadress_x0023_21" nillable="true" ma:readOnly="true" fp:namespace="228B497073DE44A483E29513BE360001" fp:type="String">
      <xs:simpleType>
        <xs:restriction base="dms:Text"/>
      </xs:simpleType>
    </xs:element>
    <xs:element name="E-posti_x0020_aadress_x0023_22" ma:displayName="E-posti aadress: 22" ma:index="298" ma:internalName="E-posti_x0020_aadress_x0023_22" nillable="true" ma:readOnly="true" fp:namespace="228B497073DE44A483E29513BE360001" fp:type="String">
      <xs:simpleType>
        <xs:restriction base="dms:Text"/>
      </xs:simpleType>
    </xs:element>
    <xs:element name="E-posti_x0020_aadress_x0023_23" ma:displayName="E-posti aadress: 23" ma:index="299" ma:internalName="E-posti_x0020_aadress_x0023_23" nillable="true" ma:readOnly="true" fp:namespace="228B497073DE44A483E29513BE360001" fp:type="String">
      <xs:simpleType>
        <xs:restriction base="dms:Text"/>
      </xs:simpleType>
    </xs:element>
    <xs:element name="E-posti_x0020_aadress_x0023_24" ma:displayName="E-posti aadress: 24" ma:index="300" ma:internalName="E-posti_x0020_aadress_x0023_24" nillable="true" ma:readOnly="true" fp:namespace="228B497073DE44A483E29513BE360001" fp:type="String">
      <xs:simpleType>
        <xs:restriction base="dms:Text"/>
      </xs:simpleType>
    </xs:element>
    <xs:element name="E-posti_x0020_aadress_x0023_25" ma:displayName="E-posti aadress: 25" ma:index="301" ma:internalName="E-posti_x0020_aadress_x0023_25" nillable="true" ma:readOnly="true" fp:namespace="228B497073DE44A483E29513BE360001" fp:type="String">
      <xs:simpleType>
        <xs:restriction base="dms:Text"/>
      </xs:simpleType>
    </xs:element>
    <xs:element name="Postiaadress_x0023_1" ma:displayName="Postiaadress: 1" ma:index="302" ma:internalName="Postiaadress_x0023_1" nillable="true" ma:readOnly="true" fp:namespace="228B497073DE44A483E29513BE360001" fp:type="String">
      <xs:simpleType>
        <xs:restriction base="dms:Text"/>
      </xs:simpleType>
    </xs:element>
    <xs:element name="Postiaadress_x0023_2" ma:displayName="Postiaadress: 2" ma:index="303" ma:internalName="Postiaadress_x0023_2" nillable="true" ma:readOnly="true" fp:namespace="228B497073DE44A483E29513BE360001" fp:type="String">
      <xs:simpleType>
        <xs:restriction base="dms:Text"/>
      </xs:simpleType>
    </xs:element>
    <xs:element name="Postiaadress_x0023_3" ma:displayName="Postiaadress: 3" ma:index="304" ma:internalName="Postiaadress_x0023_3" nillable="true" ma:readOnly="true" fp:namespace="228B497073DE44A483E29513BE360001" fp:type="String">
      <xs:simpleType>
        <xs:restriction base="dms:Text"/>
      </xs:simpleType>
    </xs:element>
    <xs:element name="Postiaadress_x0023_4" ma:displayName="Postiaadress: 4" ma:index="305" ma:internalName="Postiaadress_x0023_4" nillable="true" ma:readOnly="true" fp:namespace="228B497073DE44A483E29513BE360001" fp:type="String">
      <xs:simpleType>
        <xs:restriction base="dms:Text"/>
      </xs:simpleType>
    </xs:element>
    <xs:element name="Postiaadress_x0023_5" ma:displayName="Postiaadress: 5" ma:index="306" ma:internalName="Postiaadress_x0023_5" nillable="true" ma:readOnly="true" fp:namespace="228B497073DE44A483E29513BE360001" fp:type="String">
      <xs:simpleType>
        <xs:restriction base="dms:Text"/>
      </xs:simpleType>
    </xs:element>
    <xs:element name="Postiaadress_x0023_6" ma:displayName="Postiaadress: 6" ma:index="307" ma:internalName="Postiaadress_x0023_6" nillable="true" ma:readOnly="true" fp:namespace="228B497073DE44A483E29513BE360001" fp:type="String">
      <xs:simpleType>
        <xs:restriction base="dms:Text"/>
      </xs:simpleType>
    </xs:element>
    <xs:element name="Postiaadress_x0023_7" ma:displayName="Postiaadress: 7" ma:index="308" ma:internalName="Postiaadress_x0023_7" nillable="true" ma:readOnly="true" fp:namespace="228B497073DE44A483E29513BE360001" fp:type="String">
      <xs:simpleType>
        <xs:restriction base="dms:Text"/>
      </xs:simpleType>
    </xs:element>
    <xs:element name="Postiaadress_x0023_8" ma:displayName="Postiaadress: 8" ma:index="309" ma:internalName="Postiaadress_x0023_8" nillable="true" ma:readOnly="true" fp:namespace="228B497073DE44A483E29513BE360001" fp:type="String">
      <xs:simpleType>
        <xs:restriction base="dms:Text"/>
      </xs:simpleType>
    </xs:element>
    <xs:element name="Postiaadress_x0023_9" ma:displayName="Postiaadress: 9" ma:index="310" ma:internalName="Postiaadress_x0023_9" nillable="true" ma:readOnly="true" fp:namespace="228B497073DE44A483E29513BE360001" fp:type="String">
      <xs:simpleType>
        <xs:restriction base="dms:Text"/>
      </xs:simpleType>
    </xs:element>
    <xs:element name="Postiaadress_x0023_10" ma:displayName="Postiaadress: 10" ma:index="311" ma:internalName="Postiaadress_x0023_10" nillable="true" ma:readOnly="true" fp:namespace="228B497073DE44A483E29513BE360001" fp:type="String">
      <xs:simpleType>
        <xs:restriction base="dms:Text"/>
      </xs:simpleType>
    </xs:element>
    <xs:element name="Postiaadress_x0023_11" ma:displayName="Postiaadress: 11" ma:index="312" ma:internalName="Postiaadress_x0023_11" nillable="true" ma:readOnly="true" fp:namespace="228B497073DE44A483E29513BE360001" fp:type="String">
      <xs:simpleType>
        <xs:restriction base="dms:Text"/>
      </xs:simpleType>
    </xs:element>
    <xs:element name="Postiaadress_x0023_12" ma:displayName="Postiaadress: 12" ma:index="313" ma:internalName="Postiaadress_x0023_12" nillable="true" ma:readOnly="true" fp:namespace="228B497073DE44A483E29513BE360001" fp:type="String">
      <xs:simpleType>
        <xs:restriction base="dms:Text"/>
      </xs:simpleType>
    </xs:element>
    <xs:element name="Postiaadress_x0023_13" ma:displayName="Postiaadress: 13" ma:index="314" ma:internalName="Postiaadress_x0023_13" nillable="true" ma:readOnly="true" fp:namespace="228B497073DE44A483E29513BE360001" fp:type="String">
      <xs:simpleType>
        <xs:restriction base="dms:Text"/>
      </xs:simpleType>
    </xs:element>
    <xs:element name="Postiaadress_x0023_14" ma:displayName="Postiaadress: 14" ma:index="315" ma:internalName="Postiaadress_x0023_14" nillable="true" ma:readOnly="true" fp:namespace="228B497073DE44A483E29513BE360001" fp:type="String">
      <xs:simpleType>
        <xs:restriction base="dms:Text"/>
      </xs:simpleType>
    </xs:element>
    <xs:element name="Postiaadress_x0023_15" ma:displayName="Postiaadress: 15" ma:index="316" ma:internalName="Postiaadress_x0023_15" nillable="true" ma:readOnly="true" fp:namespace="228B497073DE44A483E29513BE360001" fp:type="String">
      <xs:simpleType>
        <xs:restriction base="dms:Text"/>
      </xs:simpleType>
    </xs:element>
    <xs:element name="Postiaadress_x0023_16" ma:displayName="Postiaadress: 16" ma:index="317" ma:internalName="Postiaadress_x0023_16" nillable="true" ma:readOnly="true" fp:namespace="228B497073DE44A483E29513BE360001" fp:type="String">
      <xs:simpleType>
        <xs:restriction base="dms:Text"/>
      </xs:simpleType>
    </xs:element>
    <xs:element name="Postiaadress_x0023_17" ma:displayName="Postiaadress: 17" ma:index="318" ma:internalName="Postiaadress_x0023_17" nillable="true" ma:readOnly="true" fp:namespace="228B497073DE44A483E29513BE360001" fp:type="String">
      <xs:simpleType>
        <xs:restriction base="dms:Text"/>
      </xs:simpleType>
    </xs:element>
    <xs:element name="Postiaadress_x0023_18" ma:displayName="Postiaadress: 18" ma:index="319" ma:internalName="Postiaadress_x0023_18" nillable="true" ma:readOnly="true" fp:namespace="228B497073DE44A483E29513BE360001" fp:type="String">
      <xs:simpleType>
        <xs:restriction base="dms:Text"/>
      </xs:simpleType>
    </xs:element>
    <xs:element name="Postiaadress_x0023_19" ma:displayName="Postiaadress: 19" ma:index="320" ma:internalName="Postiaadress_x0023_19" nillable="true" ma:readOnly="true" fp:namespace="228B497073DE44A483E29513BE360001" fp:type="String">
      <xs:simpleType>
        <xs:restriction base="dms:Text"/>
      </xs:simpleType>
    </xs:element>
    <xs:element name="Postiaadress_x0023_20" ma:displayName="Postiaadress: 20" ma:index="321" ma:internalName="Postiaadress_x0023_20" nillable="true" ma:readOnly="true" fp:namespace="228B497073DE44A483E29513BE360001" fp:type="String">
      <xs:simpleType>
        <xs:restriction base="dms:Text"/>
      </xs:simpleType>
    </xs:element>
    <xs:element name="Postiaadress_x0023_21" ma:displayName="Postiaadress: 21" ma:index="322" ma:internalName="Postiaadress_x0023_21" nillable="true" ma:readOnly="true" fp:namespace="228B497073DE44A483E29513BE360001" fp:type="String">
      <xs:simpleType>
        <xs:restriction base="dms:Text"/>
      </xs:simpleType>
    </xs:element>
    <xs:element name="Postiaadress_x0023_22" ma:displayName="Postiaadress: 22" ma:index="323" ma:internalName="Postiaadress_x0023_22" nillable="true" ma:readOnly="true" fp:namespace="228B497073DE44A483E29513BE360001" fp:type="String">
      <xs:simpleType>
        <xs:restriction base="dms:Text"/>
      </xs:simpleType>
    </xs:element>
    <xs:element name="Postiaadress_x0023_23" ma:displayName="Postiaadress: 23" ma:index="324" ma:internalName="Postiaadress_x0023_23" nillable="true" ma:readOnly="true" fp:namespace="228B497073DE44A483E29513BE360001" fp:type="String">
      <xs:simpleType>
        <xs:restriction base="dms:Text"/>
      </xs:simpleType>
    </xs:element>
    <xs:element name="Postiaadress_x0023_24" ma:displayName="Postiaadress: 24" ma:index="325" ma:internalName="Postiaadress_x0023_24" nillable="true" ma:readOnly="true" fp:namespace="228B497073DE44A483E29513BE360001" fp:type="String">
      <xs:simpleType>
        <xs:restriction base="dms:Text"/>
      </xs:simpleType>
    </xs:element>
    <xs:element name="Postiaadress_x0023_25" ma:displayName="Postiaadress: 25" ma:index="326" ma:internalName="Postiaadress_x0023_25" nillable="true" ma:readOnly="true" fp:namespace="228B497073DE44A483E29513BE360001" fp:type="String">
      <xs:simpleType>
        <xs:restriction base="dms:Text"/>
      </xs:simpleType>
    </xs:element>
    <xs:element name="Faks_x0023_1" ma:displayName="Faks: 1" ma:index="327" ma:internalName="Faks_x0023_1" nillable="true" ma:readOnly="true" fp:namespace="228B497073DE44A483E29513BE360001" fp:type="String">
      <xs:simpleType>
        <xs:restriction base="dms:Text"/>
      </xs:simpleType>
    </xs:element>
    <xs:element name="Faks_x0023_2" ma:displayName="Faks: 2" ma:index="328" ma:internalName="Faks_x0023_2" nillable="true" ma:readOnly="true" fp:namespace="228B497073DE44A483E29513BE360001" fp:type="String">
      <xs:simpleType>
        <xs:restriction base="dms:Text"/>
      </xs:simpleType>
    </xs:element>
    <xs:element name="Faks_x0023_3" ma:displayName="Faks: 3" ma:index="329" ma:internalName="Faks_x0023_3" nillable="true" ma:readOnly="true" fp:namespace="228B497073DE44A483E29513BE360001" fp:type="String">
      <xs:simpleType>
        <xs:restriction base="dms:Text"/>
      </xs:simpleType>
    </xs:element>
    <xs:element name="Faks_x0023_4" ma:displayName="Faks: 4" ma:index="330" ma:internalName="Faks_x0023_4" nillable="true" ma:readOnly="true" fp:namespace="228B497073DE44A483E29513BE360001" fp:type="String">
      <xs:simpleType>
        <xs:restriction base="dms:Text"/>
      </xs:simpleType>
    </xs:element>
    <xs:element name="Faks_x0023_5" ma:displayName="Faks: 5" ma:index="331" ma:internalName="Faks_x0023_5" nillable="true" ma:readOnly="true" fp:namespace="228B497073DE44A483E29513BE360001" fp:type="String">
      <xs:simpleType>
        <xs:restriction base="dms:Text"/>
      </xs:simpleType>
    </xs:element>
    <xs:element name="Faks_x0023_6" ma:displayName="Faks: 6" ma:index="332" ma:internalName="Faks_x0023_6" nillable="true" ma:readOnly="true" fp:namespace="228B497073DE44A483E29513BE360001" fp:type="String">
      <xs:simpleType>
        <xs:restriction base="dms:Text"/>
      </xs:simpleType>
    </xs:element>
    <xs:element name="Faks_x0023_7" ma:displayName="Faks: 7" ma:index="333" ma:internalName="Faks_x0023_7" nillable="true" ma:readOnly="true" fp:namespace="228B497073DE44A483E29513BE360001" fp:type="String">
      <xs:simpleType>
        <xs:restriction base="dms:Text"/>
      </xs:simpleType>
    </xs:element>
    <xs:element name="Faks_x0023_8" ma:displayName="Faks: 8" ma:index="334" ma:internalName="Faks_x0023_8" nillable="true" ma:readOnly="true" fp:namespace="228B497073DE44A483E29513BE360001" fp:type="String">
      <xs:simpleType>
        <xs:restriction base="dms:Text"/>
      </xs:simpleType>
    </xs:element>
    <xs:element name="Faks_x0023_9" ma:displayName="Faks: 9" ma:index="335" ma:internalName="Faks_x0023_9" nillable="true" ma:readOnly="true" fp:namespace="228B497073DE44A483E29513BE360001" fp:type="String">
      <xs:simpleType>
        <xs:restriction base="dms:Text"/>
      </xs:simpleType>
    </xs:element>
    <xs:element name="Faks_x0023_10" ma:displayName="Faks: 10" ma:index="336" ma:internalName="Faks_x0023_10" nillable="true" ma:readOnly="true" fp:namespace="228B497073DE44A483E29513BE360001" fp:type="String">
      <xs:simpleType>
        <xs:restriction base="dms:Text"/>
      </xs:simpleType>
    </xs:element>
    <xs:element name="Faks_x0023_11" ma:displayName="Faks: 11" ma:index="337" ma:internalName="Faks_x0023_11" nillable="true" ma:readOnly="true" fp:namespace="228B497073DE44A483E29513BE360001" fp:type="String">
      <xs:simpleType>
        <xs:restriction base="dms:Text"/>
      </xs:simpleType>
    </xs:element>
    <xs:element name="Faks_x0023_12" ma:displayName="Faks: 12" ma:index="338" ma:internalName="Faks_x0023_12" nillable="true" ma:readOnly="true" fp:namespace="228B497073DE44A483E29513BE360001" fp:type="String">
      <xs:simpleType>
        <xs:restriction base="dms:Text"/>
      </xs:simpleType>
    </xs:element>
    <xs:element name="Faks_x0023_13" ma:displayName="Faks: 13" ma:index="339" ma:internalName="Faks_x0023_13" nillable="true" ma:readOnly="true" fp:namespace="228B497073DE44A483E29513BE360001" fp:type="String">
      <xs:simpleType>
        <xs:restriction base="dms:Text"/>
      </xs:simpleType>
    </xs:element>
    <xs:element name="Faks_x0023_14" ma:displayName="Faks: 14" ma:index="340" ma:internalName="Faks_x0023_14" nillable="true" ma:readOnly="true" fp:namespace="228B497073DE44A483E29513BE360001" fp:type="String">
      <xs:simpleType>
        <xs:restriction base="dms:Text"/>
      </xs:simpleType>
    </xs:element>
    <xs:element name="Faks_x0023_15" ma:displayName="Faks: 15" ma:index="341" ma:internalName="Faks_x0023_15" nillable="true" ma:readOnly="true" fp:namespace="228B497073DE44A483E29513BE360001" fp:type="String">
      <xs:simpleType>
        <xs:restriction base="dms:Text"/>
      </xs:simpleType>
    </xs:element>
    <xs:element name="Faks_x0023_16" ma:displayName="Faks: 16" ma:index="342" ma:internalName="Faks_x0023_16" nillable="true" ma:readOnly="true" fp:namespace="228B497073DE44A483E29513BE360001" fp:type="String">
      <xs:simpleType>
        <xs:restriction base="dms:Text"/>
      </xs:simpleType>
    </xs:element>
    <xs:element name="Faks_x0023_17" ma:displayName="Faks: 17" ma:index="343" ma:internalName="Faks_x0023_17" nillable="true" ma:readOnly="true" fp:namespace="228B497073DE44A483E29513BE360001" fp:type="String">
      <xs:simpleType>
        <xs:restriction base="dms:Text"/>
      </xs:simpleType>
    </xs:element>
    <xs:element name="Faks_x0023_18" ma:displayName="Faks: 18" ma:index="344" ma:internalName="Faks_x0023_18" nillable="true" ma:readOnly="true" fp:namespace="228B497073DE44A483E29513BE360001" fp:type="String">
      <xs:simpleType>
        <xs:restriction base="dms:Text"/>
      </xs:simpleType>
    </xs:element>
    <xs:element name="Faks_x0023_19" ma:displayName="Faks: 19" ma:index="345" ma:internalName="Faks_x0023_19" nillable="true" ma:readOnly="true" fp:namespace="228B497073DE44A483E29513BE360001" fp:type="String">
      <xs:simpleType>
        <xs:restriction base="dms:Text"/>
      </xs:simpleType>
    </xs:element>
    <xs:element name="Faks_x0023_20" ma:displayName="Faks: 20" ma:index="346" ma:internalName="Faks_x0023_20" nillable="true" ma:readOnly="true" fp:namespace="228B497073DE44A483E29513BE360001" fp:type="String">
      <xs:simpleType>
        <xs:restriction base="dms:Text"/>
      </xs:simpleType>
    </xs:element>
    <xs:element name="Faks_x0023_21" ma:displayName="Faks: 21" ma:index="347" ma:internalName="Faks_x0023_21" nillable="true" ma:readOnly="true" fp:namespace="228B497073DE44A483E29513BE360001" fp:type="String">
      <xs:simpleType>
        <xs:restriction base="dms:Text"/>
      </xs:simpleType>
    </xs:element>
    <xs:element name="Faks_x0023_22" ma:displayName="Faks: 22" ma:index="348" ma:internalName="Faks_x0023_22" nillable="true" ma:readOnly="true" fp:namespace="228B497073DE44A483E29513BE360001" fp:type="String">
      <xs:simpleType>
        <xs:restriction base="dms:Text"/>
      </xs:simpleType>
    </xs:element>
    <xs:element name="Faks_x0023_23" ma:displayName="Faks: 23" ma:index="349" ma:internalName="Faks_x0023_23" nillable="true" ma:readOnly="true" fp:namespace="228B497073DE44A483E29513BE360001" fp:type="String">
      <xs:simpleType>
        <xs:restriction base="dms:Text"/>
      </xs:simpleType>
    </xs:element>
    <xs:element name="Faks_x0023_24" ma:displayName="Faks: 24" ma:index="350" ma:internalName="Faks_x0023_24" nillable="true" ma:readOnly="true" fp:namespace="228B497073DE44A483E29513BE360001" fp:type="String">
      <xs:simpleType>
        <xs:restriction base="dms:Text"/>
      </xs:simpleType>
    </xs:element>
    <xs:element name="Faks_x0023_25" ma:displayName="Faks: 25" ma:index="351" ma:internalName="Faks_x0023_25" nillable="true" ma:readOnly="true" fp:namespace="228B497073DE44A483E29513BE360001" fp:type="String">
      <xs:simpleType>
        <xs:restriction base="dms:Text"/>
      </xs:simpleType>
    </xs:element>
    <xs:element name="Saatmisviis" ma:displayName="Saatmisviis" ma:index="352" ma:internalName="Saatmisviis" nillable="true" ma:readOnly="true" fp:namespace="228B497073DE44A483E29513BE360001" fp:type="String">
      <xs:simpleType>
        <xs:restriction base="dms:Choice">
          <xs:enumeration value="DVK"/>
          <xs:enumeration value="Post"/>
          <xs:enumeration value="E-post"/>
          <xs:enumeration value="Faks"/>
          <xs:enumeration value="Kuller"/>
          <xs:enumeration value="Tähitud post isiklikult kätte"/>
          <xs:enumeration value="Väljastusteatega"/>
          <xs:enumeration value="Infosüsteem"/>
        </xs:restriction>
      </xs:simpleType>
    </xs:element>
    <xs:element name="Suund" ma:displayName="Suund" ma:index="353" ma:internalName="Suund" nillable="true" fp:namespace="228B497073DE44A483E29513BE360001" fp:type="String">
      <xs:simpleType>
        <xs:restriction base="dms:Choice">
          <xs:enumeration value="Saabumine"/>
          <xs:enumeration value="Saatmine"/>
          <xs:enumeration value="Eleringi-sisene"/>
        </xs:restriction>
      </xs:simpleType>
    </xs:element>
    <xs:element name="Sisukokkuvõte" ma:displayName="Sisukokkuvõte" ma:index="354" ma:internalName="Sisukokkuvõt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Signer" ma:displayName="Allkirjastaja" ma:index="355" ma:internalName="RMSigner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356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Märkused" ma:index="357" ma:internalName="RMNotes" nillable="true" ma:readOnly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58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359" ma:internalName="RMStatus" nillable="true" ma:readOnly="true" fp:namespace="228B497073DE44A483E29513BE360001" fp:type="String">
      <xs:simpleType>
        <xs:restriction base="dms:Text"/>
      </xs:simpleType>
    </xs:element>
    <xs:element name="Allkirjastaja_x0020_1_x0020_ametinimetus" ma:displayName="Allkirjastaja 1 ametinimetus" ma:index="360" ma:internalName="Allkirjastaja_x0020_1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Lühike_x0020_reg_x0020_nr" ma:displayName="Lühike reg nr" ma:index="361" ma:internalName="Lühike_x0020_reg_x0020_nr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ED779211-7C53-4939-BD7D-C60C35331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8ecf3-37a3-4db1-952f-6c5756c6f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7F24A-20F6-44C0-99CC-1E0FF2AE80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F3493-428D-460A-B235-5CE79D6DCC36}">
  <ds:schemaRefs>
    <ds:schemaRef ds:uri="http://schemas.microsoft.com/office/2006/metadata/properties"/>
    <ds:schemaRef ds:uri="b6a5b959-e41f-47c3-859d-8d6b90ce9377"/>
  </ds:schemaRefs>
</ds:datastoreItem>
</file>

<file path=customXml/itemProps4.xml><?xml version="1.0" encoding="utf-8"?>
<ds:datastoreItem xmlns:ds="http://schemas.openxmlformats.org/officeDocument/2006/customXml" ds:itemID="{02501C21-1263-4B77-8289-C3E51D655690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b6a5b959-e41f-47c3-859d-8d6b90ce937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Volikiri</Template>
  <TotalTime>40</TotalTime>
  <Pages>1</Pages>
  <Words>189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Eveliin Mäesaar-Luik</cp:lastModifiedBy>
  <cp:revision>13</cp:revision>
  <cp:lastPrinted>2023-08-30T10:14:00Z</cp:lastPrinted>
  <dcterms:created xsi:type="dcterms:W3CDTF">2023-08-30T10:00:00Z</dcterms:created>
  <dcterms:modified xsi:type="dcterms:W3CDTF">2023-08-31T09:56:00Z</dcterms:modified>
  <dc:title>Elektriliinide koridoride ja gaasitorustike koridoride kaitsevööndite hooldamise volikiri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0x0101001E3AC79EB5C141EC9E9142F93D435C4100D86AFA41C90741B1ADD7BCFC0E5E80B70077EE5FE6A54DF64A8F936DA3DF94187F</vt:lpwstr>
  </property>
  <property fmtid="{D5CDD505-2E9C-101B-9397-08002B2CF9AE}" pid="3" name="_dlc_DocIdItemGuid">
    <vt:lpwstr>1f889fdb-ded4-4caa-b1df-f27a1bc01a77</vt:lpwstr>
  </property>
  <property fmtid="{D5CDD505-2E9C-101B-9397-08002B2CF9AE}" pid="4" name="_dlc_DocId">
    <vt:lpwstr>ELERING-1-126</vt:lpwstr>
  </property>
  <property fmtid="{D5CDD505-2E9C-101B-9397-08002B2CF9AE}" pid="5" name="_dlc_DocIdUrl">
    <vt:lpwstr>http://er-intra:8000/_layouts/DocIdRedir.aspx?ID=ELERING-1-126, ELERING-1-126</vt:lpwstr>
  </property>
</Properties>
</file>